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764EC2">
      <w:pPr>
        <w:spacing w:before="350" w:line="621" w:lineRule="exact"/>
        <w:ind w:left="164" w:right="2540" w:firstLine="0"/>
        <w:jc w:val="center"/>
        <w:rPr>
          <w:rFonts w:ascii="方正小标宋_GBK" w:hAnsi="方正小标宋_GBK" w:eastAsia="方正小标宋_GBK" w:cs="方正小标宋_GBK"/>
          <w:sz w:val="44"/>
          <w:szCs w:val="44"/>
        </w:rPr>
      </w:pPr>
      <w:r>
        <w:br w:type="column"/>
      </w:r>
      <w:r>
        <w:rPr>
          <w:rFonts w:ascii="方正小标宋_GBK" w:hAnsi="方正小标宋_GBK" w:eastAsia="方正小标宋_GBK" w:cs="方正小标宋_GBK"/>
          <w:sz w:val="44"/>
          <w:szCs w:val="44"/>
        </w:rPr>
        <w:t>普通高等学校本科专业目录</w:t>
      </w:r>
    </w:p>
    <w:p w14:paraId="102C6E70">
      <w:pPr>
        <w:spacing w:before="0" w:line="621" w:lineRule="exact"/>
        <w:ind w:left="164" w:right="2540" w:firstLine="0"/>
        <w:jc w:val="center"/>
        <w:rPr>
          <w:rFonts w:ascii="方正小标宋_GBK" w:hAnsi="方正小标宋_GBK" w:eastAsia="方正小标宋_GBK" w:cs="方正小标宋_GBK"/>
          <w:sz w:val="44"/>
          <w:szCs w:val="44"/>
        </w:rPr>
      </w:pPr>
      <w:r>
        <w:rPr>
          <w:rFonts w:ascii="方正小标宋_GBK" w:hAnsi="方正小标宋_GBK" w:eastAsia="方正小标宋_GBK" w:cs="方正小标宋_GBK"/>
          <w:sz w:val="44"/>
          <w:szCs w:val="44"/>
        </w:rPr>
        <w:t>（</w:t>
      </w:r>
      <w:r>
        <w:rPr>
          <w:rFonts w:ascii="Times New Roman" w:hAnsi="Times New Roman" w:eastAsia="Times New Roman" w:cs="Times New Roman"/>
          <w:sz w:val="44"/>
          <w:szCs w:val="44"/>
        </w:rPr>
        <w:t>2024</w:t>
      </w:r>
      <w:r>
        <w:rPr>
          <w:rFonts w:ascii="方正小标宋_GBK" w:hAnsi="方正小标宋_GBK" w:eastAsia="方正小标宋_GBK" w:cs="方正小标宋_GBK"/>
          <w:sz w:val="44"/>
          <w:szCs w:val="44"/>
        </w:rPr>
        <w:t>年）</w:t>
      </w:r>
    </w:p>
    <w:p w14:paraId="6A176F26">
      <w:pPr>
        <w:spacing w:after="0" w:line="621" w:lineRule="exact"/>
        <w:jc w:val="center"/>
        <w:rPr>
          <w:rFonts w:ascii="方正小标宋_GBK" w:hAnsi="方正小标宋_GBK" w:eastAsia="方正小标宋_GBK" w:cs="方正小标宋_GBK"/>
          <w:sz w:val="44"/>
          <w:szCs w:val="44"/>
        </w:rPr>
        <w:sectPr>
          <w:footerReference r:id="rId5" w:type="default"/>
          <w:footerReference r:id="rId6" w:type="even"/>
          <w:type w:val="continuous"/>
          <w:pgSz w:w="11910" w:h="16840"/>
          <w:pgMar w:top="1120" w:right="760" w:bottom="720" w:left="740" w:header="720" w:footer="522" w:gutter="0"/>
          <w:pgNumType w:fmt="decimal" w:start="1"/>
          <w:cols w:equalWidth="0" w:num="2">
            <w:col w:w="978" w:space="1403"/>
            <w:col w:w="8029"/>
          </w:cols>
        </w:sectPr>
      </w:pPr>
    </w:p>
    <w:p w14:paraId="1E281657">
      <w:pPr>
        <w:spacing w:before="11" w:line="240" w:lineRule="auto"/>
        <w:rPr>
          <w:rFonts w:ascii="方正小标宋_GBK" w:hAnsi="方正小标宋_GBK" w:eastAsia="方正小标宋_GBK" w:cs="方正小标宋_GBK"/>
          <w:sz w:val="24"/>
          <w:szCs w:val="24"/>
        </w:rPr>
      </w:pPr>
    </w:p>
    <w:p w14:paraId="382C10D2">
      <w:pPr>
        <w:pStyle w:val="2"/>
        <w:spacing w:before="26" w:line="303" w:lineRule="exact"/>
        <w:ind w:left="164" w:right="0"/>
        <w:jc w:val="left"/>
      </w:pPr>
      <w:r>
        <w:t>说明：</w:t>
      </w:r>
    </w:p>
    <w:p w14:paraId="2F2C164D">
      <w:pPr>
        <w:pStyle w:val="2"/>
        <w:spacing w:before="17" w:line="316" w:lineRule="exact"/>
        <w:ind w:left="164" w:right="218" w:firstLine="480"/>
        <w:jc w:val="both"/>
      </w:pPr>
      <w:r>
        <w:rPr>
          <w:rFonts w:ascii="Times New Roman" w:hAnsi="Times New Roman" w:eastAsia="Times New Roman" w:cs="Times New Roman"/>
        </w:rPr>
        <w:t>1.</w:t>
      </w:r>
      <w:r>
        <w:t>本目录是在《普通高等学校本科专业目录（</w:t>
      </w:r>
      <w:r>
        <w:rPr>
          <w:rFonts w:ascii="Times New Roman" w:hAnsi="Times New Roman" w:eastAsia="Times New Roman" w:cs="Times New Roman"/>
        </w:rPr>
        <w:t>2012</w:t>
      </w:r>
      <w:r>
        <w:t>年）》基础上，增补历年来批准增设、列 入目录的新专业，于</w:t>
      </w:r>
      <w:r>
        <w:rPr>
          <w:rFonts w:ascii="Times New Roman" w:hAnsi="Times New Roman" w:eastAsia="Times New Roman" w:cs="Times New Roman"/>
        </w:rPr>
        <w:t>2024</w:t>
      </w:r>
      <w:r>
        <w:t>年整理而成。</w:t>
      </w:r>
    </w:p>
    <w:p w14:paraId="7AE92AA2">
      <w:pPr>
        <w:pStyle w:val="2"/>
        <w:spacing w:line="225" w:lineRule="auto"/>
        <w:ind w:left="164" w:right="158" w:firstLine="480"/>
        <w:jc w:val="both"/>
      </w:pPr>
      <w:r>
        <w:rPr>
          <w:rFonts w:ascii="Times New Roman" w:hAnsi="Times New Roman" w:eastAsia="Times New Roman" w:cs="Times New Roman"/>
        </w:rPr>
        <w:t>2.</w:t>
      </w:r>
      <w:r>
        <w:t>专业目录包含基本专业和特设专业。基本专业一般是指学科基础比较成熟、社会需求相对 稳定、布点数量相对较多、继承性较好的专业。特设专业是满足经济社会发展特殊需求所设置的 专业，在专业代码后加“</w:t>
      </w:r>
      <w:r>
        <w:rPr>
          <w:rFonts w:ascii="Times New Roman" w:hAnsi="Times New Roman" w:eastAsia="Times New Roman" w:cs="Times New Roman"/>
        </w:rPr>
        <w:t>T</w:t>
      </w:r>
      <w:r>
        <w:t>”表示。</w:t>
      </w:r>
    </w:p>
    <w:p w14:paraId="0CD80042">
      <w:pPr>
        <w:pStyle w:val="2"/>
        <w:spacing w:before="15" w:line="316" w:lineRule="exact"/>
        <w:ind w:left="164" w:right="218" w:firstLine="480"/>
        <w:jc w:val="both"/>
      </w:pPr>
      <w:r>
        <w:rPr>
          <w:rFonts w:ascii="Times New Roman" w:hAnsi="Times New Roman" w:eastAsia="Times New Roman" w:cs="Times New Roman"/>
        </w:rPr>
        <w:t>3.</w:t>
      </w:r>
      <w:r>
        <w:t>专业目录中涉及国家安全、特殊行业等专业由国家控制布点，称为国家控制布点专业，在 专业代码后加“</w:t>
      </w:r>
      <w:r>
        <w:rPr>
          <w:rFonts w:ascii="Times New Roman" w:hAnsi="Times New Roman" w:eastAsia="Times New Roman" w:cs="Times New Roman"/>
        </w:rPr>
        <w:t>K</w:t>
      </w:r>
      <w:r>
        <w:t>”表示。</w:t>
      </w:r>
    </w:p>
    <w:p w14:paraId="57498910">
      <w:pPr>
        <w:spacing w:before="5" w:line="240" w:lineRule="auto"/>
        <w:rPr>
          <w:rFonts w:ascii="仿宋_GB2312" w:hAnsi="仿宋_GB2312" w:eastAsia="仿宋_GB2312" w:cs="仿宋_GB2312"/>
          <w:sz w:val="8"/>
          <w:szCs w:val="8"/>
        </w:rPr>
      </w:pPr>
    </w:p>
    <w:tbl>
      <w:tblPr>
        <w:tblStyle w:val="5"/>
        <w:tblW w:w="10156" w:type="dxa"/>
        <w:tblInd w:w="1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2"/>
        <w:gridCol w:w="1793"/>
        <w:gridCol w:w="1272"/>
        <w:gridCol w:w="2604"/>
        <w:gridCol w:w="1740"/>
        <w:gridCol w:w="1276"/>
        <w:gridCol w:w="809"/>
      </w:tblGrid>
      <w:tr w14:paraId="11C8DB3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7E90A9B">
            <w:pPr>
              <w:pStyle w:val="9"/>
              <w:spacing w:before="108" w:line="240" w:lineRule="auto"/>
              <w:ind w:left="83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序号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612517A">
            <w:pPr>
              <w:pStyle w:val="9"/>
              <w:spacing w:before="108" w:line="240" w:lineRule="auto"/>
              <w:ind w:right="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门类、专业类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87026DA">
            <w:pPr>
              <w:pStyle w:val="9"/>
              <w:spacing w:before="108" w:line="240" w:lineRule="auto"/>
              <w:ind w:left="88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专业代码</w:t>
            </w:r>
          </w:p>
        </w:tc>
        <w:tc>
          <w:tcPr>
            <w:tcW w:w="26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11A5E1A">
            <w:pPr>
              <w:pStyle w:val="9"/>
              <w:spacing w:before="108" w:line="240" w:lineRule="auto"/>
              <w:ind w:left="770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专业名称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0F8077E">
            <w:pPr>
              <w:pStyle w:val="9"/>
              <w:spacing w:before="9" w:line="292" w:lineRule="exact"/>
              <w:ind w:left="367" w:right="117" w:hanging="24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学位授予门类</w:t>
            </w:r>
          </w:p>
        </w:tc>
        <w:tc>
          <w:tcPr>
            <w:tcW w:w="12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E7147AD">
            <w:pPr>
              <w:pStyle w:val="9"/>
              <w:spacing w:before="108" w:line="240" w:lineRule="auto"/>
              <w:ind w:left="213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修业年限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88EE598">
            <w:pPr>
              <w:pStyle w:val="9"/>
              <w:spacing w:before="9" w:line="292" w:lineRule="exact"/>
              <w:ind w:left="158" w:right="148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增设 年度</w:t>
            </w:r>
          </w:p>
        </w:tc>
      </w:tr>
      <w:tr w14:paraId="247079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exact"/>
        </w:trPr>
        <w:tc>
          <w:tcPr>
            <w:tcW w:w="10156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964C8E9">
            <w:pPr>
              <w:pStyle w:val="9"/>
              <w:spacing w:before="100" w:line="240" w:lineRule="auto"/>
              <w:ind w:left="4" w:right="0"/>
              <w:jc w:val="center"/>
              <w:rPr>
                <w:rFonts w:ascii="黑体" w:hAnsi="黑体" w:eastAsia="黑体" w:cs="黑体"/>
                <w:sz w:val="22"/>
                <w:szCs w:val="22"/>
              </w:rPr>
            </w:pPr>
            <w:r>
              <w:rPr>
                <w:rFonts w:ascii="黑体" w:hAnsi="黑体" w:eastAsia="黑体" w:cs="黑体"/>
                <w:sz w:val="22"/>
                <w:szCs w:val="22"/>
              </w:rPr>
              <w:t>哲学</w:t>
            </w:r>
          </w:p>
        </w:tc>
      </w:tr>
      <w:tr w14:paraId="711FD0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253E974">
            <w:pPr>
              <w:pStyle w:val="9"/>
              <w:spacing w:before="22" w:line="240" w:lineRule="auto"/>
              <w:ind w:left="4" w:right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w w:val="100"/>
                <w:sz w:val="22"/>
              </w:rPr>
              <w:t>1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5AEB4F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哲学类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160A37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010101</w:t>
            </w:r>
          </w:p>
        </w:tc>
        <w:tc>
          <w:tcPr>
            <w:tcW w:w="26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763BC9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哲学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52D267B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哲学</w:t>
            </w:r>
          </w:p>
        </w:tc>
        <w:tc>
          <w:tcPr>
            <w:tcW w:w="12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5484EF8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BD86EA6"/>
        </w:tc>
      </w:tr>
      <w:tr w14:paraId="6463E8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DEE1375">
            <w:pPr>
              <w:pStyle w:val="9"/>
              <w:spacing w:before="22" w:line="240" w:lineRule="auto"/>
              <w:ind w:left="4" w:right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w w:val="100"/>
                <w:sz w:val="22"/>
              </w:rPr>
              <w:t>2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5AAE11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哲学类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C07C7C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010102</w:t>
            </w:r>
          </w:p>
        </w:tc>
        <w:tc>
          <w:tcPr>
            <w:tcW w:w="26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7A8393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逻辑学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F271880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哲学</w:t>
            </w:r>
          </w:p>
        </w:tc>
        <w:tc>
          <w:tcPr>
            <w:tcW w:w="12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59BE9A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00AEE51"/>
        </w:tc>
      </w:tr>
      <w:tr w14:paraId="0E5CBD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3D04996">
            <w:pPr>
              <w:pStyle w:val="9"/>
              <w:spacing w:before="22" w:line="240" w:lineRule="auto"/>
              <w:ind w:left="4" w:right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w w:val="100"/>
                <w:sz w:val="22"/>
              </w:rPr>
              <w:t>3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39457D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哲学类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682195C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010103K</w:t>
            </w:r>
          </w:p>
        </w:tc>
        <w:tc>
          <w:tcPr>
            <w:tcW w:w="26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6BDBC7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宗教学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EF1087A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哲学</w:t>
            </w:r>
          </w:p>
        </w:tc>
        <w:tc>
          <w:tcPr>
            <w:tcW w:w="12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BDE8E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3C0682B"/>
        </w:tc>
      </w:tr>
      <w:tr w14:paraId="4B668A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732739E">
            <w:pPr>
              <w:pStyle w:val="9"/>
              <w:spacing w:before="22" w:line="240" w:lineRule="auto"/>
              <w:ind w:left="4" w:right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w w:val="100"/>
                <w:sz w:val="22"/>
              </w:rPr>
              <w:t>4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764174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哲学类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584ACF1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010104T</w:t>
            </w:r>
          </w:p>
        </w:tc>
        <w:tc>
          <w:tcPr>
            <w:tcW w:w="26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FED447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伦理学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A1FE815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哲学</w:t>
            </w:r>
          </w:p>
        </w:tc>
        <w:tc>
          <w:tcPr>
            <w:tcW w:w="12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23424D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E9580BC"/>
        </w:tc>
      </w:tr>
      <w:tr w14:paraId="62803B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exact"/>
        </w:trPr>
        <w:tc>
          <w:tcPr>
            <w:tcW w:w="10156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2427251">
            <w:pPr>
              <w:pStyle w:val="9"/>
              <w:spacing w:before="100" w:line="240" w:lineRule="auto"/>
              <w:ind w:left="4" w:right="0"/>
              <w:jc w:val="center"/>
              <w:rPr>
                <w:rFonts w:ascii="黑体" w:hAnsi="黑体" w:eastAsia="黑体" w:cs="黑体"/>
                <w:sz w:val="22"/>
                <w:szCs w:val="22"/>
              </w:rPr>
            </w:pPr>
            <w:r>
              <w:rPr>
                <w:rFonts w:ascii="黑体" w:hAnsi="黑体" w:eastAsia="黑体" w:cs="黑体"/>
                <w:sz w:val="22"/>
                <w:szCs w:val="22"/>
              </w:rPr>
              <w:t>经济学</w:t>
            </w:r>
          </w:p>
        </w:tc>
      </w:tr>
      <w:tr w14:paraId="04134C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368EADD">
            <w:pPr>
              <w:pStyle w:val="9"/>
              <w:spacing w:before="22" w:line="240" w:lineRule="auto"/>
              <w:ind w:left="4" w:right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w w:val="100"/>
                <w:sz w:val="22"/>
              </w:rPr>
              <w:t>5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349241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02D9EAB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020101</w:t>
            </w:r>
          </w:p>
        </w:tc>
        <w:tc>
          <w:tcPr>
            <w:tcW w:w="26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F127AB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AF04C3C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经济学</w:t>
            </w:r>
          </w:p>
        </w:tc>
        <w:tc>
          <w:tcPr>
            <w:tcW w:w="12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A42A5A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5773077"/>
        </w:tc>
      </w:tr>
      <w:tr w14:paraId="4837B9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8A64569">
            <w:pPr>
              <w:pStyle w:val="9"/>
              <w:spacing w:before="22" w:line="240" w:lineRule="auto"/>
              <w:ind w:left="4" w:right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w w:val="100"/>
                <w:sz w:val="22"/>
              </w:rPr>
              <w:t>6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D24E62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B2FA0F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020102</w:t>
            </w:r>
          </w:p>
        </w:tc>
        <w:tc>
          <w:tcPr>
            <w:tcW w:w="26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27F551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经济统计学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5A3EC5F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经济学</w:t>
            </w:r>
          </w:p>
        </w:tc>
        <w:tc>
          <w:tcPr>
            <w:tcW w:w="12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9DD09C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1A7FB15"/>
        </w:tc>
      </w:tr>
      <w:tr w14:paraId="7A1549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99637F1">
            <w:pPr>
              <w:pStyle w:val="9"/>
              <w:spacing w:before="22" w:line="240" w:lineRule="auto"/>
              <w:ind w:left="4" w:right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w w:val="100"/>
                <w:sz w:val="22"/>
              </w:rPr>
              <w:t>7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66B3F2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F2B9DA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020103T</w:t>
            </w:r>
          </w:p>
        </w:tc>
        <w:tc>
          <w:tcPr>
            <w:tcW w:w="26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4CF775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国民经济管理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AAA98FB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经济学</w:t>
            </w:r>
          </w:p>
        </w:tc>
        <w:tc>
          <w:tcPr>
            <w:tcW w:w="12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9A0C37D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7DA521E"/>
        </w:tc>
      </w:tr>
      <w:tr w14:paraId="2DE4BF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8158CB0">
            <w:pPr>
              <w:pStyle w:val="9"/>
              <w:spacing w:before="22" w:line="240" w:lineRule="auto"/>
              <w:ind w:left="4" w:right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w w:val="100"/>
                <w:sz w:val="22"/>
              </w:rPr>
              <w:t>8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E25ADB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445FAB5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020104T</w:t>
            </w:r>
          </w:p>
        </w:tc>
        <w:tc>
          <w:tcPr>
            <w:tcW w:w="26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3EF4A6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资源与环境经济学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18DD973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经济学</w:t>
            </w:r>
          </w:p>
        </w:tc>
        <w:tc>
          <w:tcPr>
            <w:tcW w:w="12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63D246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0D7AF35"/>
        </w:tc>
      </w:tr>
      <w:tr w14:paraId="4BFB4D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98ED56C">
            <w:pPr>
              <w:pStyle w:val="9"/>
              <w:spacing w:before="22" w:line="240" w:lineRule="auto"/>
              <w:ind w:left="4" w:right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w w:val="100"/>
                <w:sz w:val="22"/>
              </w:rPr>
              <w:t>9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B9E147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E61DF7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020105T</w:t>
            </w:r>
          </w:p>
        </w:tc>
        <w:tc>
          <w:tcPr>
            <w:tcW w:w="26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6983C3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商务经济学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1DB5E5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经济学</w:t>
            </w:r>
          </w:p>
        </w:tc>
        <w:tc>
          <w:tcPr>
            <w:tcW w:w="12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2D383F3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F9F6B39"/>
        </w:tc>
      </w:tr>
      <w:tr w14:paraId="0A1F072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973A33E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0787CE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9B28A5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020106T</w:t>
            </w:r>
          </w:p>
        </w:tc>
        <w:tc>
          <w:tcPr>
            <w:tcW w:w="26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98051B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能源经济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8010B17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经济学</w:t>
            </w:r>
          </w:p>
        </w:tc>
        <w:tc>
          <w:tcPr>
            <w:tcW w:w="12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FA2E0E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8C46864"/>
        </w:tc>
      </w:tr>
      <w:tr w14:paraId="187345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9538902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11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740B4F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7E0666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020107T</w:t>
            </w:r>
          </w:p>
        </w:tc>
        <w:tc>
          <w:tcPr>
            <w:tcW w:w="26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8BE1E1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劳动经济学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66BA09D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经济学</w:t>
            </w:r>
          </w:p>
        </w:tc>
        <w:tc>
          <w:tcPr>
            <w:tcW w:w="12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429075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E8133AA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 w14:paraId="324D35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097E3B1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64A565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59DDDB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020108T</w:t>
            </w:r>
          </w:p>
        </w:tc>
        <w:tc>
          <w:tcPr>
            <w:tcW w:w="26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F01989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经济工程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B574776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经济学</w:t>
            </w:r>
          </w:p>
        </w:tc>
        <w:tc>
          <w:tcPr>
            <w:tcW w:w="12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BF6F85C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9CE2A8D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 w14:paraId="3ED991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0D3D756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ED7530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885BF2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020109T</w:t>
            </w:r>
          </w:p>
        </w:tc>
        <w:tc>
          <w:tcPr>
            <w:tcW w:w="26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9B5783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数字经济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626E490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经济学</w:t>
            </w:r>
          </w:p>
        </w:tc>
        <w:tc>
          <w:tcPr>
            <w:tcW w:w="12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97C96A9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302A148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  <w:tr w14:paraId="71CA73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5FF94A8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14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8C7973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财政学类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59D8E6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020201K</w:t>
            </w:r>
          </w:p>
        </w:tc>
        <w:tc>
          <w:tcPr>
            <w:tcW w:w="26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DADD8F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财政学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BCB90C8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经济学</w:t>
            </w:r>
          </w:p>
        </w:tc>
        <w:tc>
          <w:tcPr>
            <w:tcW w:w="12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E179380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918A028"/>
        </w:tc>
      </w:tr>
      <w:tr w14:paraId="7058C8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6697485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15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16F817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财政学类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2B9409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020202</w:t>
            </w:r>
          </w:p>
        </w:tc>
        <w:tc>
          <w:tcPr>
            <w:tcW w:w="26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49D712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税收学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76C2F83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经济学</w:t>
            </w:r>
          </w:p>
        </w:tc>
        <w:tc>
          <w:tcPr>
            <w:tcW w:w="12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D1F4C44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123F8C2"/>
        </w:tc>
      </w:tr>
      <w:tr w14:paraId="7068C9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08136CB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16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C70FBC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财政学类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3847A38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020203TK</w:t>
            </w:r>
          </w:p>
        </w:tc>
        <w:tc>
          <w:tcPr>
            <w:tcW w:w="26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8B0734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国际税收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666FEC3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经济学</w:t>
            </w:r>
          </w:p>
        </w:tc>
        <w:tc>
          <w:tcPr>
            <w:tcW w:w="12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ECA48F1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F119CED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2021</w:t>
            </w:r>
          </w:p>
        </w:tc>
      </w:tr>
      <w:tr w14:paraId="693E52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92FA2B7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17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EC9333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金融学类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7ED3C61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020301K</w:t>
            </w:r>
          </w:p>
        </w:tc>
        <w:tc>
          <w:tcPr>
            <w:tcW w:w="26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5AD969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金融学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B193E99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经济学</w:t>
            </w:r>
          </w:p>
        </w:tc>
        <w:tc>
          <w:tcPr>
            <w:tcW w:w="12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ACC014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98868D1"/>
        </w:tc>
      </w:tr>
      <w:tr w14:paraId="538DC42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481DB19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18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19D565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金融学类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DC36E58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020302</w:t>
            </w:r>
          </w:p>
        </w:tc>
        <w:tc>
          <w:tcPr>
            <w:tcW w:w="26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5BFF12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金融工程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4361696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经济学</w:t>
            </w:r>
          </w:p>
        </w:tc>
        <w:tc>
          <w:tcPr>
            <w:tcW w:w="12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CE2979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83E71B6"/>
        </w:tc>
      </w:tr>
      <w:tr w14:paraId="05A1F07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CC9371E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19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97E74A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金融学类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C1FDBE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020303</w:t>
            </w:r>
          </w:p>
        </w:tc>
        <w:tc>
          <w:tcPr>
            <w:tcW w:w="26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21CB0B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保险学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C37847C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经济学</w:t>
            </w:r>
          </w:p>
        </w:tc>
        <w:tc>
          <w:tcPr>
            <w:tcW w:w="12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434D077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352C4C0"/>
        </w:tc>
      </w:tr>
      <w:tr w14:paraId="71BD5C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D7B783D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CA62E6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金融学类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034EB69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020304</w:t>
            </w:r>
          </w:p>
        </w:tc>
        <w:tc>
          <w:tcPr>
            <w:tcW w:w="26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0FF3FC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投资学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030A3EC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经济学</w:t>
            </w:r>
          </w:p>
        </w:tc>
        <w:tc>
          <w:tcPr>
            <w:tcW w:w="12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070CE2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FDF138E"/>
        </w:tc>
      </w:tr>
      <w:tr w14:paraId="1CF49D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4A34F1E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21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D2E54A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金融学类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D4AAD05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020305T</w:t>
            </w:r>
          </w:p>
        </w:tc>
        <w:tc>
          <w:tcPr>
            <w:tcW w:w="26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85A647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金融数学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4488F44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经济学</w:t>
            </w:r>
          </w:p>
        </w:tc>
        <w:tc>
          <w:tcPr>
            <w:tcW w:w="12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14D8CE6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9185D75"/>
        </w:tc>
      </w:tr>
      <w:tr w14:paraId="157100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28E3D3B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22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BBD288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金融学类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F1B379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020306T</w:t>
            </w:r>
          </w:p>
        </w:tc>
        <w:tc>
          <w:tcPr>
            <w:tcW w:w="26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E5410D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信用管理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51495F5">
            <w:pPr>
              <w:pStyle w:val="9"/>
              <w:spacing w:line="276" w:lineRule="exact"/>
              <w:ind w:left="28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管理学,经济学</w:t>
            </w:r>
          </w:p>
        </w:tc>
        <w:tc>
          <w:tcPr>
            <w:tcW w:w="12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059D6AC">
            <w:pPr>
              <w:pStyle w:val="9"/>
              <w:spacing w:line="276" w:lineRule="exact"/>
              <w:ind w:left="28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F00A2F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</w:p>
        </w:tc>
      </w:tr>
      <w:tr w14:paraId="7E0002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57AD69C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23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DBBBF6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金融学类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D4F3FE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020307T</w:t>
            </w:r>
          </w:p>
        </w:tc>
        <w:tc>
          <w:tcPr>
            <w:tcW w:w="26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74E15E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经济与金融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D5ACB7B">
            <w:pPr>
              <w:pStyle w:val="9"/>
              <w:spacing w:line="276" w:lineRule="exact"/>
              <w:ind w:left="28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经济学</w:t>
            </w:r>
          </w:p>
        </w:tc>
        <w:tc>
          <w:tcPr>
            <w:tcW w:w="12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19CCD78">
            <w:pPr>
              <w:pStyle w:val="9"/>
              <w:spacing w:line="276" w:lineRule="exact"/>
              <w:ind w:left="28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F3813D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</w:p>
        </w:tc>
      </w:tr>
      <w:tr w14:paraId="54373D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DEE050E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24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3B3D63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金融学类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BD2FCE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020308T</w:t>
            </w:r>
          </w:p>
        </w:tc>
        <w:tc>
          <w:tcPr>
            <w:tcW w:w="26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2395D0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精算学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DDE4BB0">
            <w:pPr>
              <w:pStyle w:val="9"/>
              <w:spacing w:line="276" w:lineRule="exact"/>
              <w:ind w:left="28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理学,经济学</w:t>
            </w:r>
          </w:p>
        </w:tc>
        <w:tc>
          <w:tcPr>
            <w:tcW w:w="12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5102990">
            <w:pPr>
              <w:pStyle w:val="9"/>
              <w:spacing w:line="276" w:lineRule="exact"/>
              <w:ind w:left="28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9E3CAA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2015</w:t>
            </w:r>
          </w:p>
        </w:tc>
      </w:tr>
    </w:tbl>
    <w:p w14:paraId="62854BC0">
      <w:pPr>
        <w:spacing w:after="0" w:line="240" w:lineRule="auto"/>
        <w:jc w:val="left"/>
        <w:rPr>
          <w:rFonts w:ascii="Times New Roman" w:hAnsi="Times New Roman" w:eastAsia="Times New Roman" w:cs="Times New Roman"/>
          <w:sz w:val="22"/>
          <w:szCs w:val="22"/>
        </w:rPr>
        <w:sectPr>
          <w:type w:val="continuous"/>
          <w:pgSz w:w="11910" w:h="16840"/>
          <w:pgMar w:top="1120" w:right="760" w:bottom="720" w:left="740" w:header="720" w:footer="720" w:gutter="0"/>
          <w:pgNumType w:fmt="decimal"/>
          <w:cols w:space="720" w:num="1"/>
        </w:sectPr>
      </w:pPr>
    </w:p>
    <w:p w14:paraId="15E93873">
      <w:pPr>
        <w:spacing w:before="8" w:line="240" w:lineRule="auto"/>
        <w:rPr>
          <w:rFonts w:ascii="Times New Roman" w:hAnsi="Times New Roman" w:eastAsia="Times New Roman" w:cs="Times New Roman"/>
          <w:sz w:val="6"/>
          <w:szCs w:val="6"/>
        </w:rPr>
      </w:pPr>
    </w:p>
    <w:tbl>
      <w:tblPr>
        <w:tblStyle w:val="5"/>
        <w:tblW w:w="10156" w:type="dxa"/>
        <w:tblInd w:w="1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2"/>
        <w:gridCol w:w="1793"/>
        <w:gridCol w:w="1284"/>
        <w:gridCol w:w="2592"/>
        <w:gridCol w:w="1728"/>
        <w:gridCol w:w="1288"/>
        <w:gridCol w:w="809"/>
      </w:tblGrid>
      <w:tr w14:paraId="3295E4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30A03F0">
            <w:pPr>
              <w:pStyle w:val="9"/>
              <w:spacing w:before="108" w:line="240" w:lineRule="auto"/>
              <w:ind w:left="83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序号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87AD053">
            <w:pPr>
              <w:pStyle w:val="9"/>
              <w:spacing w:before="108" w:line="240" w:lineRule="auto"/>
              <w:ind w:right="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门类、专业类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66744B1">
            <w:pPr>
              <w:pStyle w:val="9"/>
              <w:spacing w:before="108" w:line="240" w:lineRule="auto"/>
              <w:ind w:left="88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专业代码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DC67BF4">
            <w:pPr>
              <w:pStyle w:val="9"/>
              <w:spacing w:before="108" w:line="240" w:lineRule="auto"/>
              <w:ind w:left="770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专业名称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B44E672">
            <w:pPr>
              <w:pStyle w:val="9"/>
              <w:spacing w:before="9" w:line="292" w:lineRule="exact"/>
              <w:ind w:left="367" w:right="117" w:hanging="24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学位授予门类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697C047">
            <w:pPr>
              <w:pStyle w:val="9"/>
              <w:spacing w:before="108" w:line="240" w:lineRule="auto"/>
              <w:ind w:left="213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修业年限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9CFDEAD">
            <w:pPr>
              <w:pStyle w:val="9"/>
              <w:spacing w:before="9" w:line="292" w:lineRule="exact"/>
              <w:ind w:left="158" w:right="148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增设 年度</w:t>
            </w:r>
          </w:p>
        </w:tc>
      </w:tr>
      <w:tr w14:paraId="6114CE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E96C197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25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9FDE07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金融学类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D78D867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020309T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381018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互联网金融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443E3B6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789BE26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92437D3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 w14:paraId="3B0314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F6F0AE1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26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E42233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金融学类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EDDE1E7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020310T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E16E04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金融科技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A132E13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607163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B846FF9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 w14:paraId="43DD85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838D21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27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D8407F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金融学类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5790F9C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020311TK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8208D9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金融审计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46A8F78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8FF2A5C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588F9B5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2022</w:t>
            </w:r>
          </w:p>
        </w:tc>
      </w:tr>
      <w:tr w14:paraId="7F39E55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BCD6674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28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7A635C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经济与贸易类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95AE547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020401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88C3A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国际经济与贸易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1D0E478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A3D71C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C582495"/>
        </w:tc>
      </w:tr>
      <w:tr w14:paraId="511832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C4B4D9C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29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ECB9C8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经济与贸易类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CE7437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020402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D47754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贸易经济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90122E9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1F4C85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07A5F1"/>
        </w:tc>
      </w:tr>
      <w:tr w14:paraId="312AC8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4B4425C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30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ED5DB7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经济与贸易类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16281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020403T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90CD65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国际经济发展合作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71C874A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ADF8777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DC13E10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2021</w:t>
            </w:r>
          </w:p>
        </w:tc>
      </w:tr>
      <w:tr w14:paraId="72875C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exact"/>
        </w:trPr>
        <w:tc>
          <w:tcPr>
            <w:tcW w:w="10156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04243DE">
            <w:pPr>
              <w:pStyle w:val="9"/>
              <w:spacing w:before="100" w:line="240" w:lineRule="auto"/>
              <w:ind w:left="4" w:right="0"/>
              <w:jc w:val="center"/>
              <w:rPr>
                <w:rFonts w:ascii="黑体" w:hAnsi="黑体" w:eastAsia="黑体" w:cs="黑体"/>
                <w:sz w:val="22"/>
                <w:szCs w:val="22"/>
              </w:rPr>
            </w:pPr>
            <w:r>
              <w:rPr>
                <w:rFonts w:ascii="黑体" w:hAnsi="黑体" w:eastAsia="黑体" w:cs="黑体"/>
                <w:sz w:val="22"/>
                <w:szCs w:val="22"/>
              </w:rPr>
              <w:t>法学</w:t>
            </w:r>
          </w:p>
        </w:tc>
      </w:tr>
      <w:tr w14:paraId="5314ED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7FBCB9F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31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B8A233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58CDFD3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030101K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F3E740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FC9A845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D590099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237E21B"/>
        </w:tc>
      </w:tr>
      <w:tr w14:paraId="6ABE6D8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6BCB520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32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E1C039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2C2A8BF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030102T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51E4C0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知识产权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D40842D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5739AB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A79E27B"/>
        </w:tc>
      </w:tr>
      <w:tr w14:paraId="4E5179F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5D37745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33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A1D9F0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AFA316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030103T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F9B26C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监狱学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6B3A0EB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A6D837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34D510B"/>
        </w:tc>
      </w:tr>
      <w:tr w14:paraId="5E8B26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B15C9A1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34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CB5A2E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67A0C5F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030104T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3A8C41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信用风险管理与法律防控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316805F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8E60090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5C4EB89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 w14:paraId="11B9CD8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D00EB81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35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CBA93E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BE2757C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030105T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B4893F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国际经贸规则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4C85306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E935489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F0E7E0E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 w14:paraId="3A6E9E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3FCEA04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36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C09AE8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B0740D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030106TK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DFA13B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司法警察学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07BC6B1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DBF4650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CEFA151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  <w:tr w14:paraId="31BB686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D4F94F6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37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348A2A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42768B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030107TK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2DBE3A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社区矫正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945ABD9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79B051E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A1E9F5E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  <w:tr w14:paraId="45B2C4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5936A0F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38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10CD1F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709D32C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030108TK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88EC70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纪检监察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E9B8441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D5056EE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A384B64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2021</w:t>
            </w:r>
          </w:p>
        </w:tc>
      </w:tr>
      <w:tr w14:paraId="2B42C4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51341A4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39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C5FDC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0E05612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030109TK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9FBDA1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国际法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EC38BC5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3241DB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F4011A3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2022</w:t>
            </w:r>
          </w:p>
        </w:tc>
      </w:tr>
      <w:tr w14:paraId="3BA7D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2DC66FB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40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0B3761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399299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030110TK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1F0727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司法鉴定学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52EE189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643EBF1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BD601AC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2022</w:t>
            </w:r>
          </w:p>
        </w:tc>
      </w:tr>
      <w:tr w14:paraId="07D21A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69FC973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41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DEF970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AFBE58C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030111TK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5A244C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国家安全学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EE38CA9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A0F3B57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3D9D0CE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2023</w:t>
            </w:r>
          </w:p>
        </w:tc>
      </w:tr>
      <w:tr w14:paraId="3B6D0F8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E48424D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42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47E615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1DDE445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030112TK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6104B3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海外利益安全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7BCC79D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6E22E30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35FB8AA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2023</w:t>
            </w:r>
          </w:p>
        </w:tc>
      </w:tr>
      <w:tr w14:paraId="1F3F1C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F693292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43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D07417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政治学类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70B2C8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030201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99A2F7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政治学与行政学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2A8B0DE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261F736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8F8954F"/>
        </w:tc>
      </w:tr>
      <w:tr w14:paraId="7740DE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A35C3FF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44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63B275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政治学类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D45DE1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030202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B99562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国际政治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B80457D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3A3590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4EE73F4"/>
        </w:tc>
      </w:tr>
      <w:tr w14:paraId="7C73B2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AB7788B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45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A2F300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政治学类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33C893E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030203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896A3D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外交学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CE98325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D42B0C7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F2B12A3"/>
        </w:tc>
      </w:tr>
      <w:tr w14:paraId="0B48CF1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67B4577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46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586E5B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政治学类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2E6793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030204T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08F3B6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国际事务与国际关系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24D538F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91F7F0B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BD33568"/>
        </w:tc>
      </w:tr>
      <w:tr w14:paraId="7A6DAD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C7175F6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47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A10CE9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政治学类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0756958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030205T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BE1157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政治学、经济学与哲学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6EBF297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483593E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2C0CB76"/>
        </w:tc>
      </w:tr>
      <w:tr w14:paraId="2298971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8073EDF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48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706971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政治学类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CD0E27E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030206TK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7E4C41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国际组织与全球治理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9F7A44C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C106418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FC085C6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  <w:tr w14:paraId="1522FA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BD504DD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49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19FABA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社会学类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5A88CDE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030301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BB68E1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社会学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639F5E0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0D40807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6FC2869"/>
        </w:tc>
      </w:tr>
      <w:tr w14:paraId="0177F3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FE84E60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50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6DF5EA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社会学类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14F82E5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030302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39E84B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社会工作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EE029E6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FEA6F5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9D53058"/>
        </w:tc>
      </w:tr>
      <w:tr w14:paraId="31E41E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145B149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51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CB7C2E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社会学类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75A42A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030303T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6B5C48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人类学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B65A7DB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2731EC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08AEB17"/>
        </w:tc>
      </w:tr>
      <w:tr w14:paraId="6B20EA9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3B74BD8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52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69AE10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社会学类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09D4371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030304T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C54FB5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女性学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642C0D8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BDFF88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38C8F7B"/>
        </w:tc>
      </w:tr>
      <w:tr w14:paraId="00C451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64E1189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53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CF21C6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社会学类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6DB063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030305T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F45841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家政学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5287921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5A25073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2E03AA1"/>
        </w:tc>
      </w:tr>
      <w:tr w14:paraId="005F9F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CB63CF7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54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E25D73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社会学类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B72D1A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030306T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FAF00D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老年学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38CF221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178660C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B4974D6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2019</w:t>
            </w:r>
          </w:p>
        </w:tc>
      </w:tr>
      <w:tr w14:paraId="092427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DDCAE26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55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61EA09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社会学类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00ED578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030307T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0823A8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社会政策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B6FBDF3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D366ADC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5474B3D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2020</w:t>
            </w:r>
          </w:p>
        </w:tc>
      </w:tr>
      <w:tr w14:paraId="24700BA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C4400A4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56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3420C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民族学类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5CF52B1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030401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F8282D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民族学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3C5C97B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FE86273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25942B7"/>
        </w:tc>
      </w:tr>
      <w:tr w14:paraId="1A4489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504C684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57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239AFE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马克思主义理论类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C1B008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030501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CADF29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科学社会主义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9F09EA1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1F1ED4C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6FDACEA"/>
        </w:tc>
      </w:tr>
      <w:tr w14:paraId="175D71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42D48EC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58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768AA2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马克思主义理论类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DDB1563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030502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726EDC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中国共产党历史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97AF35A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85CC2C6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6DFF32D"/>
        </w:tc>
      </w:tr>
      <w:tr w14:paraId="6649168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E9F3F2E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59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3689B5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马克思主义理论类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C9406AE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030503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E0A314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思想政治教育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C19DFC8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1612899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50A37F1"/>
        </w:tc>
      </w:tr>
      <w:tr w14:paraId="0A3337E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5F5253C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60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880A96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马克思主义理论类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901A35B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030504T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C90172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马克思主义理论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1F57AF1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14245AE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4CF7FC4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 w14:paraId="2AACBC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42BC245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61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320C44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马克思主义理论类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29BBC03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030505TK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B63DE1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工会学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11B62DD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B12C9C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A4964FF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2022</w:t>
            </w:r>
          </w:p>
        </w:tc>
      </w:tr>
      <w:tr w14:paraId="2D052FE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7B56231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62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1E0B25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公安学类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90D858C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030601K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1199C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治安学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9BA28CB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F432B6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B986961"/>
        </w:tc>
      </w:tr>
      <w:tr w14:paraId="6E3783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6478D57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63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BAC201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公安学类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A317649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030602K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2AA295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侦查学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72FA89A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3C50E3C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ED1E3B8"/>
        </w:tc>
      </w:tr>
      <w:tr w14:paraId="4D6EB2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67482A0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64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D1CDB2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公安学类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F07A27E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030603K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BEEF6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边防管理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3A65883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21FC7E4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781F5B5"/>
        </w:tc>
      </w:tr>
      <w:tr w14:paraId="69EA3BBE"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971E922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65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F9155A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公安学类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1300CD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030604TK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B8300E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禁毒学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501BCAE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E7A1E5E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66D1110"/>
        </w:tc>
      </w:tr>
      <w:tr w14:paraId="5ABE59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FDC085B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66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D96EFC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公安学类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0250153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030605TK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D178C0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警犬技术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A3A223C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ED12CE6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C19DA95"/>
        </w:tc>
      </w:tr>
    </w:tbl>
    <w:p w14:paraId="40590081">
      <w:pPr>
        <w:spacing w:after="0"/>
        <w:sectPr>
          <w:pgSz w:w="11910" w:h="16840"/>
          <w:pgMar w:top="980" w:right="760" w:bottom="720" w:left="740" w:header="0" w:footer="522" w:gutter="0"/>
          <w:pgNumType w:fmt="decimal"/>
          <w:cols w:space="720" w:num="1"/>
        </w:sectPr>
      </w:pPr>
    </w:p>
    <w:p w14:paraId="493E2A00">
      <w:pPr>
        <w:spacing w:before="8" w:line="240" w:lineRule="auto"/>
        <w:rPr>
          <w:rFonts w:ascii="Times New Roman" w:hAnsi="Times New Roman" w:eastAsia="Times New Roman" w:cs="Times New Roman"/>
          <w:sz w:val="6"/>
          <w:szCs w:val="6"/>
        </w:rPr>
      </w:pPr>
    </w:p>
    <w:tbl>
      <w:tblPr>
        <w:tblStyle w:val="5"/>
        <w:tblW w:w="10156" w:type="dxa"/>
        <w:tblInd w:w="1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2"/>
        <w:gridCol w:w="1793"/>
        <w:gridCol w:w="1296"/>
        <w:gridCol w:w="2580"/>
        <w:gridCol w:w="1728"/>
        <w:gridCol w:w="1288"/>
        <w:gridCol w:w="809"/>
      </w:tblGrid>
      <w:tr w14:paraId="24704CB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0A2D32B">
            <w:pPr>
              <w:pStyle w:val="9"/>
              <w:spacing w:before="108" w:line="240" w:lineRule="auto"/>
              <w:ind w:left="83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序号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E6D7DBA">
            <w:pPr>
              <w:pStyle w:val="9"/>
              <w:spacing w:before="108" w:line="240" w:lineRule="auto"/>
              <w:ind w:right="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门类、专业类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66CA414">
            <w:pPr>
              <w:pStyle w:val="9"/>
              <w:spacing w:before="108" w:line="240" w:lineRule="auto"/>
              <w:ind w:left="88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专业代码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92D659D">
            <w:pPr>
              <w:pStyle w:val="9"/>
              <w:spacing w:before="108" w:line="240" w:lineRule="auto"/>
              <w:ind w:left="770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专业名称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120C2B2">
            <w:pPr>
              <w:pStyle w:val="9"/>
              <w:spacing w:before="9" w:line="292" w:lineRule="exact"/>
              <w:ind w:left="367" w:right="117" w:hanging="24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学位授予门类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96514E">
            <w:pPr>
              <w:pStyle w:val="9"/>
              <w:spacing w:before="108" w:line="240" w:lineRule="auto"/>
              <w:ind w:left="213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修业年限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4123A74">
            <w:pPr>
              <w:pStyle w:val="9"/>
              <w:spacing w:before="9" w:line="292" w:lineRule="exact"/>
              <w:ind w:left="158" w:right="148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增设 年度</w:t>
            </w:r>
          </w:p>
        </w:tc>
      </w:tr>
      <w:tr w14:paraId="51D21BA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28EE63E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67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E61BE8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公安学类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58528A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030606TK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6DC1AD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经济犯罪侦查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004E59F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EDCB7C9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FE8203D"/>
        </w:tc>
      </w:tr>
      <w:tr w14:paraId="7B4886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1BB487A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68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FA5774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公安学类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834C8F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030607TK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E87C5C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边防指挥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72D3B2E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DB57573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DE26F3A"/>
        </w:tc>
      </w:tr>
      <w:tr w14:paraId="5D4AC67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FFC4046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69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1CFE0E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公安学类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E27ECF3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030608TK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742D63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消防指挥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98544EC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EEBDFD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DA4113"/>
        </w:tc>
      </w:tr>
      <w:tr w14:paraId="0A039B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14C955E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70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02E72C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公安学类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4547CD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030609TK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2AA655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警卫学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004F147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FF39DE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6EB351A"/>
        </w:tc>
      </w:tr>
      <w:tr w14:paraId="5C01FF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702E4A8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71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A7F9D8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公安学类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51235B1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030610TK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60ECC6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公安情报学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83DD899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929ED70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2979EDE"/>
        </w:tc>
      </w:tr>
      <w:tr w14:paraId="4CBD69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B4ED9E7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72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D6791C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公安学类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84C65F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030611TK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DF2F69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犯罪学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84E75AD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F1ACA3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295A155"/>
        </w:tc>
      </w:tr>
      <w:tr w14:paraId="40EC35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803F8AB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73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762DE0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公安学类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AF4ADA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030612TK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D24C70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公安管理学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1FB7C39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861849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B1C6503"/>
        </w:tc>
      </w:tr>
      <w:tr w14:paraId="43C055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7FC8FA1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74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BDDEF3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公安学类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1792DD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030613TK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8DDFAC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涉外警务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BEB93F7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4321B9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4D4E35D"/>
        </w:tc>
      </w:tr>
      <w:tr w14:paraId="42BD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14E5835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75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A87FC2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公安学类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F5965BB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030614TK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6C331A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国内安全保卫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D07E3E9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531ED57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5014B65"/>
        </w:tc>
      </w:tr>
      <w:tr w14:paraId="4341CE7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A39D2E6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76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834682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公安学类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676C70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030615TK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AB806E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警务指挥与战术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8D1F4F9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228578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FEC1179"/>
        </w:tc>
      </w:tr>
      <w:tr w14:paraId="491228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43C635D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77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739E0E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公安学类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9CD7B9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030616TK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0518FB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技术侦查学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AD18110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15828CC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42C28E0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 w14:paraId="0615CC4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EEE07C3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78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969FB1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公安学类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D6554AF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030617TK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7F7E6E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海警执法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70A08BC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3139CB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A59A907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 w14:paraId="47C566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F7DA73B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79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61FF21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公安学类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69020B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030618TK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AA1C90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公安政治工作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1D83B62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AF132FD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273409A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  <w:tr w14:paraId="1CA6DC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BA47A2C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80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B5B56E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公安学类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0F85B3E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030619TK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F15CD0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移民管理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378164E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ACA3074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57DAA7A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  <w:tr w14:paraId="0B850D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9F9B857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81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39BA42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公安学类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F950CF5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030620TK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16424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出入境管理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5E89A06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7DBB776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5C26304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  <w:tr w14:paraId="54682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264BA91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82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284893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公安学类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2B273B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030621TK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39F107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反恐警务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C301495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D9ED090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B818350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2020</w:t>
            </w:r>
          </w:p>
        </w:tc>
      </w:tr>
      <w:tr w14:paraId="67CF30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47BF00B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83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40CB5B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公安学类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B7B633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030622TK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9D441E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消防政治工作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B604F23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B955CE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D434886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2020</w:t>
            </w:r>
          </w:p>
        </w:tc>
      </w:tr>
      <w:tr w14:paraId="7EF3358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FF14B97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84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9D3027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公安学类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774057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030623TK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5E02CA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铁路警务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283D009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EF5381C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6890D5E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2021</w:t>
            </w:r>
          </w:p>
        </w:tc>
      </w:tr>
      <w:tr w14:paraId="7A3A81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exact"/>
        </w:trPr>
        <w:tc>
          <w:tcPr>
            <w:tcW w:w="10156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8DAE784">
            <w:pPr>
              <w:pStyle w:val="9"/>
              <w:spacing w:before="100" w:line="240" w:lineRule="auto"/>
              <w:ind w:left="4" w:right="0"/>
              <w:jc w:val="center"/>
              <w:rPr>
                <w:rFonts w:ascii="黑体" w:hAnsi="黑体" w:eastAsia="黑体" w:cs="黑体"/>
                <w:sz w:val="22"/>
                <w:szCs w:val="22"/>
              </w:rPr>
            </w:pPr>
            <w:r>
              <w:rPr>
                <w:rFonts w:ascii="黑体" w:hAnsi="黑体" w:eastAsia="黑体" w:cs="黑体"/>
                <w:sz w:val="22"/>
                <w:szCs w:val="22"/>
              </w:rPr>
              <w:t>教育学</w:t>
            </w:r>
          </w:p>
        </w:tc>
      </w:tr>
      <w:tr w14:paraId="188432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D3B175B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85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5C926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教育学类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674126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040101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3F2F7E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BAF07CD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DF62497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9AB3926"/>
        </w:tc>
      </w:tr>
      <w:tr w14:paraId="168CE00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8708927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86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28C89F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教育学类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7D8F84B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040102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960880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科学教育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76C9679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EAF333D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6D96F6"/>
        </w:tc>
      </w:tr>
      <w:tr w14:paraId="07DD4C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3902FB8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87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C52EAE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教育学类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0087BC5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040103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C6AAF9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人文教育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09331F0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1C141CB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7A841EF"/>
        </w:tc>
      </w:tr>
      <w:tr w14:paraId="0663D54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8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6173C56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88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081A5B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教育学类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D02456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040104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533B31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教育技术学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78F993E">
            <w:pPr>
              <w:pStyle w:val="9"/>
              <w:spacing w:line="276" w:lineRule="exact"/>
              <w:ind w:left="28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w w:val="90"/>
                <w:sz w:val="22"/>
                <w:szCs w:val="22"/>
              </w:rPr>
              <w:t>工学,理学,教育学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9550707">
            <w:pPr>
              <w:pStyle w:val="9"/>
              <w:spacing w:line="276" w:lineRule="exact"/>
              <w:ind w:left="28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49CA593"/>
        </w:tc>
      </w:tr>
      <w:tr w14:paraId="189E53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A6500E1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89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1AEE3F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教育学类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FD6867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040105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F10FB5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艺术教育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67D1D57">
            <w:pPr>
              <w:pStyle w:val="9"/>
              <w:spacing w:line="276" w:lineRule="exact"/>
              <w:ind w:left="28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艺术学,教育学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1CC88AC">
            <w:pPr>
              <w:pStyle w:val="9"/>
              <w:spacing w:line="276" w:lineRule="exact"/>
              <w:ind w:left="28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6A90EC7"/>
        </w:tc>
      </w:tr>
      <w:tr w14:paraId="0E5392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4CA74D5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90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A915AD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教育学类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B5A8E2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040106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048FA3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学前教育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97F59C1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10D0D93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83A67BD"/>
        </w:tc>
      </w:tr>
      <w:tr w14:paraId="01861F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8B28FAF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91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1EBEF0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教育学类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4E36E0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040107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FE1AD2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小学教育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4074AFD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3B872AD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7948951"/>
        </w:tc>
      </w:tr>
      <w:tr w14:paraId="3C906C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0A9A94E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92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26251A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教育学类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D18EBA3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040108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ED10E5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特殊教育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9A9BBDB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F23303E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0468EC6"/>
        </w:tc>
      </w:tr>
      <w:tr w14:paraId="73F26F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D5DFDCC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93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4F8724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教育学类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782EC97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040109T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BC6C87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华文教育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4443DC0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5A69353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7532A60"/>
        </w:tc>
      </w:tr>
      <w:tr w14:paraId="50F37D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BCDB852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94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87716A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教育学类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5F87B41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040110TK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6B5BE2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教育康复学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459C91A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0219064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94C6F2B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2012</w:t>
            </w:r>
          </w:p>
        </w:tc>
      </w:tr>
      <w:tr w14:paraId="665998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BBB8EED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95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C95336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教育学类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2942B55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040111T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34370B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卫生教育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EDB71B5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E24BE64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4BD18C0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 w14:paraId="486BA8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EAD2C7B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96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49FA7B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教育学类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CB15B0C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040112T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2187AB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认知科学与技术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745841F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EC48B10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0524DA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  <w:tr w14:paraId="3CF944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858EDCC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97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645C68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教育学类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4AA8C7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040113T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E44DD7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融合教育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186A55B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74E9980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B8D609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2020</w:t>
            </w:r>
          </w:p>
        </w:tc>
      </w:tr>
      <w:tr w14:paraId="38F043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15B2912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98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A81E24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教育学类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5BF354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040114TK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1AB8CF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劳动教育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5E99C00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15C5AD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7059F02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2021</w:t>
            </w:r>
          </w:p>
        </w:tc>
      </w:tr>
      <w:tr w14:paraId="79C2187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382689E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99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C808EA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教育学类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1519D42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040115T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0E0B3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家庭教育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7C70E8F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014B26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98B2674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2022</w:t>
            </w:r>
          </w:p>
        </w:tc>
      </w:tr>
      <w:tr w14:paraId="33BB78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D528FFE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52BADA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教育学类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509863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040116TK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387308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孤独症儿童教育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CEC1169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90BCFA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7197E52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2022</w:t>
            </w:r>
          </w:p>
        </w:tc>
      </w:tr>
      <w:tr w14:paraId="69A889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B881048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101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AB83BA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体育学类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2A5914C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040201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7322DE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体育教育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5AAAD33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CB6E478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390853F"/>
        </w:tc>
      </w:tr>
      <w:tr w14:paraId="27916C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62BEAB3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102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0898C1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体育学类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E91C33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040202K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A31572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运动训练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07FE723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5FA0AF9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B4DB0A3"/>
        </w:tc>
      </w:tr>
      <w:tr w14:paraId="32F434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13D19C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103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F02077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体育学类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B7749EC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040203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75BE73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社会体育指导与管理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BF3D08F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1B5F7D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0CC5209"/>
        </w:tc>
      </w:tr>
      <w:tr w14:paraId="5C10D6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B60A456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104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3958A6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体育学类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CE289C3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040204K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FF0A94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武术与民族传统体育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3235449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F48E166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94D6146"/>
        </w:tc>
      </w:tr>
      <w:tr w14:paraId="104F54A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D4B1084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105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DA27BF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体育学类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41F14A9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040205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73EF65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运动人体科学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50AFB81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B6B7049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36F3779"/>
        </w:tc>
      </w:tr>
    </w:tbl>
    <w:p w14:paraId="0C865BF0">
      <w:pPr>
        <w:spacing w:after="0"/>
        <w:sectPr>
          <w:pgSz w:w="11910" w:h="16840"/>
          <w:pgMar w:top="980" w:right="760" w:bottom="720" w:left="740" w:header="0" w:footer="522" w:gutter="0"/>
          <w:pgNumType w:fmt="decimal"/>
          <w:cols w:space="720" w:num="1"/>
        </w:sectPr>
      </w:pPr>
    </w:p>
    <w:p w14:paraId="0CC36D9C">
      <w:pPr>
        <w:spacing w:before="8" w:line="240" w:lineRule="auto"/>
        <w:rPr>
          <w:rFonts w:ascii="Times New Roman" w:hAnsi="Times New Roman" w:eastAsia="Times New Roman" w:cs="Times New Roman"/>
          <w:sz w:val="6"/>
          <w:szCs w:val="6"/>
        </w:rPr>
      </w:pPr>
    </w:p>
    <w:tbl>
      <w:tblPr>
        <w:tblStyle w:val="5"/>
        <w:tblW w:w="10156" w:type="dxa"/>
        <w:tblInd w:w="1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2"/>
        <w:gridCol w:w="1805"/>
        <w:gridCol w:w="1272"/>
        <w:gridCol w:w="2592"/>
        <w:gridCol w:w="1728"/>
        <w:gridCol w:w="1288"/>
        <w:gridCol w:w="809"/>
      </w:tblGrid>
      <w:tr w14:paraId="04A82D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D0A648A">
            <w:pPr>
              <w:pStyle w:val="9"/>
              <w:spacing w:before="108" w:line="240" w:lineRule="auto"/>
              <w:ind w:left="83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序号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C6E9BFD">
            <w:pPr>
              <w:pStyle w:val="9"/>
              <w:spacing w:before="108" w:line="240" w:lineRule="auto"/>
              <w:ind w:right="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门类、专业类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88F6B46">
            <w:pPr>
              <w:pStyle w:val="9"/>
              <w:spacing w:before="108" w:line="240" w:lineRule="auto"/>
              <w:ind w:left="88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专业代码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808F13F">
            <w:pPr>
              <w:pStyle w:val="9"/>
              <w:spacing w:before="108" w:line="240" w:lineRule="auto"/>
              <w:ind w:left="770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专业名称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7B6D0B9">
            <w:pPr>
              <w:pStyle w:val="9"/>
              <w:spacing w:before="9" w:line="292" w:lineRule="exact"/>
              <w:ind w:left="367" w:right="117" w:hanging="24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学位授予门类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1758028">
            <w:pPr>
              <w:pStyle w:val="9"/>
              <w:spacing w:before="108" w:line="240" w:lineRule="auto"/>
              <w:ind w:left="213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修业年限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1E90C03">
            <w:pPr>
              <w:pStyle w:val="9"/>
              <w:spacing w:before="9" w:line="292" w:lineRule="exact"/>
              <w:ind w:left="158" w:right="148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增设 年度</w:t>
            </w:r>
          </w:p>
        </w:tc>
      </w:tr>
      <w:tr w14:paraId="7AFA5B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3A4EF65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106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508BE8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体育学类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E4D39E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040206T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7EA40F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运动康复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169D0F2">
            <w:pPr>
              <w:pStyle w:val="9"/>
              <w:spacing w:line="276" w:lineRule="exact"/>
              <w:ind w:left="28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理学,教育学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2640798">
            <w:pPr>
              <w:pStyle w:val="9"/>
              <w:spacing w:line="276" w:lineRule="exact"/>
              <w:ind w:left="28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0D26525"/>
        </w:tc>
      </w:tr>
      <w:tr w14:paraId="7A6339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9F97F75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107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F9CF1A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体育学类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8F458A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040207T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246831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休闲体育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052E8C9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BE25C79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F91F5D6"/>
        </w:tc>
      </w:tr>
      <w:tr w14:paraId="689773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09E3AF9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108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F98A90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体育学类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23300F8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040208T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3B114D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体能训练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D90EF61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0EAF433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D988DC1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 w14:paraId="5943DD7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E379E13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109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839B32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体育学类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50ACEC3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040209T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57A0C0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冰雪运动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054E645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29169F9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72B5677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 w14:paraId="266646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4B0BA52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110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BD2EF1F">
            <w:pPr>
              <w:pStyle w:val="9"/>
              <w:spacing w:line="276" w:lineRule="exact"/>
              <w:ind w:left="28" w:leftChars="0" w:right="0" w:rightChars="0"/>
              <w:jc w:val="left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体育学类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97B9C0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040210TK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1CFCB4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电子竞技运动与管理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9EB29D7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E6E3DCC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99F3AE7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  <w:tr w14:paraId="05CA55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5D9B157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/>
                <w:sz w:val="22"/>
                <w:lang w:val="en-US" w:eastAsia="en-US"/>
              </w:rPr>
            </w:pPr>
            <w:r>
              <w:rPr>
                <w:rFonts w:ascii="Times New Roman"/>
                <w:sz w:val="22"/>
              </w:rPr>
              <w:t>111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DC93291">
            <w:pPr>
              <w:pStyle w:val="9"/>
              <w:spacing w:line="276" w:lineRule="exact"/>
              <w:ind w:left="28" w:leftChars="0" w:right="0" w:rightChars="0"/>
              <w:jc w:val="left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体育学类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2541929">
            <w:pPr>
              <w:pStyle w:val="9"/>
              <w:spacing w:before="22" w:line="240" w:lineRule="auto"/>
              <w:ind w:right="0"/>
              <w:jc w:val="left"/>
              <w:rPr>
                <w:rFonts w:ascii="Times New Roman"/>
                <w:sz w:val="22"/>
                <w:lang w:val="en-US" w:eastAsia="en-US"/>
              </w:rPr>
            </w:pPr>
            <w:r>
              <w:rPr>
                <w:rFonts w:ascii="Times New Roman"/>
                <w:sz w:val="22"/>
              </w:rPr>
              <w:t>04021</w:t>
            </w:r>
            <w:r>
              <w:rPr>
                <w:rFonts w:hint="eastAsia" w:ascii="Times New Roman" w:eastAsia="宋体"/>
                <w:sz w:val="22"/>
                <w:lang w:val="en-US" w:eastAsia="zh-CN"/>
              </w:rPr>
              <w:t>1</w:t>
            </w:r>
            <w:r>
              <w:rPr>
                <w:rFonts w:ascii="Times New Roman"/>
                <w:sz w:val="22"/>
              </w:rPr>
              <w:t>TK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F72E500">
            <w:pPr>
              <w:pStyle w:val="9"/>
              <w:spacing w:before="22" w:line="240" w:lineRule="auto"/>
              <w:ind w:right="0"/>
              <w:jc w:val="left"/>
              <w:rPr>
                <w:rFonts w:ascii="Times New Roman"/>
                <w:sz w:val="22"/>
                <w:lang w:val="en-US" w:eastAsia="en-US"/>
              </w:rPr>
            </w:pPr>
            <w:r>
              <w:rPr>
                <w:rFonts w:ascii="Times New Roman"/>
                <w:sz w:val="22"/>
              </w:rPr>
              <w:t>智能体育工程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E03BECA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工学,教育</w:t>
            </w:r>
            <w:r>
              <w:rPr>
                <w:rFonts w:ascii="宋体" w:hAnsi="宋体" w:eastAsia="宋体" w:cs="宋体"/>
                <w:spacing w:val="-107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z w:val="22"/>
                <w:szCs w:val="22"/>
              </w:rPr>
              <w:t>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89D1376">
            <w:pPr>
              <w:pStyle w:val="9"/>
              <w:spacing w:line="276" w:lineRule="exact"/>
              <w:ind w:left="7" w:leftChars="0"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D34D2BB">
            <w:pPr>
              <w:pStyle w:val="9"/>
              <w:spacing w:before="22" w:line="240" w:lineRule="auto"/>
              <w:ind w:left="177" w:leftChars="0" w:right="0" w:rightChars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  <w:tr w14:paraId="6C9EBE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C8391A8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112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038BB4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体育学类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20AA13E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040212TK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ED4BD2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体育旅游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13FFF0D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DAA8E21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91B2045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  <w:tr w14:paraId="642DBD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F81B762">
            <w:pPr>
              <w:pStyle w:val="9"/>
              <w:spacing w:before="22" w:line="240" w:lineRule="auto"/>
              <w:ind w:left="158" w:leftChars="0" w:right="0" w:rightChars="0"/>
              <w:jc w:val="left"/>
              <w:rPr>
                <w:rFonts w:hint="eastAsia" w:ascii="Times New Roman" w:hAnsi="Times New Roman" w:eastAsia="宋体" w:cs="Times New Roman"/>
                <w:sz w:val="22"/>
                <w:szCs w:val="22"/>
                <w:lang w:val="en-US" w:eastAsia="zh-CN" w:bidi="ar-SA"/>
              </w:rPr>
            </w:pPr>
            <w:r>
              <w:rPr>
                <w:rFonts w:ascii="Times New Roman"/>
                <w:sz w:val="22"/>
              </w:rPr>
              <w:t>11</w:t>
            </w:r>
            <w:r>
              <w:rPr>
                <w:rFonts w:hint="eastAsia" w:ascii="Times New Roman" w:eastAsia="宋体"/>
                <w:sz w:val="22"/>
                <w:lang w:val="en-US" w:eastAsia="zh-CN"/>
              </w:rPr>
              <w:t>3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0D888D7">
            <w:pPr>
              <w:pStyle w:val="9"/>
              <w:spacing w:line="276" w:lineRule="exact"/>
              <w:ind w:left="28" w:leftChars="0" w:right="0" w:rightChars="0"/>
              <w:jc w:val="left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体育学类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503F04B">
            <w:pPr>
              <w:pStyle w:val="9"/>
              <w:spacing w:before="22" w:line="240" w:lineRule="auto"/>
              <w:ind w:left="28" w:leftChars="0" w:right="0" w:rightChars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/>
                <w:sz w:val="22"/>
              </w:rPr>
              <w:t>04021</w:t>
            </w:r>
            <w:r>
              <w:rPr>
                <w:rFonts w:hint="eastAsia" w:ascii="Times New Roman" w:eastAsia="宋体"/>
                <w:sz w:val="22"/>
                <w:lang w:val="en-US" w:eastAsia="zh-CN"/>
              </w:rPr>
              <w:t>3</w:t>
            </w:r>
            <w:r>
              <w:rPr>
                <w:rFonts w:ascii="Times New Roman"/>
                <w:sz w:val="22"/>
              </w:rPr>
              <w:t>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C9D0A7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运动能力开发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388AC84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教育学,理</w:t>
            </w:r>
            <w:r>
              <w:rPr>
                <w:rFonts w:ascii="宋体" w:hAnsi="宋体" w:eastAsia="宋体" w:cs="宋体"/>
                <w:spacing w:val="-107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z w:val="22"/>
                <w:szCs w:val="22"/>
              </w:rPr>
              <w:t>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23CA8B5">
            <w:pPr>
              <w:pStyle w:val="9"/>
              <w:spacing w:line="276" w:lineRule="exact"/>
              <w:ind w:left="7" w:leftChars="0"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A4DB7A9">
            <w:pPr>
              <w:pStyle w:val="9"/>
              <w:spacing w:before="22" w:line="240" w:lineRule="auto"/>
              <w:ind w:left="177" w:leftChars="0" w:right="0" w:rightChars="0"/>
              <w:jc w:val="left"/>
              <w:rPr>
                <w:rFonts w:hint="eastAsia" w:ascii="Times New Roman" w:hAnsi="Times New Roman" w:eastAsia="宋体" w:cs="Times New Roman"/>
                <w:sz w:val="22"/>
                <w:szCs w:val="22"/>
                <w:lang w:val="en-US" w:eastAsia="zh-CN" w:bidi="ar-SA"/>
              </w:rPr>
            </w:pPr>
            <w:r>
              <w:rPr>
                <w:rFonts w:ascii="Times New Roman"/>
                <w:sz w:val="22"/>
              </w:rPr>
              <w:t>201</w:t>
            </w:r>
            <w:r>
              <w:rPr>
                <w:rFonts w:hint="eastAsia" w:ascii="Times New Roman" w:eastAsia="宋体"/>
                <w:sz w:val="22"/>
                <w:lang w:val="en-US" w:eastAsia="zh-CN"/>
              </w:rPr>
              <w:t>9</w:t>
            </w:r>
          </w:p>
        </w:tc>
      </w:tr>
      <w:tr w14:paraId="1E84A3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393340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114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D24739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体育学类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114C5B8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040214TK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628135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足球运动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9778676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B5959CD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9293432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2023</w:t>
            </w:r>
          </w:p>
        </w:tc>
      </w:tr>
      <w:tr w14:paraId="51D024E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C918693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115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B818E0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体育学类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EF3E627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040215TK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D4D631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马术运动与管理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A1970EB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F5BA157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907976F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2023</w:t>
            </w:r>
          </w:p>
        </w:tc>
      </w:tr>
      <w:tr w14:paraId="32304E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6835E1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116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A85CAA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体育学类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254C6E5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040216T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58D157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体育康养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FD91E05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4C37AE3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6AE9D4B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2023</w:t>
            </w:r>
          </w:p>
        </w:tc>
      </w:tr>
      <w:tr w14:paraId="7F9EA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exact"/>
        </w:trPr>
        <w:tc>
          <w:tcPr>
            <w:tcW w:w="10156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7141426">
            <w:pPr>
              <w:pStyle w:val="9"/>
              <w:spacing w:before="100" w:line="240" w:lineRule="auto"/>
              <w:ind w:left="4" w:right="0"/>
              <w:jc w:val="center"/>
              <w:rPr>
                <w:rFonts w:ascii="黑体" w:hAnsi="黑体" w:eastAsia="黑体" w:cs="黑体"/>
                <w:sz w:val="22"/>
                <w:szCs w:val="22"/>
              </w:rPr>
            </w:pPr>
            <w:r>
              <w:rPr>
                <w:rFonts w:ascii="黑体" w:hAnsi="黑体" w:eastAsia="黑体" w:cs="黑体"/>
                <w:sz w:val="22"/>
                <w:szCs w:val="22"/>
              </w:rPr>
              <w:t>文学</w:t>
            </w:r>
          </w:p>
        </w:tc>
      </w:tr>
      <w:tr w14:paraId="03C817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8071C67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117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2B48CC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E48C01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050101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E8393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汉语言文学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CF9292E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DC1CFB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2CB1D72"/>
        </w:tc>
      </w:tr>
      <w:tr w14:paraId="69C80E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FF1F489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118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3E846B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54D69C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050102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3C7EEF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汉语言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BF22C3C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3CEF1F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B2735FE"/>
        </w:tc>
      </w:tr>
      <w:tr w14:paraId="479F7F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2D8EE89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119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B03BCB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9509B52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050103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3956B5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汉语国际教育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D8D84AC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2F3552C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35900D6"/>
        </w:tc>
      </w:tr>
      <w:tr w14:paraId="513128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6BF73CD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D5F7A0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0708FA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050104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6EBFFA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中国少数民族语言文学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05082F2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69FDDA3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D43BEB4"/>
        </w:tc>
      </w:tr>
      <w:tr w14:paraId="2D965A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07F802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121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2DC09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BD160C3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050105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D248AB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古典文献学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AB32195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1D61114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CEDF647"/>
        </w:tc>
      </w:tr>
      <w:tr w14:paraId="4E25AF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AF78F6F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122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86AF98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09002A1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050106T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9D2A02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应用语言学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1E1B9AC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656FA2D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C31591D"/>
        </w:tc>
      </w:tr>
      <w:tr w14:paraId="51E47E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80C3B32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123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972CED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0AFE35B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050107T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817A7A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秘书学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C2910A0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93FBBE4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15CEF1E"/>
        </w:tc>
      </w:tr>
      <w:tr w14:paraId="69615EB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B60BF79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124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22619E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5105BC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050108T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B6A547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中国语言与文化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2C5A3C7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0F73EBC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01348CA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 w14:paraId="3EF1D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44A87EC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125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5117CB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76732B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050109T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A15FCD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手语翻译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56542AF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E64CED3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3ED039D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 w14:paraId="3E0D37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FFD7A96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126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3B2160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0E8B9D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050110T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B2AB55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数字人文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1D010D7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BA91B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F57B281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2022</w:t>
            </w:r>
          </w:p>
        </w:tc>
      </w:tr>
      <w:tr w14:paraId="02A022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28021E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127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5DE5B0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F1995A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050111T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710222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中国古典学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2C372A8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EFFC5E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98A05E7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2023</w:t>
            </w:r>
          </w:p>
        </w:tc>
      </w:tr>
      <w:tr w14:paraId="04A0F2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3CF938B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128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68D71B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E412A4F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050112T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DE9045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汉学与中国学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E5569C7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E5E8230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DD05677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2023</w:t>
            </w:r>
          </w:p>
        </w:tc>
      </w:tr>
      <w:tr w14:paraId="2B02E72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5BA3778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129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12E6AE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2D3DC3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050113T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550A7D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应用中文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01D1738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5C11C0B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07E7B21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2023</w:t>
            </w:r>
          </w:p>
        </w:tc>
      </w:tr>
      <w:tr w14:paraId="72E9B05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4CC65C5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B34392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929C0D3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050201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0298E4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英语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153FCE0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F68B75F">
            <w:pPr>
              <w:pStyle w:val="9"/>
              <w:spacing w:line="276" w:lineRule="exact"/>
              <w:ind w:left="197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四年,五年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19F25DA"/>
        </w:tc>
      </w:tr>
      <w:tr w14:paraId="3859BC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4BA4459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131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F8BFE4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E2B13FC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050202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0B0884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俄语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F5DCFD1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3A06C88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57C2E7F"/>
        </w:tc>
      </w:tr>
      <w:tr w14:paraId="13043D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A2EED5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132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5148DA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F8D230E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050203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38E873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德语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07DC3CA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F1B14C4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4C757A6"/>
        </w:tc>
      </w:tr>
      <w:tr w14:paraId="44FA1A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0C1A340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133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1BDE76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E50DF7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050204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47AB02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E1EFBA0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6D0E7D6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873BAB9"/>
        </w:tc>
      </w:tr>
      <w:tr w14:paraId="20CF654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D9E6DB3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134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87E989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74BD7CB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050205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091029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西班牙语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955E267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9FC8C0D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CE68C07"/>
        </w:tc>
      </w:tr>
      <w:tr w14:paraId="1118AE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5553AE5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135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2A7433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78E850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050206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EDBA75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阿拉伯语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6D51C86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C28226D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CFE2F51"/>
        </w:tc>
      </w:tr>
      <w:tr w14:paraId="670629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383D51E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136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3444D6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958E9C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050207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1B035B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日语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35A0AED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F06DD51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7EE3058"/>
        </w:tc>
      </w:tr>
      <w:tr w14:paraId="4041EE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0946FE7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137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E6B87C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9F4C72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050208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821053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波斯语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E423D83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E89B916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AAE8279"/>
        </w:tc>
      </w:tr>
      <w:tr w14:paraId="1278E4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E25CB6F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138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225BB8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83241EF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050209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7992B8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朝鲜语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2A8160F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1C4C9AE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755D394"/>
        </w:tc>
      </w:tr>
      <w:tr w14:paraId="3B63A2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E0E8540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139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37BAB7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3DF13DE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050210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DE5E19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菲律宾语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25F04BF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1A89D4E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08D0E32"/>
        </w:tc>
      </w:tr>
      <w:tr w14:paraId="6FD665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CBD5E1E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140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C344C6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7760AE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050211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0406F8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梵语巴利语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7E27761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681AB5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B5373D2"/>
        </w:tc>
      </w:tr>
      <w:tr w14:paraId="79D6EE1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4985649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141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FB76FB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C409C9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050212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D500A3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印度尼西亚语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98B2991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70E233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8F31E2B"/>
        </w:tc>
      </w:tr>
      <w:tr w14:paraId="5508DB3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7F7CCA8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142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416A9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B585A1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050213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D1E331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印地语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CF3E69D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624FCC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543172D"/>
        </w:tc>
      </w:tr>
      <w:tr w14:paraId="7FD9F3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1E1A232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143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80FD27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09F87E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050214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3FD6C1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柬埔寨语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E740916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B6E3E01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1889587"/>
        </w:tc>
      </w:tr>
      <w:tr w14:paraId="258F6A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FA3B88E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144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3360B2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92DF7F5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050215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8FDAD5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老挝语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1EE9288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D1BA029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2A09E7A"/>
        </w:tc>
      </w:tr>
    </w:tbl>
    <w:p w14:paraId="7861203E">
      <w:pPr>
        <w:spacing w:after="0"/>
        <w:sectPr>
          <w:pgSz w:w="11910" w:h="16840"/>
          <w:pgMar w:top="980" w:right="760" w:bottom="720" w:left="740" w:header="0" w:footer="522" w:gutter="0"/>
          <w:pgNumType w:fmt="decimal"/>
          <w:cols w:space="720" w:num="1"/>
        </w:sectPr>
      </w:pPr>
    </w:p>
    <w:p w14:paraId="658ABF39">
      <w:pPr>
        <w:spacing w:before="8" w:line="240" w:lineRule="auto"/>
        <w:rPr>
          <w:rFonts w:ascii="Times New Roman" w:hAnsi="Times New Roman" w:eastAsia="Times New Roman" w:cs="Times New Roman"/>
          <w:sz w:val="6"/>
          <w:szCs w:val="6"/>
        </w:rPr>
      </w:pPr>
    </w:p>
    <w:tbl>
      <w:tblPr>
        <w:tblStyle w:val="5"/>
        <w:tblW w:w="10156" w:type="dxa"/>
        <w:tblInd w:w="1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2"/>
        <w:gridCol w:w="1805"/>
        <w:gridCol w:w="1272"/>
        <w:gridCol w:w="2580"/>
        <w:gridCol w:w="1728"/>
        <w:gridCol w:w="1300"/>
        <w:gridCol w:w="809"/>
      </w:tblGrid>
      <w:tr w14:paraId="5B562F7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645386F">
            <w:pPr>
              <w:pStyle w:val="9"/>
              <w:spacing w:before="108" w:line="240" w:lineRule="auto"/>
              <w:ind w:left="83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序号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C73F9C5">
            <w:pPr>
              <w:pStyle w:val="9"/>
              <w:spacing w:before="108" w:line="240" w:lineRule="auto"/>
              <w:ind w:right="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门类、专业类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D21227D">
            <w:pPr>
              <w:pStyle w:val="9"/>
              <w:spacing w:before="108" w:line="240" w:lineRule="auto"/>
              <w:ind w:left="88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专业代码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283AE09">
            <w:pPr>
              <w:pStyle w:val="9"/>
              <w:spacing w:before="108" w:line="240" w:lineRule="auto"/>
              <w:ind w:left="770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专业名称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1885B4D">
            <w:pPr>
              <w:pStyle w:val="9"/>
              <w:spacing w:before="9" w:line="292" w:lineRule="exact"/>
              <w:ind w:left="367" w:right="117" w:hanging="24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学位授予门类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E6B535B">
            <w:pPr>
              <w:pStyle w:val="9"/>
              <w:spacing w:before="108" w:line="240" w:lineRule="auto"/>
              <w:ind w:left="213" w:right="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修业年限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723EDE8">
            <w:pPr>
              <w:pStyle w:val="9"/>
              <w:spacing w:before="9" w:line="292" w:lineRule="exact"/>
              <w:ind w:left="158" w:right="148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增设 年度</w:t>
            </w:r>
          </w:p>
        </w:tc>
      </w:tr>
      <w:tr w14:paraId="6EE5193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0BD8DF5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145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538948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5C9DDD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050216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4C6EAE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缅甸语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A926171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39E858C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9E8722E"/>
        </w:tc>
      </w:tr>
      <w:tr w14:paraId="33BB69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E1CE2EF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146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0D2B0D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7808CD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050217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3E068A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马来语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8E18991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BE4A878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1D802EB"/>
        </w:tc>
      </w:tr>
      <w:tr w14:paraId="544E079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D71F5FD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147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27F1EF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C67D199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050218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99E5E7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蒙古语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C7DFD04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D3E6AD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E2317E6"/>
        </w:tc>
      </w:tr>
      <w:tr w14:paraId="780810A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6EDB936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148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61C6E0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F2AC07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050219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95162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僧伽罗语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EB190E3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6C21426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EC26B7F"/>
        </w:tc>
      </w:tr>
      <w:tr w14:paraId="36FAE2E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50F1202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149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A12A54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DC2B99E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050220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44FAED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泰语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237C44B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6FF7C49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1949305"/>
        </w:tc>
      </w:tr>
      <w:tr w14:paraId="3730A6E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A6A6709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150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EFF0E0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EDD9F2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050221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1C8154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乌尔都语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7004342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E0F0F74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6BD33AD"/>
        </w:tc>
      </w:tr>
      <w:tr w14:paraId="602A2F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A0DF38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151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53B323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2E9DBA1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050222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A08E0A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希伯来语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2A45DD8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3E908D7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22F1E13"/>
        </w:tc>
      </w:tr>
      <w:tr w14:paraId="054033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3260F2F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152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579BCE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D1EAADC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050223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559410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越南语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68E8583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06FA8C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914C47B"/>
        </w:tc>
      </w:tr>
      <w:tr w14:paraId="1B915C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A8F3FAD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153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49E4D3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401CB19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050224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BC0D7C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豪萨语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319CB8A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9807990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EEC7EF"/>
        </w:tc>
      </w:tr>
      <w:tr w14:paraId="28DA596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85C008C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154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E3055D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E927AB5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050225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1D7011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斯瓦希里语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02DBCDE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600E7C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9FA63FF"/>
        </w:tc>
      </w:tr>
      <w:tr w14:paraId="45289C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E5A4D3F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155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D2AD54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0A8BBF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050226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DA5822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阿尔巴尼亚语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8FC7E26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6B25F40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41E3889"/>
        </w:tc>
      </w:tr>
      <w:tr w14:paraId="547B2B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2F10A60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156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53B1C9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B4916BB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050227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07F579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保加利亚语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63E1A31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902AA7B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F00DAB9"/>
        </w:tc>
      </w:tr>
      <w:tr w14:paraId="456F93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7606B70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157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2FC335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B09BA1B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050228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F86DAD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波兰语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4F0D9AF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BEB45AB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6D4F704"/>
        </w:tc>
      </w:tr>
      <w:tr w14:paraId="54408A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A2AF426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158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928FF2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15DE923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050229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5FE1BB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捷克语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AE3742D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35577F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3DC7A89"/>
        </w:tc>
      </w:tr>
      <w:tr w14:paraId="6A3AF20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67E79D8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159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8D1760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828921F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050230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0F0807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斯洛伐克语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78A2D43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CB91BD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8B4CEB9"/>
        </w:tc>
      </w:tr>
      <w:tr w14:paraId="15D9D8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55B1334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160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97C9C3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867BBBB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050231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AA5419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罗马尼亚语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71ED608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D90DCEE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254A540"/>
        </w:tc>
      </w:tr>
      <w:tr w14:paraId="5B49F4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306D2C8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161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D742CE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376FBB5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050232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AE7C48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葡萄牙语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B84F3E8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AFC3311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B18B95B"/>
        </w:tc>
      </w:tr>
      <w:tr w14:paraId="245311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6158FF5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162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393EF9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DA403E5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050233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9B0DDA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瑞典语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35F8D77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B62B969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54B9854"/>
        </w:tc>
      </w:tr>
      <w:tr w14:paraId="530C2FE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F8EEC8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163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3921BB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8BCE47B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050234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8438F3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塞尔维亚语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ED3ADF4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4A3AD0D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8E9A9A6"/>
        </w:tc>
      </w:tr>
      <w:tr w14:paraId="14E120E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1D6D323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164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73F0A6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A16495B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050235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B14ECF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土耳其语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9604D46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5A69EC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A95BFB0"/>
        </w:tc>
      </w:tr>
      <w:tr w14:paraId="65C3BD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F94AC5F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165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702295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AAB79F8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050236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8C4C72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希腊语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6CE69D8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6BE48D4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E1A26CA"/>
        </w:tc>
      </w:tr>
      <w:tr w14:paraId="6B39A6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3F6F1FB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166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C5C686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0F08D43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050237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D39414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匈牙利语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38E39FE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7BC8770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87B943E"/>
        </w:tc>
      </w:tr>
      <w:tr w14:paraId="5F1EA3B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F8D8522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167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DC53B6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B8585CE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050238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1747BB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意大利语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B15D940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41DCE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AB1B281"/>
        </w:tc>
      </w:tr>
      <w:tr w14:paraId="0DE0014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932ACE8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168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BD6DA8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E356733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050239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95FD61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泰米尔语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C8671C9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4F4EA1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8B5C6E9"/>
        </w:tc>
      </w:tr>
      <w:tr w14:paraId="4670BC6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B59F8DD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169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0E8CC2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CEEB0DC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050240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EF0622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普什图语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9ACE29C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3137BED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C6010F4"/>
        </w:tc>
      </w:tr>
      <w:tr w14:paraId="05870A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7210727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170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D454CE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A3D2EEF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050241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86D999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世界语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85F64C8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1EF1531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7BD2EE6"/>
        </w:tc>
      </w:tr>
      <w:tr w14:paraId="1E7C9B1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B78AAC8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171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E45EF0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51D644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050242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AE94E0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孟加拉语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D4C90C5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CA6D227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B118D88"/>
        </w:tc>
      </w:tr>
      <w:tr w14:paraId="645614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214C840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172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98F783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A5AE787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050243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537F7C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尼泊尔语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B4343AD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B20F350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BABBCD6"/>
        </w:tc>
      </w:tr>
      <w:tr w14:paraId="27C5233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102B5B9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173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4D5C13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86B933E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050244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A96A89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克罗地亚语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4F0841F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0D6EDB1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BA7DC8A"/>
        </w:tc>
      </w:tr>
      <w:tr w14:paraId="5A32789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ECD6EE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174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1EE4C4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B5905D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050245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665E09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荷兰语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80149ED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11BF40D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B189358"/>
        </w:tc>
      </w:tr>
      <w:tr w14:paraId="440250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3C45F47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175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67E1D5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5AC1D6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050246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3BBCB5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芬兰语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D328BF8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D4E6596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A59B542"/>
        </w:tc>
      </w:tr>
      <w:tr w14:paraId="4EBFE7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C5F0A8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176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20D82C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FF55E6C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050247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384F86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乌克兰语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7283AB3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DCB41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BB53610"/>
        </w:tc>
      </w:tr>
      <w:tr w14:paraId="6A38A90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157BC59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177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BF7055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48CC94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050248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0362A1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挪威语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C313AD3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02EB52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05859F2"/>
        </w:tc>
      </w:tr>
      <w:tr w14:paraId="070E97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82C24F8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178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8714FB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D46C60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050249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33FBCB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丹麦语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5DC20B0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7C53FC9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D06B66"/>
        </w:tc>
      </w:tr>
      <w:tr w14:paraId="049BEAE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BB31E87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179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DA3421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DF8F6D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050250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98E66F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冰岛语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B13A081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929D03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96FE8A5"/>
        </w:tc>
      </w:tr>
      <w:tr w14:paraId="276FA4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4B0C0D2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180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ED5E19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F8678E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050251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0648B4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爱尔兰语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99B7324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A766D9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4E60A45"/>
        </w:tc>
      </w:tr>
      <w:tr w14:paraId="13F942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D1E040F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181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FEAC0A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4D436F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050252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51BC31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拉脱维亚语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2B70339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1B968B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356AE57"/>
        </w:tc>
      </w:tr>
      <w:tr w14:paraId="40B2CA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09FB2BE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182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DA6AFB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5717E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050253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4D667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立陶宛语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C5BB012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6C35CD9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702414C"/>
        </w:tc>
      </w:tr>
      <w:tr w14:paraId="4B0AF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693F1CF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183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C09A5F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9D2E685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050254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2CD687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斯洛文尼亚语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F4456BF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74D8254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4E2FE9F"/>
        </w:tc>
      </w:tr>
      <w:tr w14:paraId="57BE7C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BC61849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184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869C1F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81258D7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050255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C790C4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爱沙尼亚语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B05C525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7CC9218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A59B457"/>
        </w:tc>
      </w:tr>
      <w:tr w14:paraId="5F420F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E97471A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185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F2973F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D73A3FC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050256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453FBF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马耳他语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0AA258C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0A0DCFD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C05E774"/>
        </w:tc>
      </w:tr>
      <w:tr w14:paraId="4FAFA50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D1CA3E6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186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BB8D19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B6BA0A2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050257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926F6B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哈萨克语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4E4F7CA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7043651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63EE663"/>
        </w:tc>
      </w:tr>
      <w:tr w14:paraId="14D1FDA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A52F202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187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B8BB12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41C3E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050258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859964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乌兹别克语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9FBD9E3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F59184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7DD3A9C"/>
        </w:tc>
      </w:tr>
    </w:tbl>
    <w:p w14:paraId="46DD6934">
      <w:pPr>
        <w:spacing w:after="0"/>
        <w:sectPr>
          <w:pgSz w:w="11910" w:h="16840"/>
          <w:pgMar w:top="980" w:right="760" w:bottom="720" w:left="740" w:header="0" w:footer="522" w:gutter="0"/>
          <w:pgNumType w:fmt="decimal"/>
          <w:cols w:space="720" w:num="1"/>
        </w:sectPr>
      </w:pPr>
    </w:p>
    <w:p w14:paraId="3C3A9136">
      <w:pPr>
        <w:spacing w:before="8" w:line="240" w:lineRule="auto"/>
        <w:rPr>
          <w:rFonts w:ascii="Times New Roman" w:hAnsi="Times New Roman" w:eastAsia="Times New Roman" w:cs="Times New Roman"/>
          <w:sz w:val="6"/>
          <w:szCs w:val="6"/>
        </w:rPr>
      </w:pPr>
    </w:p>
    <w:tbl>
      <w:tblPr>
        <w:tblStyle w:val="5"/>
        <w:tblW w:w="10156" w:type="dxa"/>
        <w:tblInd w:w="1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2"/>
        <w:gridCol w:w="1793"/>
        <w:gridCol w:w="1284"/>
        <w:gridCol w:w="2592"/>
        <w:gridCol w:w="1716"/>
        <w:gridCol w:w="1300"/>
        <w:gridCol w:w="809"/>
      </w:tblGrid>
      <w:tr w14:paraId="5A116AE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04DD3DD">
            <w:pPr>
              <w:pStyle w:val="9"/>
              <w:spacing w:before="108" w:line="240" w:lineRule="auto"/>
              <w:ind w:left="83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序号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28A7EDB">
            <w:pPr>
              <w:pStyle w:val="9"/>
              <w:spacing w:before="108" w:line="240" w:lineRule="auto"/>
              <w:ind w:right="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门类、专业类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3187825">
            <w:pPr>
              <w:pStyle w:val="9"/>
              <w:spacing w:before="108" w:line="240" w:lineRule="auto"/>
              <w:ind w:left="88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专业代码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4988B5F">
            <w:pPr>
              <w:pStyle w:val="9"/>
              <w:spacing w:before="108" w:line="240" w:lineRule="auto"/>
              <w:ind w:left="770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专业名称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CB14666">
            <w:pPr>
              <w:pStyle w:val="9"/>
              <w:spacing w:before="9" w:line="292" w:lineRule="exact"/>
              <w:ind w:left="367" w:right="117" w:hanging="24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学位授予门类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69D3D84">
            <w:pPr>
              <w:pStyle w:val="9"/>
              <w:spacing w:before="108" w:line="240" w:lineRule="auto"/>
              <w:ind w:left="213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修业年限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5EF625B">
            <w:pPr>
              <w:pStyle w:val="9"/>
              <w:spacing w:before="9" w:line="292" w:lineRule="exact"/>
              <w:ind w:left="158" w:right="148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增设 年度</w:t>
            </w:r>
          </w:p>
        </w:tc>
      </w:tr>
      <w:tr w14:paraId="156F6A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7181309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188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F7BE0D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33CA99B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050259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FC33B8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祖鲁语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557435A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E6FA167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A1F3343"/>
        </w:tc>
      </w:tr>
      <w:tr w14:paraId="056FD61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1EFACE0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189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E7CC28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8BA0A48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050260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2ED5FB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拉丁语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0EEA190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3B6A81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704C50E"/>
        </w:tc>
      </w:tr>
      <w:tr w14:paraId="279825B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EF404C5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190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0DC8DD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9EB09A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050261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4A9CBD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翻译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8162DC5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B72856C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A5E8D95"/>
        </w:tc>
      </w:tr>
      <w:tr w14:paraId="6FD6C4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A3186ED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191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CAAC28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FCEC5B9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050262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FF7297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商务英语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7C00DC5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75385B6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BBF4FA6"/>
        </w:tc>
      </w:tr>
      <w:tr w14:paraId="7F364B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4582605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192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AC9436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127390B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050263T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936E62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阿姆哈拉语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5267A5B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C70A709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9E93EED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2012</w:t>
            </w:r>
          </w:p>
        </w:tc>
      </w:tr>
      <w:tr w14:paraId="779B0A4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1BD96B2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193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56B879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B6C858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050264T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87C830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吉尔吉斯语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06DA7E6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380413B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7C86F2D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2012</w:t>
            </w:r>
          </w:p>
        </w:tc>
      </w:tr>
      <w:tr w14:paraId="3AA2D86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C306C3B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194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71022E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627959B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050265T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8174AA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索马里语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AC70703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917D33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93EBB13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2013</w:t>
            </w:r>
          </w:p>
        </w:tc>
      </w:tr>
      <w:tr w14:paraId="53E197B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EF76B33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195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495DC1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AFF9B0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050266T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4B66FB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土库曼语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233B957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48D59E1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0E41C38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2014</w:t>
            </w:r>
          </w:p>
        </w:tc>
      </w:tr>
      <w:tr w14:paraId="0470EC2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FE5E2B9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196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41EE55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8D4A03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050267T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289A6F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加泰罗尼亚语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FD95D05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7491FE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8CC41DA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2014</w:t>
            </w:r>
          </w:p>
        </w:tc>
      </w:tr>
      <w:tr w14:paraId="54FC76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D300539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197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E9BBF6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F5469FE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050268T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5B9081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约鲁巴语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2B4DD32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B7599E1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EA92BB0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2014</w:t>
            </w:r>
          </w:p>
        </w:tc>
      </w:tr>
      <w:tr w14:paraId="774E6E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BCA5FE6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198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A4D08D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D8D917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050269T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947455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亚美尼亚语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30F7862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9510E6D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0681E9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2015</w:t>
            </w:r>
          </w:p>
        </w:tc>
      </w:tr>
      <w:tr w14:paraId="7574C5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E9DF2F3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199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4A7F60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2C2CFC7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050270T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2BFB96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马达加斯加语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25FB6C3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F04A251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D6971AD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2015</w:t>
            </w:r>
          </w:p>
        </w:tc>
      </w:tr>
      <w:tr w14:paraId="47A33C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FD6D06D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200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C1E659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60D924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050271T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0032ED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格鲁吉亚语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06644A9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33A11F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C82276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2015</w:t>
            </w:r>
          </w:p>
        </w:tc>
      </w:tr>
      <w:tr w14:paraId="48B6585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B46F05B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10055B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871CC4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050272T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05DB8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阿塞拜疆语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81F42EA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A39EDBC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DFC0BD9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2015</w:t>
            </w:r>
          </w:p>
        </w:tc>
      </w:tr>
      <w:tr w14:paraId="6AD7220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46EC24C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0AF178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AA96F05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050273T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92168B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阿非利卡语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A5DBD7F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60664EE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94C1986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2015</w:t>
            </w:r>
          </w:p>
        </w:tc>
      </w:tr>
      <w:tr w14:paraId="6E1694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E807A30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203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DBF1C9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2BEB7F3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050274T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BDFCE2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马其顿语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D6B93CE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735F0A4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75827A0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2015</w:t>
            </w:r>
          </w:p>
        </w:tc>
      </w:tr>
      <w:tr w14:paraId="7E4D4E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AF758DF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204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29B599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57726C2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050275T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47F1F8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塔吉克语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7D22D7A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F2F4931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93A4CCC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2015</w:t>
            </w:r>
          </w:p>
        </w:tc>
      </w:tr>
      <w:tr w14:paraId="2C95FA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043B1E0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205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0A2F15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7541E67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050276T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EFF15D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茨瓦纳语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4A2C11C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57BA04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B0DDA43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 w14:paraId="49BA233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F1DAF90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206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7D33E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EED44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050277T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AB1F04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恩德贝莱语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5AFE628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D690E76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88C0012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 w14:paraId="0A6076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143C74D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207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9204E8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B6B56F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050278T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7F95F0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科摩罗语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6115C74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8082507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12AC6FE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 w14:paraId="6BF8BFA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8DD99D5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208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0C2090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B62EB9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050279T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683235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克里奥尔语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27B8F9B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B7E324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80C6C4B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 w14:paraId="6BC7DDE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A7B27C4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209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9F7867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AF2E5DF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050280T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BA9380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绍纳语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F4E930D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375CF11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5848BC1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 w14:paraId="6CFD54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61774BE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210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10D2D0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555E6A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050281T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3355DB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提格雷尼亚语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874133B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A28C41B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4604520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 w14:paraId="574479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863B176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211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BB09E4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149CD4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050282T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3499D2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白俄罗斯语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43A8875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A1AFC20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EA14226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 w14:paraId="7327C81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5B1429E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212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131038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8AD6599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050283T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7CF706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毛利语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853A4F7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8A9F1F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B33BD0C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 w14:paraId="77DE27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618FD35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213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F44F67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988AE4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050284T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80C098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汤加语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6211602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E965F01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E829446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 w14:paraId="64C06F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B5065F9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214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FF7A2C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51F73E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050285T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E03321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萨摩亚语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11D9FE8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98F3CA1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1D35AEA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 w14:paraId="407D69A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3D0762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215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D78393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244665B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050286T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43F57D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库尔德语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643C263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3A1AC51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B3CE9D4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 w14:paraId="19E5AE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1639349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216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6316DD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75600A7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050287T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F055E2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比斯拉马语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C626E85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226F6F3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A6961D1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 w14:paraId="134066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948098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217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FE3DF7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6D69B4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050288T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38F3E5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达里语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B4286EE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21E1B3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C865B3B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 w14:paraId="225510A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4273253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218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560129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A3AD60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050289T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E9A1B1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德顿语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39CEE18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3D76E4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DA5FAF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 w14:paraId="4A55BB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217F1BC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219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02E239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E09590F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050290T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21492B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迪维希语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1190648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1FFF444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974679B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 w14:paraId="22A9A2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EA96AB8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220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7F044E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60BD4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050291T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94A16A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斐济语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B9C63B8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D9EFC3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764F476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 w14:paraId="232BE7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FA1F0A6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221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CAA4D0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CCF7837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050292T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35202C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库克群岛毛利语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80D252B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19D713B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984960C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 w14:paraId="282135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E10D55D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222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764595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56493D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050293T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D59B92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隆迪语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84FAE48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ED6A6D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0FCC4A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 w14:paraId="54E0A31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126D873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223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37F125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630563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050294T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785522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卢森堡语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0F5E652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2777B28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A77066B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 w14:paraId="3FA6F57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00DAA0C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224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4E91C1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257823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050295T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DDC31F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卢旺达语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8A7B438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052C71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73DAC56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 w14:paraId="3431A5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F6BFF13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225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8E3E81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462F329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050296T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FB6635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纽埃语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359E5AE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7B76CC3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F2BA4AD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 w14:paraId="2DB2945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7F9ECA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226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A81A2F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43B15FE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050297T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ABB1A4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皮金语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87422D5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65798FE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808C659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 w14:paraId="470B98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9217FD0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227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99CEF3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0CA8DA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050298T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DBAA4A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切瓦语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DF1EF30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2A15387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CC21AB8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 w14:paraId="5FE41C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0124877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228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627566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7B4FAB3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050299T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D7A189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塞苏陀语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5042042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1B2DA28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7232530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 w14:paraId="6CEA058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B3FCC23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229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36844D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AB210E8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050200T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25B3B6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桑戈语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00797E4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9E6A61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566F769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 w14:paraId="16FD07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D86E90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230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8191B4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AE4675B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0502100T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13DDA1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语言学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0532719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6982E5E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6ABC91B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</w:tbl>
    <w:p w14:paraId="14B370EE">
      <w:pPr>
        <w:spacing w:after="0" w:line="240" w:lineRule="auto"/>
        <w:jc w:val="left"/>
        <w:rPr>
          <w:rFonts w:ascii="Times New Roman" w:hAnsi="Times New Roman" w:eastAsia="Times New Roman" w:cs="Times New Roman"/>
          <w:sz w:val="22"/>
          <w:szCs w:val="22"/>
        </w:rPr>
        <w:sectPr>
          <w:pgSz w:w="11910" w:h="16840"/>
          <w:pgMar w:top="980" w:right="760" w:bottom="720" w:left="740" w:header="0" w:footer="522" w:gutter="0"/>
          <w:pgNumType w:fmt="decimal"/>
          <w:cols w:space="720" w:num="1"/>
        </w:sectPr>
      </w:pPr>
    </w:p>
    <w:p w14:paraId="529E2E39">
      <w:pPr>
        <w:spacing w:before="8" w:line="240" w:lineRule="auto"/>
        <w:rPr>
          <w:rFonts w:ascii="Times New Roman" w:hAnsi="Times New Roman" w:eastAsia="Times New Roman" w:cs="Times New Roman"/>
          <w:sz w:val="6"/>
          <w:szCs w:val="6"/>
        </w:rPr>
      </w:pPr>
    </w:p>
    <w:tbl>
      <w:tblPr>
        <w:tblStyle w:val="5"/>
        <w:tblW w:w="10156" w:type="dxa"/>
        <w:tblInd w:w="1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2"/>
        <w:gridCol w:w="1793"/>
        <w:gridCol w:w="1284"/>
        <w:gridCol w:w="2592"/>
        <w:gridCol w:w="1716"/>
        <w:gridCol w:w="1300"/>
        <w:gridCol w:w="809"/>
      </w:tblGrid>
      <w:tr w14:paraId="4876D9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1B32F48">
            <w:pPr>
              <w:pStyle w:val="9"/>
              <w:spacing w:before="108" w:line="240" w:lineRule="auto"/>
              <w:ind w:left="83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序号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FB942BC">
            <w:pPr>
              <w:pStyle w:val="9"/>
              <w:spacing w:before="108" w:line="240" w:lineRule="auto"/>
              <w:ind w:right="0" w:firstLine="240" w:firstLineChars="10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门类、专业类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E85BE6E">
            <w:pPr>
              <w:pStyle w:val="9"/>
              <w:spacing w:before="108" w:line="240" w:lineRule="auto"/>
              <w:ind w:left="88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专业代码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EDE65D9">
            <w:pPr>
              <w:pStyle w:val="9"/>
              <w:spacing w:before="108" w:line="240" w:lineRule="auto"/>
              <w:ind w:left="770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专业名称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B3337BC">
            <w:pPr>
              <w:pStyle w:val="9"/>
              <w:spacing w:before="9" w:line="292" w:lineRule="exact"/>
              <w:ind w:left="367" w:right="117" w:hanging="24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学位授予门类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3B8BA9A">
            <w:pPr>
              <w:pStyle w:val="9"/>
              <w:spacing w:before="108" w:line="240" w:lineRule="auto"/>
              <w:ind w:left="213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修业年限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882DC2A">
            <w:pPr>
              <w:pStyle w:val="9"/>
              <w:spacing w:before="9" w:line="292" w:lineRule="exact"/>
              <w:ind w:left="158" w:right="148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增设 年度</w:t>
            </w:r>
          </w:p>
        </w:tc>
      </w:tr>
      <w:tr w14:paraId="387399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EDB2D30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231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4D231B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0A48629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0502101T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DF49D4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塔玛齐格特语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FF2B443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0F1B8E1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C02C1EF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  <w:tr w14:paraId="6FEA3DA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8593EA7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232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7776AA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EDA78CB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0502102T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3553BE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爪哇语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32DD7F9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3E0FBF4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DF21AA5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  <w:tr w14:paraId="26925E9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1A6C158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233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01549C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099011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0502103T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DE5EDD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旁遮普语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7DFDBC6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7DFB78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3F54EAB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  <w:tr w14:paraId="5C05874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45DC88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234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C2FFAC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新闻传播学类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9B3B627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050301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46CAAA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新闻学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53A990F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A5F4583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B7398E3"/>
        </w:tc>
      </w:tr>
      <w:tr w14:paraId="19F6EB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B65ED7F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235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F5EB7A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新闻传播学类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7804FF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050302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44B446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广播电视学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0364A5E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C8A70B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463CE2F"/>
        </w:tc>
      </w:tr>
      <w:tr w14:paraId="3A5C5A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0958915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236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FA5FAC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新闻传播学类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512F17E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050303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EB9CC7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广告学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E53D87F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687F78C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7910730"/>
        </w:tc>
      </w:tr>
      <w:tr w14:paraId="660758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A0144A5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237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10D2E5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新闻传播学类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EF7150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050304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51D21E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传播学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7E502C4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760C24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0753EFF"/>
        </w:tc>
      </w:tr>
      <w:tr w14:paraId="31A57A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9A1B8CC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238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BAA13D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新闻传播学类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B06D89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050305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BE969A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编辑出版学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6691BB6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5F61BC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67AF8E9"/>
        </w:tc>
      </w:tr>
      <w:tr w14:paraId="05868AB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1761FE5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239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CBD300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新闻传播学类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4D77AE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050306T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421C83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网络与新媒体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5E89138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58915E4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5F81EB0"/>
        </w:tc>
      </w:tr>
      <w:tr w14:paraId="16453A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6BA9157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240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0B1F37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新闻传播学类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81EAA1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050307T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8C5609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数字出版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8F6640D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F81ECF0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9D4BD6E"/>
        </w:tc>
      </w:tr>
      <w:tr w14:paraId="4BE0546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10BB93C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241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5D88F0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新闻传播学类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E9AB77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050308T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0AACA8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时尚传播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F64C977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3E331F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EA7319B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 w14:paraId="7795EB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7306952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242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FEA82C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新闻传播学类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B1AF8CC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050309T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D566A3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国际新闻与传播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6A5CC41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934293C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903AC61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  <w:tr w14:paraId="1C4E582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47EE19F">
            <w:pPr>
              <w:pStyle w:val="9"/>
              <w:spacing w:before="133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243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F0C335B">
            <w:pPr>
              <w:pStyle w:val="9"/>
              <w:spacing w:before="98" w:line="240" w:lineRule="auto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新闻传播学类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4B22AB4">
            <w:pPr>
              <w:pStyle w:val="9"/>
              <w:spacing w:before="133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050310T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49292D1">
            <w:pPr>
              <w:pStyle w:val="9"/>
              <w:spacing w:before="98" w:line="240" w:lineRule="auto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会展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4F66C4E">
            <w:pPr>
              <w:pStyle w:val="9"/>
              <w:spacing w:before="3" w:line="272" w:lineRule="exact"/>
              <w:ind w:right="101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管理学,文</w:t>
            </w:r>
            <w:r>
              <w:rPr>
                <w:rFonts w:ascii="宋体" w:hAnsi="宋体" w:eastAsia="宋体" w:cs="宋体"/>
                <w:spacing w:val="-107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z w:val="22"/>
                <w:szCs w:val="22"/>
              </w:rPr>
              <w:t>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5E299FE">
            <w:pPr>
              <w:pStyle w:val="9"/>
              <w:spacing w:before="98" w:line="240" w:lineRule="auto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25916A7">
            <w:pPr>
              <w:pStyle w:val="9"/>
              <w:spacing w:before="133" w:line="240" w:lineRule="auto"/>
              <w:ind w:right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2019</w:t>
            </w:r>
          </w:p>
        </w:tc>
      </w:tr>
      <w:tr w14:paraId="2CF7C87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exact"/>
        </w:trPr>
        <w:tc>
          <w:tcPr>
            <w:tcW w:w="10156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187F2BF">
            <w:pPr>
              <w:pStyle w:val="9"/>
              <w:spacing w:before="100" w:line="240" w:lineRule="auto"/>
              <w:ind w:left="4" w:right="0"/>
              <w:jc w:val="center"/>
              <w:rPr>
                <w:rFonts w:ascii="黑体" w:hAnsi="黑体" w:eastAsia="黑体" w:cs="黑体"/>
                <w:sz w:val="22"/>
                <w:szCs w:val="22"/>
              </w:rPr>
            </w:pPr>
            <w:r>
              <w:rPr>
                <w:rFonts w:ascii="黑体" w:hAnsi="黑体" w:eastAsia="黑体" w:cs="黑体"/>
                <w:sz w:val="22"/>
                <w:szCs w:val="22"/>
              </w:rPr>
              <w:t>历史学</w:t>
            </w:r>
          </w:p>
        </w:tc>
      </w:tr>
      <w:tr w14:paraId="698C76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690D17A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244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330E2C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历史学类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248C20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060101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0F1BCF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历史学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0E3001B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历史学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EF27C47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69FACDC"/>
        </w:tc>
      </w:tr>
      <w:tr w14:paraId="158FD3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9A8B5EA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245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5B3053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历史学类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2B1883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060102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B504A2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世界史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B7E4A9F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历史学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FE90664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989244E"/>
        </w:tc>
      </w:tr>
      <w:tr w14:paraId="56B29C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47A05F5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246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82B5EB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历史学类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CAD5EB3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060103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2A1ABE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考古学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3B4CDE2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历史学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C71ED6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72736E"/>
        </w:tc>
      </w:tr>
      <w:tr w14:paraId="4B2085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D5B8B0E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247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88E671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历史学类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6E2F781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060104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CE7380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文物与博物馆学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55BBA9A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历史学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184A97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0ED5E24"/>
        </w:tc>
      </w:tr>
      <w:tr w14:paraId="165C9F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652E5FB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248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B9ADBC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历史学类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08E0B91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060105T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BBE0A2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文物保护技术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4FE0D4D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历史学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9AC6CE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084AE98"/>
        </w:tc>
      </w:tr>
      <w:tr w14:paraId="654901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9ACF155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249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A13A070">
            <w:pPr>
              <w:pStyle w:val="9"/>
              <w:spacing w:line="276" w:lineRule="exact"/>
              <w:ind w:left="28" w:leftChars="0" w:right="0" w:rightChars="0"/>
              <w:jc w:val="left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历史学类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3AEA3C5">
            <w:pPr>
              <w:pStyle w:val="9"/>
              <w:spacing w:before="22" w:line="240" w:lineRule="auto"/>
              <w:ind w:left="28" w:leftChars="0" w:right="0" w:rightChars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/>
                <w:sz w:val="22"/>
              </w:rPr>
              <w:t>06010</w:t>
            </w:r>
            <w:r>
              <w:rPr>
                <w:rFonts w:hint="eastAsia" w:ascii="Times New Roman" w:eastAsia="宋体"/>
                <w:sz w:val="22"/>
                <w:lang w:val="en-US" w:eastAsia="zh-CN"/>
              </w:rPr>
              <w:t>6</w:t>
            </w:r>
            <w:r>
              <w:rPr>
                <w:rFonts w:ascii="Times New Roman"/>
                <w:sz w:val="22"/>
              </w:rPr>
              <w:t>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16AF99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外国语言与外国历史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F8A0B3B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文学,历史</w:t>
            </w:r>
            <w:r>
              <w:rPr>
                <w:rFonts w:ascii="宋体" w:hAnsi="宋体" w:eastAsia="宋体" w:cs="宋体"/>
                <w:spacing w:val="-107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z w:val="22"/>
                <w:szCs w:val="22"/>
              </w:rPr>
              <w:t>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DB3D7DD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E1D89E1"/>
        </w:tc>
      </w:tr>
      <w:tr w14:paraId="51C99C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F3B7E09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250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FE6D1E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历史学类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DE011A8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060107T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E34D4A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文化遗产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7981C7A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历史学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9FC3C73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0A74AE9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2015</w:t>
            </w:r>
          </w:p>
        </w:tc>
      </w:tr>
      <w:tr w14:paraId="63D94E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7D41938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251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0BF11B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历史学类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574601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060108T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55349F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古文字学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9164F7A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历史学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5D4ADE7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5E3ECBC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2020</w:t>
            </w:r>
          </w:p>
        </w:tc>
      </w:tr>
      <w:tr w14:paraId="193144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22AE31D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252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55C3CA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历史学类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7EA6B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060109T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828C42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科学史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87C3D90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历史学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AB77D8B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CA931CA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2021</w:t>
            </w:r>
          </w:p>
        </w:tc>
      </w:tr>
      <w:tr w14:paraId="19DEBE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exact"/>
        </w:trPr>
        <w:tc>
          <w:tcPr>
            <w:tcW w:w="10156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3AC5BC0">
            <w:pPr>
              <w:pStyle w:val="9"/>
              <w:spacing w:before="100" w:line="240" w:lineRule="auto"/>
              <w:ind w:left="4" w:right="0"/>
              <w:jc w:val="center"/>
              <w:rPr>
                <w:rFonts w:ascii="黑体" w:hAnsi="黑体" w:eastAsia="黑体" w:cs="黑体"/>
                <w:sz w:val="22"/>
                <w:szCs w:val="22"/>
              </w:rPr>
            </w:pPr>
            <w:r>
              <w:rPr>
                <w:rFonts w:ascii="黑体" w:hAnsi="黑体" w:eastAsia="黑体" w:cs="黑体"/>
                <w:sz w:val="22"/>
                <w:szCs w:val="22"/>
              </w:rPr>
              <w:t>理学</w:t>
            </w:r>
          </w:p>
        </w:tc>
      </w:tr>
      <w:tr w14:paraId="4337DD8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5A9EE8A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253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34F87A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数学类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919C583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070101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097F5E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数学与应用数学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CD6E4D2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1CE6E0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AFB54E1"/>
        </w:tc>
      </w:tr>
      <w:tr w14:paraId="149A4B1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3D1E175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254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DCC95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数学类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EBF1D4F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070102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F49C99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信息与计算科学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A7FE5CB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C2E01DD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F699156"/>
        </w:tc>
      </w:tr>
      <w:tr w14:paraId="220F654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C64DB95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255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6E7518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数学类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69BDF9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070103T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715A90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数理基础科学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F38D181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0096260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29BF62D"/>
        </w:tc>
      </w:tr>
      <w:tr w14:paraId="001DA0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93E5348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256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545AC0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数学类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78F968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070104T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FF5615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数据计算及应用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16709AE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B4A399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4FFC8C9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  <w:tr w14:paraId="006D80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A456813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257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0338F1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物理学类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7021995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070201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3F265C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物理学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1A5B0D6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6E7BD33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850E141"/>
        </w:tc>
      </w:tr>
      <w:tr w14:paraId="6001DC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4435153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258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2E8218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物理学类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E9483A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070202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9BA77A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应用物理学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AB3F0CA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808F4B9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AE120E0"/>
        </w:tc>
      </w:tr>
      <w:tr w14:paraId="5371D69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95FB545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259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EA9324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物理学类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BA6F892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070203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96F216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核物理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7AE92E1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86A89D1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CF1B37F"/>
        </w:tc>
      </w:tr>
      <w:tr w14:paraId="7F5F1B2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2A1AB3A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260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7BF456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物理学类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6CF6AB5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070204T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5D41C6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声学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E431368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77B676D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6370362"/>
        </w:tc>
      </w:tr>
      <w:tr w14:paraId="0B0E23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E0758E0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261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3D6B40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物理学类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2166E6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070205T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C9DD47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系统科学与工程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AC7DEE9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D6DEB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3D4E6C1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 w14:paraId="31003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41A3AF7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262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DDDBBE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物理学类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51DE8E8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070206T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6F1C81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量子信息科学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3F45D92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D6F9443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F4529B5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2020</w:t>
            </w:r>
          </w:p>
        </w:tc>
      </w:tr>
      <w:tr w14:paraId="27C30B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871D8E0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263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49EC27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化学类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6A3AD19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070301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0CA2B8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化学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D0126D3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E58D333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DFFCE84"/>
        </w:tc>
      </w:tr>
      <w:tr w14:paraId="7477DD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944825D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264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7FD9D1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化学类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F9FD555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070302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738F95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应用化学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5293D50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工学,理学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ADF87A9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99EFAE5"/>
        </w:tc>
      </w:tr>
      <w:tr w14:paraId="4F2D8B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3ADC90D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265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0263EA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化学类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5168FFE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070303T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1C5295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化学生物学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416B225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D26C299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0160912"/>
        </w:tc>
      </w:tr>
      <w:tr w14:paraId="2E7214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2AC53AD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266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5B3D07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化学类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CCA74EB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070304T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69FC2A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分子科学与工程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81967F0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DEB1F26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AE4D9AA"/>
        </w:tc>
      </w:tr>
      <w:tr w14:paraId="3CCFDA0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AAF9732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267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2A47EB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化学类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C80A11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070305T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8BE552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能源化学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96028E5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E5E9E59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5DD843C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2015</w:t>
            </w:r>
          </w:p>
        </w:tc>
      </w:tr>
      <w:tr w14:paraId="0C8F4B5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D23F479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268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448138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化学类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CDF052E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070306T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F7F36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化学测量学与技术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9F9FA5D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CFF7B1E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F6A3BD2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2020</w:t>
            </w:r>
          </w:p>
        </w:tc>
      </w:tr>
    </w:tbl>
    <w:p w14:paraId="39A4AF0E">
      <w:pPr>
        <w:spacing w:after="0" w:line="240" w:lineRule="auto"/>
        <w:jc w:val="left"/>
        <w:rPr>
          <w:rFonts w:ascii="Times New Roman" w:hAnsi="Times New Roman" w:eastAsia="Times New Roman" w:cs="Times New Roman"/>
          <w:sz w:val="22"/>
          <w:szCs w:val="22"/>
        </w:rPr>
        <w:sectPr>
          <w:pgSz w:w="11910" w:h="16840"/>
          <w:pgMar w:top="980" w:right="760" w:bottom="720" w:left="740" w:header="0" w:footer="522" w:gutter="0"/>
          <w:pgNumType w:fmt="decimal"/>
          <w:cols w:space="720" w:num="1"/>
        </w:sectPr>
      </w:pPr>
    </w:p>
    <w:p w14:paraId="66A14C90">
      <w:pPr>
        <w:spacing w:before="8" w:line="240" w:lineRule="auto"/>
        <w:rPr>
          <w:rFonts w:ascii="Times New Roman" w:hAnsi="Times New Roman" w:eastAsia="Times New Roman" w:cs="Times New Roman"/>
          <w:sz w:val="6"/>
          <w:szCs w:val="6"/>
        </w:rPr>
      </w:pPr>
    </w:p>
    <w:tbl>
      <w:tblPr>
        <w:tblStyle w:val="5"/>
        <w:tblW w:w="10156" w:type="dxa"/>
        <w:tblInd w:w="1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2"/>
        <w:gridCol w:w="1793"/>
        <w:gridCol w:w="1284"/>
        <w:gridCol w:w="2592"/>
        <w:gridCol w:w="1728"/>
        <w:gridCol w:w="1288"/>
        <w:gridCol w:w="809"/>
      </w:tblGrid>
      <w:tr w14:paraId="7C5B83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609EDCE">
            <w:pPr>
              <w:pStyle w:val="9"/>
              <w:spacing w:before="108" w:line="240" w:lineRule="auto"/>
              <w:ind w:left="83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序号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C1B202D">
            <w:pPr>
              <w:pStyle w:val="9"/>
              <w:spacing w:before="108" w:line="240" w:lineRule="auto"/>
              <w:ind w:right="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门类、专业类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F2A727A">
            <w:pPr>
              <w:pStyle w:val="9"/>
              <w:spacing w:before="108" w:line="240" w:lineRule="auto"/>
              <w:ind w:left="88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专业代码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B28374A">
            <w:pPr>
              <w:pStyle w:val="9"/>
              <w:spacing w:before="108" w:line="240" w:lineRule="auto"/>
              <w:ind w:left="770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专业名称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1857B8B">
            <w:pPr>
              <w:pStyle w:val="9"/>
              <w:spacing w:before="9" w:line="292" w:lineRule="exact"/>
              <w:ind w:left="367" w:right="117" w:hanging="24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学位授予门类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6A2F382">
            <w:pPr>
              <w:pStyle w:val="9"/>
              <w:spacing w:before="108" w:line="240" w:lineRule="auto"/>
              <w:ind w:left="213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修业年限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1F4AFEC">
            <w:pPr>
              <w:pStyle w:val="9"/>
              <w:spacing w:before="9" w:line="292" w:lineRule="exact"/>
              <w:ind w:left="158" w:right="148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增设 年度</w:t>
            </w:r>
          </w:p>
        </w:tc>
      </w:tr>
      <w:tr w14:paraId="03CE35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BF1FDF9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269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B264FA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化学类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E53E2E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070307T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44CD32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资源化学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8960B45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8E8E98B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D5C434F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2022</w:t>
            </w:r>
          </w:p>
        </w:tc>
      </w:tr>
      <w:tr w14:paraId="333392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25CF9B3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270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ECF0F7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天文学类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170FA4F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070401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752523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天文学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7936342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8024BC8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D6A9BA0"/>
        </w:tc>
      </w:tr>
      <w:tr w14:paraId="39BE94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08F68F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271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91EE23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地理科学类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63E308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070501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18657C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地理科学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E06F6B4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3EC1F40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79B5D59"/>
        </w:tc>
      </w:tr>
      <w:tr w14:paraId="01AB07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8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692CA36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272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8311560">
            <w:pPr>
              <w:pStyle w:val="9"/>
              <w:spacing w:before="22" w:line="240" w:lineRule="auto"/>
              <w:ind w:right="0"/>
              <w:jc w:val="both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地理科学类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DD208B8">
            <w:pPr>
              <w:pStyle w:val="9"/>
              <w:spacing w:before="22" w:line="240" w:lineRule="auto"/>
              <w:ind w:right="0"/>
              <w:jc w:val="both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070502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CD1AB4F">
            <w:pPr>
              <w:pStyle w:val="9"/>
              <w:spacing w:before="22" w:line="240" w:lineRule="auto"/>
              <w:ind w:right="0"/>
              <w:jc w:val="both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自然地理与资源环境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EF0F237">
            <w:pPr>
              <w:pStyle w:val="9"/>
              <w:spacing w:before="22" w:line="240" w:lineRule="auto"/>
              <w:ind w:right="0"/>
              <w:jc w:val="center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管理学,理学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1ABDB94">
            <w:pPr>
              <w:pStyle w:val="9"/>
              <w:spacing w:before="22" w:line="240" w:lineRule="auto"/>
              <w:ind w:right="0"/>
              <w:jc w:val="center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4DC78F5"/>
        </w:tc>
      </w:tr>
      <w:tr w14:paraId="34F61E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2F645A3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273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C2897D">
            <w:pPr>
              <w:pStyle w:val="9"/>
              <w:spacing w:before="22" w:line="240" w:lineRule="auto"/>
              <w:ind w:right="0"/>
              <w:jc w:val="both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地理科学类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75A5CC6">
            <w:pPr>
              <w:pStyle w:val="9"/>
              <w:spacing w:before="22" w:line="240" w:lineRule="auto"/>
              <w:ind w:right="0"/>
              <w:jc w:val="both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070503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E2360B7">
            <w:pPr>
              <w:pStyle w:val="9"/>
              <w:spacing w:before="22" w:line="240" w:lineRule="auto"/>
              <w:ind w:right="0"/>
              <w:jc w:val="both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人文地理与城乡规划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D299B11">
            <w:pPr>
              <w:pStyle w:val="9"/>
              <w:spacing w:before="22" w:line="240" w:lineRule="auto"/>
              <w:ind w:right="0"/>
              <w:jc w:val="center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管理学,理学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508A72">
            <w:pPr>
              <w:pStyle w:val="9"/>
              <w:spacing w:before="22" w:line="240" w:lineRule="auto"/>
              <w:ind w:right="0"/>
              <w:jc w:val="center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0BC68CD"/>
        </w:tc>
      </w:tr>
      <w:tr w14:paraId="1C1F8E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D9B32A8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274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A318B6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地理科学类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B71674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070504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EE38C8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地理信息科学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4910E2A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D2B5F9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058D463"/>
        </w:tc>
      </w:tr>
      <w:tr w14:paraId="758B6B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34190C2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275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44F5A1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大气科学类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D18588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070601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BE7FD0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大气科学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E9B6219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4BABC5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2CFA5F1"/>
        </w:tc>
      </w:tr>
      <w:tr w14:paraId="38D1589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CBC559E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276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FFB0B0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大气科学类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55824B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070602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A68672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应用气象学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7F69F5D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7A7869E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AD704F1"/>
        </w:tc>
      </w:tr>
      <w:tr w14:paraId="472F65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0C6E907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277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A0405E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大气科学类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2418B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070603T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D8669A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气象技术与工程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1230E96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理学,工学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5D372E9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DA2ACB1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2020</w:t>
            </w:r>
          </w:p>
        </w:tc>
      </w:tr>
      <w:tr w14:paraId="3DC1F1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E15B94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278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C27C9D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大气科学类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A36203F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070604T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839AF8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地球系统科学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3E05599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B9BB307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AE7381F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2022</w:t>
            </w:r>
          </w:p>
        </w:tc>
      </w:tr>
      <w:tr w14:paraId="3EDAEDB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F6BDC45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279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AEC528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海洋科学类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6C112D3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070701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0C972D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海洋科学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1681A7E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C7CDC59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3C2A7C4"/>
        </w:tc>
      </w:tr>
      <w:tr w14:paraId="2E87076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1B404E9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280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E53FA7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海洋科学类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588F3C1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070702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243008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海洋技术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AB921E3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工学,理学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9B102AB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E4D0EFB"/>
        </w:tc>
      </w:tr>
      <w:tr w14:paraId="537AB9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E237C3C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281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30068E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海洋科学类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FEFFD98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070703T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DF7BA6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海洋资源与环境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6CA4C92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2333EEB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A06D4C5"/>
        </w:tc>
      </w:tr>
      <w:tr w14:paraId="7974B0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367700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282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F5D716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海洋科学类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68C2161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070704T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1DD8BA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军事海洋学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348AE1B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0303F94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CCA9715"/>
        </w:tc>
      </w:tr>
      <w:tr w14:paraId="2E1388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7DB5E4F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283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FD56E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地球物理学类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808826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070801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819199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地球物理学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711E99C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FC7E256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95885FB"/>
        </w:tc>
      </w:tr>
      <w:tr w14:paraId="389A140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2BFC80C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284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2FA269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地球物理学类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5FC730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070802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3C8679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空间科学与技术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540BDA3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工学,理学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6EFAFA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793644D"/>
        </w:tc>
      </w:tr>
      <w:tr w14:paraId="2E730D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959D45D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285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AB4727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地球物理学类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153AEC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070803T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8904EF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防灾减灾科学与工程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3836CFA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B402098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FB3F242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  <w:tr w14:paraId="53787A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77DD9A3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286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EDBEE6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地球物理学类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B57E88C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070804TK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E63092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行星科学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C5900CB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5A96186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F478EE9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2021</w:t>
            </w:r>
          </w:p>
        </w:tc>
      </w:tr>
      <w:tr w14:paraId="2AA4660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8EBF453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287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C32BEE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地质学类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8352A6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070901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ABD9D0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地质学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6F3F295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DE122A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B9E5F4C"/>
        </w:tc>
      </w:tr>
      <w:tr w14:paraId="7F1E685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56E3A4D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288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591ADB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地质学类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901E01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070902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53E230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地球化学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214B101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2C5273B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074551B"/>
        </w:tc>
      </w:tr>
      <w:tr w14:paraId="3E1DF7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35702D4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289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030112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地质学类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B085E01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070903T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172004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地球信息科学与技术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52629A3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工学,理学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0D1AB47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1853F12"/>
        </w:tc>
      </w:tr>
      <w:tr w14:paraId="2A7AA1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2A0165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290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E736A6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地质学类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CCF9EF8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070904T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BB1455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古生物学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9EAB5CD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513B47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2BC1CF7"/>
        </w:tc>
      </w:tr>
      <w:tr w14:paraId="295FF9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1967444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291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4DCCEB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生物科学类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B7F90FC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071001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A3C357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生物科学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3ADB226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AC67104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DAB3A41"/>
        </w:tc>
      </w:tr>
      <w:tr w14:paraId="5CB902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50B7A82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292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156364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生物科学类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864D1AC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071002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EF5792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生物技术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D4F5784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工学,理学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8C000B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8D62A50"/>
        </w:tc>
      </w:tr>
      <w:tr w14:paraId="63B0CD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66FD30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293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73F793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生物科学类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E151888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071003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8E96AB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生物信息学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1A767C5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工学,理学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7C3B10E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32819F1"/>
        </w:tc>
      </w:tr>
      <w:tr w14:paraId="486592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F182B94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294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D173F4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生物科学类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2B89A1C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071004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952C06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生态学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DCCFBB7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4B5FA21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72B0383"/>
        </w:tc>
      </w:tr>
      <w:tr w14:paraId="4BDF37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E6CD576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295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CC45C8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生物科学类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42B7569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071005T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41A3FA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整合科学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F44A073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50BC134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A1BAAF6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 w14:paraId="22DA5AB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4681EA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296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8F6698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生物科学类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26ACE9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071006T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4AFAF4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神经科学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4EABF35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E452AB0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CE9B4F9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 w14:paraId="1172D51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8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07DB32D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297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ED9099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心理学类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79FD350">
            <w:pPr>
              <w:pStyle w:val="9"/>
              <w:spacing w:before="22" w:line="240" w:lineRule="auto"/>
              <w:ind w:right="0"/>
              <w:jc w:val="left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071101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D83B094">
            <w:pPr>
              <w:pStyle w:val="9"/>
              <w:spacing w:before="22" w:line="240" w:lineRule="auto"/>
              <w:ind w:right="0"/>
              <w:jc w:val="left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心理学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1AB09FB">
            <w:pPr>
              <w:pStyle w:val="9"/>
              <w:spacing w:before="22" w:line="240" w:lineRule="auto"/>
              <w:ind w:right="0"/>
              <w:jc w:val="center"/>
              <w:rPr>
                <w:rFonts w:hint="eastAsia" w:ascii="Times New Roman"/>
                <w:sz w:val="22"/>
                <w:lang w:eastAsia="zh-CN"/>
              </w:rPr>
            </w:pPr>
            <w:r>
              <w:rPr>
                <w:rFonts w:ascii="Times New Roman"/>
                <w:sz w:val="22"/>
              </w:rPr>
              <w:t>教育学,理学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D144BF2">
            <w:pPr>
              <w:pStyle w:val="9"/>
              <w:spacing w:line="276" w:lineRule="exact"/>
              <w:ind w:left="7" w:leftChars="0"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FB2E79B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/>
                <w:sz w:val="22"/>
              </w:rPr>
            </w:pPr>
          </w:p>
        </w:tc>
      </w:tr>
      <w:tr w14:paraId="491FAF5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F394B26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298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6FC235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心理学类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B33CF5F">
            <w:pPr>
              <w:pStyle w:val="9"/>
              <w:spacing w:before="22" w:line="240" w:lineRule="auto"/>
              <w:ind w:right="0"/>
              <w:jc w:val="left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071102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B9267B9">
            <w:pPr>
              <w:pStyle w:val="9"/>
              <w:spacing w:before="22" w:line="240" w:lineRule="auto"/>
              <w:ind w:right="0"/>
              <w:jc w:val="left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应用心理学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48ABEB4">
            <w:pPr>
              <w:pStyle w:val="9"/>
              <w:spacing w:before="22" w:line="240" w:lineRule="auto"/>
              <w:ind w:right="0"/>
              <w:jc w:val="center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教育学,理学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8478D2F">
            <w:pPr>
              <w:pStyle w:val="9"/>
              <w:spacing w:line="276" w:lineRule="exact"/>
              <w:ind w:left="7" w:leftChars="0"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821AA09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/>
                <w:sz w:val="22"/>
              </w:rPr>
            </w:pPr>
          </w:p>
        </w:tc>
      </w:tr>
      <w:tr w14:paraId="3A188F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0E4BDDE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299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E6D310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统计学类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26571AB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071201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CCEAE2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统计学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F6A6BC4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486D79C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4EF0FAC"/>
        </w:tc>
      </w:tr>
      <w:tr w14:paraId="76CED8A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58A0239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300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77EDCF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统计学类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9D5236B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071202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4677DF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应用统计学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6DF9530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6DFD5A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713AA2E"/>
        </w:tc>
      </w:tr>
      <w:tr w14:paraId="13275B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C29665C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301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09DD54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统计学类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ED03CD1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071203T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159779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数据科学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F0337A8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4FCA6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7604E4A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2022</w:t>
            </w:r>
          </w:p>
        </w:tc>
      </w:tr>
      <w:tr w14:paraId="30460D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DA4DF0D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302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646F8C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统计学类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7526485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071204T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EC4516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生物统计学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AFDADFD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533A2C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B91BED9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2022</w:t>
            </w:r>
          </w:p>
        </w:tc>
      </w:tr>
      <w:tr w14:paraId="148D00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exact"/>
        </w:trPr>
        <w:tc>
          <w:tcPr>
            <w:tcW w:w="10156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DAB09E4">
            <w:pPr>
              <w:pStyle w:val="9"/>
              <w:spacing w:before="100" w:line="240" w:lineRule="auto"/>
              <w:ind w:left="4" w:right="0"/>
              <w:jc w:val="center"/>
              <w:rPr>
                <w:rFonts w:ascii="黑体" w:hAnsi="黑体" w:eastAsia="黑体" w:cs="黑体"/>
                <w:sz w:val="22"/>
                <w:szCs w:val="22"/>
              </w:rPr>
            </w:pPr>
            <w:r>
              <w:rPr>
                <w:rFonts w:ascii="黑体" w:hAnsi="黑体" w:eastAsia="黑体" w:cs="黑体"/>
                <w:sz w:val="22"/>
                <w:szCs w:val="22"/>
              </w:rPr>
              <w:t>工学</w:t>
            </w:r>
          </w:p>
        </w:tc>
      </w:tr>
      <w:tr w14:paraId="61FA51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4EAC964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303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5C7676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力学类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BD64427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080101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C3BA18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理论与应用力学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EDBE032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理学,工学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908188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A2EB412"/>
        </w:tc>
      </w:tr>
      <w:tr w14:paraId="37D44E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FE9C5C0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304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2E7877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力学类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FBD60C1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080102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DE4501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工程力学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5D19C5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11ED06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8DECB0D"/>
        </w:tc>
      </w:tr>
      <w:tr w14:paraId="0B92E2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B617A60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305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AD64A0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机械类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34E2CB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080201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E897FE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机械工程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7CE88AB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C458B4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DCCA32D"/>
        </w:tc>
      </w:tr>
      <w:tr w14:paraId="2FAD8B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D8E0C74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306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43C96F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机械类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6E48AA8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080202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F147DE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机械设计制造及其自动化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7E6AA88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1975F9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C0589AA"/>
        </w:tc>
      </w:tr>
      <w:tr w14:paraId="185201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1A5B70F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307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FFEFE0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机械类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54687A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080203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CB3575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材料成型及控制工程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5E6830F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28F424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48A001A"/>
        </w:tc>
      </w:tr>
    </w:tbl>
    <w:p w14:paraId="4CD8A876">
      <w:pPr>
        <w:spacing w:after="0"/>
        <w:sectPr>
          <w:footerReference r:id="rId7" w:type="default"/>
          <w:footerReference r:id="rId8" w:type="even"/>
          <w:pgSz w:w="11910" w:h="16840"/>
          <w:pgMar w:top="980" w:right="760" w:bottom="720" w:left="740" w:header="0" w:footer="522" w:gutter="0"/>
          <w:pgNumType w:fmt="decimal"/>
          <w:cols w:space="720" w:num="1"/>
        </w:sectPr>
      </w:pPr>
    </w:p>
    <w:p w14:paraId="0F0BF2F4">
      <w:pPr>
        <w:spacing w:before="8" w:line="240" w:lineRule="auto"/>
        <w:rPr>
          <w:rFonts w:ascii="Times New Roman" w:hAnsi="Times New Roman" w:eastAsia="Times New Roman" w:cs="Times New Roman"/>
          <w:sz w:val="6"/>
          <w:szCs w:val="6"/>
        </w:rPr>
      </w:pPr>
    </w:p>
    <w:tbl>
      <w:tblPr>
        <w:tblStyle w:val="5"/>
        <w:tblW w:w="10156" w:type="dxa"/>
        <w:tblInd w:w="1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2"/>
        <w:gridCol w:w="1806"/>
        <w:gridCol w:w="1272"/>
        <w:gridCol w:w="2592"/>
        <w:gridCol w:w="1716"/>
        <w:gridCol w:w="1299"/>
        <w:gridCol w:w="809"/>
      </w:tblGrid>
      <w:tr w14:paraId="382712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E2A1602">
            <w:pPr>
              <w:pStyle w:val="9"/>
              <w:spacing w:before="108" w:line="240" w:lineRule="auto"/>
              <w:ind w:left="83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序号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100D049">
            <w:pPr>
              <w:pStyle w:val="9"/>
              <w:spacing w:before="108" w:line="240" w:lineRule="auto"/>
              <w:ind w:right="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门类、专业类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3D4D9F1">
            <w:pPr>
              <w:pStyle w:val="9"/>
              <w:spacing w:before="108" w:line="240" w:lineRule="auto"/>
              <w:ind w:left="88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专业代码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3456102">
            <w:pPr>
              <w:pStyle w:val="9"/>
              <w:spacing w:before="108" w:line="240" w:lineRule="auto"/>
              <w:ind w:left="770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专业名称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BD49507">
            <w:pPr>
              <w:pStyle w:val="9"/>
              <w:spacing w:before="9" w:line="292" w:lineRule="exact"/>
              <w:ind w:left="367" w:right="117" w:hanging="24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学位授予门类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EF833D6">
            <w:pPr>
              <w:pStyle w:val="9"/>
              <w:spacing w:before="108" w:line="240" w:lineRule="auto"/>
              <w:ind w:left="213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修业年限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1FE0F26">
            <w:pPr>
              <w:pStyle w:val="9"/>
              <w:spacing w:before="9" w:line="292" w:lineRule="exact"/>
              <w:ind w:left="158" w:right="148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增设 年度</w:t>
            </w:r>
          </w:p>
        </w:tc>
      </w:tr>
      <w:tr w14:paraId="050916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4EB7664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308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AB9292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机械类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AE900C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080204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21AB5C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机械电子工程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D51A8A3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13FC5E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AAD1B76"/>
        </w:tc>
      </w:tr>
      <w:tr w14:paraId="3D21A3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3FA0B97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309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09781A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机械类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BEF8DCC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080205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8C23BD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工业设计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BF2D23F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568C9AE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4411B76"/>
        </w:tc>
      </w:tr>
      <w:tr w14:paraId="3A5D10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BAFC023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310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C4C104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机械类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6A5F02F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080206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FA3164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过程装备与控制工程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78F5FBF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E94AA49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DC94DA9"/>
        </w:tc>
      </w:tr>
      <w:tr w14:paraId="16AC366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C120382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311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0ED6A7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机械类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2664F05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080207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726F18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车辆工程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823A634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6C0698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8FB347E"/>
        </w:tc>
      </w:tr>
      <w:tr w14:paraId="3105C9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A90F7A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312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41C57F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机械类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CDE49D1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080208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21FB8E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汽车服务工程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6F15EFF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62865F8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5FAF37"/>
        </w:tc>
      </w:tr>
      <w:tr w14:paraId="5E46E7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D68415D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313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36A0C2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机械类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EF1EDF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080209T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D17113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机械工艺技术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7914137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E9F65A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0F46A50"/>
        </w:tc>
      </w:tr>
      <w:tr w14:paraId="145241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5876C2E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314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B6F895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机械类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937C672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080210T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794DD4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微机电系统工程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CCF9666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540E671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7F0CF96"/>
        </w:tc>
      </w:tr>
      <w:tr w14:paraId="29718C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AC10F4A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315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A8E0B9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机械类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3AC05C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080211T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07A5F6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机电技术教育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27B5F36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865E99C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175FBCF"/>
        </w:tc>
      </w:tr>
      <w:tr w14:paraId="3030E72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E35FB83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316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616D60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机械类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AA5EC1F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080212T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559B3C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汽车维修工程教育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A617E8C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81E555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26BF14"/>
        </w:tc>
      </w:tr>
      <w:tr w14:paraId="2ED758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8BC2312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317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E95209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机械类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A083E5E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080213T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1E8BF6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智能制造工程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D31EA09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32DBF20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266AE3D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 w14:paraId="5317AE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8A4C9B4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318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DAC223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机械类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8A3455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080214T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591F3C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智能车辆工程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77474E2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7E4D19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1626D8A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  <w:tr w14:paraId="35FDA7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BA0500E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319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6C180C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机械类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B5F70F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080215T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E89B9B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仿生科学与工程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3064409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1B5D42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E38E091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  <w:tr w14:paraId="669C95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B17B978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320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7AB007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机械类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26643F5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080216T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2F2F8A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新能源汽车工程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0B4FA48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E00B9A0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2EF81F0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  <w:tr w14:paraId="7E8D4B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F02854A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321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DCF549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机械类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D11661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080217T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EC9867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增材制造工程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C2C2984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71D8133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E4E5E50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2020</w:t>
            </w:r>
          </w:p>
        </w:tc>
      </w:tr>
      <w:tr w14:paraId="14072D5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2B775ED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322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9F0A65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机械类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F87FBFC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080218T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B39CAD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智能交互设计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632308F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2101CAE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043765D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2020</w:t>
            </w:r>
          </w:p>
        </w:tc>
      </w:tr>
      <w:tr w14:paraId="53DF60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862048E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323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DA0500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机械类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A694F6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080219T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C363C0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应急装备技术与工程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4DF488F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7CF7696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2ED5785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2020</w:t>
            </w:r>
          </w:p>
        </w:tc>
      </w:tr>
      <w:tr w14:paraId="1D9586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A4A9C5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324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FB0CFF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机械类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DDFD367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080220T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DA994B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农林智能装备工程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2FDFFB3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A10B28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5D7C1A9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2023</w:t>
            </w:r>
          </w:p>
        </w:tc>
      </w:tr>
      <w:tr w14:paraId="3EEAF2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5236CF9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325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94F208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仪器类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B8635FC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080301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37224D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测控技术与仪器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4F7BE77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B2A34E8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AB07B5D"/>
        </w:tc>
      </w:tr>
      <w:tr w14:paraId="3F7988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27BFC4D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326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BD4BD0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仪器类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40F84E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080302T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650F08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精密仪器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13F877D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11D7223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E2A6699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 w14:paraId="4FCBE1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B6B931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327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62A000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仪器类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51961F1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080303T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A0AF44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智能感知工程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2942661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65EC8AC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6879E2A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2019</w:t>
            </w:r>
          </w:p>
        </w:tc>
      </w:tr>
      <w:tr w14:paraId="3BB0DC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1FDAF47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328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010BF0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材料类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6A11DEE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080401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62A0C4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材料科学与工程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293646A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F63E8B1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1189D79"/>
        </w:tc>
      </w:tr>
      <w:tr w14:paraId="51767A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AA898A7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329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59DCE0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材料类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43F0F13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080402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48B390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材料物理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CB98737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理学,工学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A1B3236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470DE38"/>
        </w:tc>
      </w:tr>
      <w:tr w14:paraId="422F09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38B59D6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330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B04BBC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材料类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368B743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080403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FD80BE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材料化学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C389EB9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理学,工学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8D1D30C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ECC2FE9"/>
        </w:tc>
      </w:tr>
      <w:tr w14:paraId="62F5BB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E981B05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331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C672D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材料类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98BAE0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080404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100B26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冶金工程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335CF39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05C0843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EBFDC37"/>
        </w:tc>
      </w:tr>
      <w:tr w14:paraId="3E9402F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4781CB5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332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91C688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材料类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64F39C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080405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009164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金属材料工程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2F1D96D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817E24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23343BF"/>
        </w:tc>
      </w:tr>
      <w:tr w14:paraId="0B64273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BEB8372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333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A46D3E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材料类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98EBEE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080406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1F69AC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无机非金属材料工程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A1AE688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5BB4250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05D2D6"/>
        </w:tc>
      </w:tr>
      <w:tr w14:paraId="2189B79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D461885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334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6E1029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材料类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0EF9E8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080407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F1008D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高分子材料与工程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CE92808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B0EE52E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3EBD40E"/>
        </w:tc>
      </w:tr>
      <w:tr w14:paraId="2AAD7D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1A75997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335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EFBE61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材料类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61B5CA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080408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8AC334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复合材料与工程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8110410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92AE099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6909E7C"/>
        </w:tc>
      </w:tr>
      <w:tr w14:paraId="3C8F0EF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46EA06A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336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BBB7DC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材料类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EE5ECB8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080409T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88BBAB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粉体材料科学与工程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308D2EF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6CA7528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D2D2021"/>
        </w:tc>
      </w:tr>
      <w:tr w14:paraId="276DCEB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A09BE15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337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067758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材料类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57E603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080410T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CFDA3A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宝石及材料工艺学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5918977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3983D9C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D5800C5"/>
        </w:tc>
      </w:tr>
      <w:tr w14:paraId="5DAB57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3B24C2B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338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7C85CE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材料类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BF9C8E2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080411T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C74155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焊接技术与工程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3D0F9A6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3C89BF2">
            <w:pPr>
              <w:pStyle w:val="9"/>
              <w:spacing w:line="276" w:lineRule="exact"/>
              <w:ind w:left="197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五年,四年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2B7752C"/>
        </w:tc>
      </w:tr>
      <w:tr w14:paraId="0848CF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825E4C7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339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3636DF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材料类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324D715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080412T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AE4194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功能材料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CC31484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55A35DC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50A1394"/>
        </w:tc>
      </w:tr>
      <w:tr w14:paraId="25E9A4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3C5C708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340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C9D7DF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材料类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BFB34F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080413T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D28EE7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纳米材料与技术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8C0F040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30C1D28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B007343"/>
        </w:tc>
      </w:tr>
      <w:tr w14:paraId="03FD625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B18E51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341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B7675F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材料类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4E02B48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080414T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7F25E9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新能源材料与器件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969EE7C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F7D32C6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9A57E6C"/>
        </w:tc>
      </w:tr>
      <w:tr w14:paraId="0D698D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CC1791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342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100803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材料类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3B80C81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080415T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1DCBDD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材料设计科学与工程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41F09C6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60BFF7C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EAE6842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2015</w:t>
            </w:r>
          </w:p>
        </w:tc>
      </w:tr>
      <w:tr w14:paraId="52ABA8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FCE3CE5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343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9C0FD2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材料类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FC7E61F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080416T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FD3504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复合材料成型工程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06AF83D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6BE1A5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5538B0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 w14:paraId="5B2F9A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0E4F46C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344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6856C3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材料类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D9E819E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080417T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035264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智能材料与结构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D5C90FF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3EA305C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7CE03BE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2019</w:t>
            </w:r>
          </w:p>
        </w:tc>
      </w:tr>
      <w:tr w14:paraId="0A68435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7E0A270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345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5D616B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材料类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D9E2BFE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080418T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7E3BC8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光电信息材料与器件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953B196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5EDFD4E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62E963D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2021</w:t>
            </w:r>
          </w:p>
        </w:tc>
      </w:tr>
      <w:tr w14:paraId="3203C39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A28F41D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346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26EC41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材料类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D57A21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080419T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3A6EB8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生物材料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0E14B29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EC2283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D56D961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2022</w:t>
            </w:r>
          </w:p>
        </w:tc>
      </w:tr>
      <w:tr w14:paraId="5F3FA85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6BD1890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347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1FFB3D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材料类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AA96DA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080420T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C9DA36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材料智能技术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AEE2AA4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360F56C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E45016C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2023</w:t>
            </w:r>
          </w:p>
        </w:tc>
      </w:tr>
      <w:tr w14:paraId="7258ED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59178C8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348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1B67CC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材料类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FC5D9C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080421T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769FAC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电子信息材料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B2AF65F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4E850C3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8C44580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2023</w:t>
            </w:r>
          </w:p>
        </w:tc>
      </w:tr>
      <w:tr w14:paraId="6C84397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AA7A7BB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349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4AEC1E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材料类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44A6493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080422T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E58F5A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软物质科学与工程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39052E9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5DAFBE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658E24D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2023</w:t>
            </w:r>
          </w:p>
        </w:tc>
      </w:tr>
      <w:tr w14:paraId="2E0DF7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AEC4CB5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350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5DC5DF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材料类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121109F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080423T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33B4A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稀土材料科学与工程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88CDE1F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0BA211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C776AAF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2023</w:t>
            </w:r>
          </w:p>
        </w:tc>
      </w:tr>
    </w:tbl>
    <w:p w14:paraId="163E9FB8">
      <w:pPr>
        <w:spacing w:after="0" w:line="240" w:lineRule="auto"/>
        <w:jc w:val="left"/>
        <w:rPr>
          <w:rFonts w:ascii="Times New Roman" w:hAnsi="Times New Roman" w:eastAsia="Times New Roman" w:cs="Times New Roman"/>
          <w:sz w:val="22"/>
          <w:szCs w:val="22"/>
        </w:rPr>
        <w:sectPr>
          <w:pgSz w:w="11910" w:h="16840"/>
          <w:pgMar w:top="980" w:right="760" w:bottom="720" w:left="740" w:header="0" w:footer="522" w:gutter="0"/>
          <w:pgNumType w:fmt="decimal"/>
          <w:cols w:space="720" w:num="1"/>
        </w:sectPr>
      </w:pPr>
    </w:p>
    <w:p w14:paraId="705A1F41">
      <w:pPr>
        <w:spacing w:before="8" w:line="240" w:lineRule="auto"/>
        <w:rPr>
          <w:rFonts w:ascii="Times New Roman" w:hAnsi="Times New Roman" w:eastAsia="Times New Roman" w:cs="Times New Roman"/>
          <w:sz w:val="6"/>
          <w:szCs w:val="6"/>
        </w:rPr>
      </w:pPr>
    </w:p>
    <w:tbl>
      <w:tblPr>
        <w:tblStyle w:val="5"/>
        <w:tblW w:w="10156" w:type="dxa"/>
        <w:tblInd w:w="1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2"/>
        <w:gridCol w:w="1806"/>
        <w:gridCol w:w="1284"/>
        <w:gridCol w:w="2580"/>
        <w:gridCol w:w="1728"/>
        <w:gridCol w:w="1287"/>
        <w:gridCol w:w="809"/>
      </w:tblGrid>
      <w:tr w14:paraId="5E25F44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62AE48D">
            <w:pPr>
              <w:pStyle w:val="9"/>
              <w:spacing w:before="108" w:line="240" w:lineRule="auto"/>
              <w:ind w:left="83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序号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0779075">
            <w:pPr>
              <w:pStyle w:val="9"/>
              <w:spacing w:before="108" w:line="240" w:lineRule="auto"/>
              <w:ind w:right="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门类、专业类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B4BE69C">
            <w:pPr>
              <w:pStyle w:val="9"/>
              <w:spacing w:before="108" w:line="240" w:lineRule="auto"/>
              <w:ind w:left="88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专业代码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E5CBA21">
            <w:pPr>
              <w:pStyle w:val="9"/>
              <w:spacing w:before="108" w:line="240" w:lineRule="auto"/>
              <w:ind w:left="770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专业名称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D8403BD">
            <w:pPr>
              <w:pStyle w:val="9"/>
              <w:spacing w:before="9" w:line="292" w:lineRule="exact"/>
              <w:ind w:left="367" w:right="117" w:hanging="24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学位授予门类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D78AE83">
            <w:pPr>
              <w:pStyle w:val="9"/>
              <w:spacing w:before="108" w:line="240" w:lineRule="auto"/>
              <w:ind w:left="213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修业年限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3F3CCE7">
            <w:pPr>
              <w:pStyle w:val="9"/>
              <w:spacing w:before="9" w:line="292" w:lineRule="exact"/>
              <w:ind w:left="158" w:right="148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增设 年度</w:t>
            </w:r>
          </w:p>
        </w:tc>
      </w:tr>
      <w:tr w14:paraId="236F93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05C2B5D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351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741D48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能源动力类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C84B4A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080501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16470E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能源与动力工程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56D3A70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ADF223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2CA0461"/>
        </w:tc>
      </w:tr>
      <w:tr w14:paraId="0A768C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1DE5F2A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352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CF9920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能源动力类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AF727CF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080502T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F5CEDB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能源与环境系统工程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7C444FD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146824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E7E68E9"/>
        </w:tc>
      </w:tr>
      <w:tr w14:paraId="29B418B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8E93D39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353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597F28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能源动力类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CCE951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080503T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F30D78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新能源科学与工程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76F7BEE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CDB77F4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1C550DD"/>
        </w:tc>
      </w:tr>
      <w:tr w14:paraId="246F523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3862B09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354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896708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能源动力类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982271B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080504T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D08FC4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储能科学与工程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2C48E92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716ED5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7D943F4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2019</w:t>
            </w:r>
          </w:p>
        </w:tc>
      </w:tr>
      <w:tr w14:paraId="50253D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CD3C656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355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88510C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能源动力类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07261C7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080505T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902725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能源服务工程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0661653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8A334C4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0876A4E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2020</w:t>
            </w:r>
          </w:p>
        </w:tc>
      </w:tr>
      <w:tr w14:paraId="289F8E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F882944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356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CB4247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能源动力类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12EFA5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080506TK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A75B6A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氢能科学与工程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B421D41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97FB20D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E4247AB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2021</w:t>
            </w:r>
          </w:p>
        </w:tc>
      </w:tr>
      <w:tr w14:paraId="0A9B06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094F6DD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357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B4B2B8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能源动力类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ACA2D35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080507TK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A1A50C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可持续能源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29B434D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E9AE41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83DC4F8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2021</w:t>
            </w:r>
          </w:p>
        </w:tc>
      </w:tr>
      <w:tr w14:paraId="08CC3A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8B11D15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358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F6712D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电气类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218200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080601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84FDA0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电气工程及其自动化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412E2E1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3C8058B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5F5259"/>
        </w:tc>
      </w:tr>
      <w:tr w14:paraId="162271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0FB21AC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359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EBB887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电气类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2FD6713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080602T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1C6E08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智能电网信息工程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4AA1AC4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CE9150D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3F19593"/>
        </w:tc>
      </w:tr>
      <w:tr w14:paraId="063C07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09438BC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360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1C2347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电气类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B9184DC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080603T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30EFA4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光源与照明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A7CF8CB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364C07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F2804D2"/>
        </w:tc>
      </w:tr>
      <w:tr w14:paraId="017DF65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37A8B4D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361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89D2D2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电气类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841FC5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080604T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B77854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电气工程与智能控制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701FC72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44234E1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B34F5A9"/>
        </w:tc>
      </w:tr>
      <w:tr w14:paraId="517CDC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B110B7C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362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5E9CFB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电气类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B25F65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080605T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D6BA60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电机电器智能化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FB8A093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B0D3557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7581577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 w14:paraId="38B9F3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DAE87F2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363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DD41AB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电气类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0C67FA3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080606T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CBC54F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电缆工程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A4A3C1A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7F7FD2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63F33E0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 w14:paraId="4327F1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0C7D18F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364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E78C0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电气类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18CCF9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080607T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5E7190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能源互联网工程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0ACFD84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35724D9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FA4EA81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2020</w:t>
            </w:r>
          </w:p>
        </w:tc>
      </w:tr>
      <w:tr w14:paraId="590E97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C016298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365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9E4B6C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电气类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3DD605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080608TK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F26581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智慧能源工程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BD18A26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EF91507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4B3A04F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2021</w:t>
            </w:r>
          </w:p>
        </w:tc>
      </w:tr>
      <w:tr w14:paraId="4B155C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4099534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366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2C4FEF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电气类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15CE362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080609T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2B5F56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电动载运工程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EB10C65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3BCC970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33CA796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2022</w:t>
            </w:r>
          </w:p>
        </w:tc>
      </w:tr>
      <w:tr w14:paraId="59D085A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A538734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367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9D586D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电气类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DB71B83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080610TK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3568DE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大功率半导体科学与工程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DDA9C34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9A32947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3E3FB82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2023</w:t>
            </w:r>
          </w:p>
        </w:tc>
      </w:tr>
      <w:tr w14:paraId="396023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AD80F15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368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F30529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电子信息类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67AEBE9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080701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B94885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电子信息工程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B646D3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理学,工学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75598D0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F05D5C7"/>
        </w:tc>
      </w:tr>
      <w:tr w14:paraId="219A44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20344D0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369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8C133E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电子信息类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5BD61FC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080702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29278C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电子科学与技术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E904B74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理学,工学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D0FA99D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F841B4E"/>
        </w:tc>
      </w:tr>
      <w:tr w14:paraId="39572C8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F60DE3B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370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71419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电子信息类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149BAE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080703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222CF0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通信工程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1223A0A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276BEDD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A53931B"/>
        </w:tc>
      </w:tr>
      <w:tr w14:paraId="42206B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535205E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371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0FBAFE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电子信息类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21626F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080704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20A924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微电子科学与工程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BDFE8AF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理学,工学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5FB4027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9BEC6D7"/>
        </w:tc>
      </w:tr>
      <w:tr w14:paraId="274269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ABB56A5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372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CDF7CC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电子信息类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C18628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080705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A82BAB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光电信息科学与工程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C7CD56D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理学,工学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61668F1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FA27830"/>
        </w:tc>
      </w:tr>
      <w:tr w14:paraId="7480D2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A58B92F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373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677752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电子信息类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9CC2CD2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080706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3E3DE1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信息工程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C777205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3ABDD29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74D7100"/>
        </w:tc>
      </w:tr>
      <w:tr w14:paraId="4F6E01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1C54C5D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374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9CE650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电子信息类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98C083E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080707T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61EB11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广播电视工程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2342141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E10C9CB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E832828"/>
        </w:tc>
      </w:tr>
      <w:tr w14:paraId="350C4C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650A360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375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FFDA7A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电子信息类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2D15DD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080708T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AAA909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水声工程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18728C9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F45A6F8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C6F8D5A"/>
        </w:tc>
      </w:tr>
      <w:tr w14:paraId="057742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90A0542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376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CB357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电子信息类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C4B1382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080709T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10AA07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电子封装技术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437AD15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1D8BD67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7479258"/>
        </w:tc>
      </w:tr>
      <w:tr w14:paraId="632B60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1BE0179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377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7371C2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电子信息类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43690E1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080710T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6FDEFF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集成电路设计与集成系统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955C9BA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8C77740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66F4C6D"/>
        </w:tc>
      </w:tr>
      <w:tr w14:paraId="1C733CBE"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85F3A47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378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CDC4E5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电子信息类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E92F87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080711T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B06635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医学信息工程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B91354F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63EDE73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2E6E0F0"/>
        </w:tc>
      </w:tr>
      <w:tr w14:paraId="4AD3727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04117D3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379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276A5F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电子信息类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DB21D88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080712T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B39861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电磁场与无线技术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295C4AE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23E365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E012097"/>
        </w:tc>
      </w:tr>
      <w:tr w14:paraId="64E880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A1135E0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380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FB1174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电子信息类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5244FD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080713T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C98E59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电波传播与天线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87196CB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61DB0C6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6796033"/>
        </w:tc>
      </w:tr>
      <w:tr w14:paraId="314080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10FAAD7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381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E7D249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电子信息类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CD5DF6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080714T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574858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电子信息科学与技术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77F41B4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理学,工学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A1FCE79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B1A5FF8"/>
        </w:tc>
      </w:tr>
      <w:tr w14:paraId="099651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0E060D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382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426A5B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电子信息类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0A06693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080715T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F0763C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电信工程及管理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1292AE5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7F6AB5B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2E79029"/>
        </w:tc>
      </w:tr>
      <w:tr w14:paraId="3A85137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3DBB6FE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383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8A8DBD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电子信息类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9529653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080716T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2D0690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应用电子技术教育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3635ECA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33050E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0E9A990"/>
        </w:tc>
      </w:tr>
      <w:tr w14:paraId="15A395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DBE2697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384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BDE862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电子信息类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70CBDC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080717T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B6D146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人工智能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4FEF4A5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E1362AC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D72A826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  <w:tr w14:paraId="019C62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C45106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385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ED7FA8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电子信息类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3B6C23B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080718T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505551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海洋信息工程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6071C2D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310842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E3F5273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2019</w:t>
            </w:r>
          </w:p>
        </w:tc>
      </w:tr>
      <w:tr w14:paraId="7112CAE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858470F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386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FE8CFA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电子信息类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3CACC77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080719T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68493E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柔性电子学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CCFAFDD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5041B08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5D732A4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2020</w:t>
            </w:r>
          </w:p>
        </w:tc>
      </w:tr>
      <w:tr w14:paraId="0764B1E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5FB2FC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387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6C6D1D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电子信息类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92F4A78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080720T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EBCA4A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智能测控工程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6FC9A00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DA72774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928DECA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2020</w:t>
            </w:r>
          </w:p>
        </w:tc>
      </w:tr>
      <w:tr w14:paraId="68F995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4843C8A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388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B05F9D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电子信息类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4544A0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080721T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FCBD25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智能视觉工程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44CFB69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750B4BE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3BF950A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2023</w:t>
            </w:r>
          </w:p>
        </w:tc>
      </w:tr>
      <w:tr w14:paraId="2D04EB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CDC7685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389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B61457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自动化类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412DD8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080801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F4F76B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自动化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581A9CB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3FDCF56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9B73028"/>
        </w:tc>
      </w:tr>
      <w:tr w14:paraId="29B67C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CD1C66E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390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A59C4E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自动化类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3AEADA3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080802T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9971B6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轨道交通信号与控制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E683E3F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5A9088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9EB534"/>
        </w:tc>
      </w:tr>
      <w:tr w14:paraId="55DE6B7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CD435C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391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C96DB4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自动化类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DC1008B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080803T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041746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机器人工程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2E17DE1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F7FE4B1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2C087B3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2015</w:t>
            </w:r>
          </w:p>
        </w:tc>
      </w:tr>
      <w:tr w14:paraId="70A1C4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149ECE8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392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7622CC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自动化类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4F766EE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080804T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F5FAC9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邮政工程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431007A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783BB91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4B0FCDD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 w14:paraId="20FAE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FACC293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393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CC5D9E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自动化类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1D7D96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080805T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C37953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核电技术与控制工程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D69C5B5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F8EF55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271A7D9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</w:tbl>
    <w:p w14:paraId="028ED576">
      <w:pPr>
        <w:spacing w:after="0" w:line="240" w:lineRule="auto"/>
        <w:jc w:val="left"/>
        <w:rPr>
          <w:rFonts w:ascii="Times New Roman" w:hAnsi="Times New Roman" w:eastAsia="Times New Roman" w:cs="Times New Roman"/>
          <w:sz w:val="22"/>
          <w:szCs w:val="22"/>
        </w:rPr>
        <w:sectPr>
          <w:footerReference r:id="rId9" w:type="default"/>
          <w:footerReference r:id="rId10" w:type="even"/>
          <w:pgSz w:w="11910" w:h="16840"/>
          <w:pgMar w:top="980" w:right="760" w:bottom="720" w:left="740" w:header="0" w:footer="522" w:gutter="0"/>
          <w:pgNumType w:fmt="decimal" w:start="10"/>
          <w:cols w:space="720" w:num="1"/>
        </w:sectPr>
      </w:pPr>
    </w:p>
    <w:p w14:paraId="56F2F2F6">
      <w:pPr>
        <w:spacing w:before="8" w:line="240" w:lineRule="auto"/>
        <w:rPr>
          <w:rFonts w:ascii="Times New Roman" w:hAnsi="Times New Roman" w:eastAsia="Times New Roman" w:cs="Times New Roman"/>
          <w:sz w:val="6"/>
          <w:szCs w:val="6"/>
        </w:rPr>
      </w:pPr>
    </w:p>
    <w:tbl>
      <w:tblPr>
        <w:tblStyle w:val="5"/>
        <w:tblW w:w="10156" w:type="dxa"/>
        <w:tblInd w:w="1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2"/>
        <w:gridCol w:w="1817"/>
        <w:gridCol w:w="1284"/>
        <w:gridCol w:w="2568"/>
        <w:gridCol w:w="1716"/>
        <w:gridCol w:w="1300"/>
        <w:gridCol w:w="809"/>
      </w:tblGrid>
      <w:tr w14:paraId="260588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AAF5770">
            <w:pPr>
              <w:pStyle w:val="9"/>
              <w:spacing w:before="108" w:line="240" w:lineRule="auto"/>
              <w:ind w:left="83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序号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6BD5DE1">
            <w:pPr>
              <w:pStyle w:val="9"/>
              <w:spacing w:before="108" w:line="240" w:lineRule="auto"/>
              <w:ind w:right="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门类、专业类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022EEB9">
            <w:pPr>
              <w:pStyle w:val="9"/>
              <w:spacing w:before="108" w:line="240" w:lineRule="auto"/>
              <w:ind w:left="88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专业代码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9D8499C">
            <w:pPr>
              <w:pStyle w:val="9"/>
              <w:spacing w:before="108" w:line="240" w:lineRule="auto"/>
              <w:ind w:left="770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专业名称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EB57F71">
            <w:pPr>
              <w:pStyle w:val="9"/>
              <w:spacing w:before="9" w:line="292" w:lineRule="exact"/>
              <w:ind w:left="367" w:right="117" w:hanging="24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学位授予门类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76A2DDF">
            <w:pPr>
              <w:pStyle w:val="9"/>
              <w:spacing w:before="108" w:line="240" w:lineRule="auto"/>
              <w:ind w:left="213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修业年限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C5D6C53">
            <w:pPr>
              <w:pStyle w:val="9"/>
              <w:spacing w:before="9" w:line="292" w:lineRule="exact"/>
              <w:ind w:left="158" w:right="148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增设 年度</w:t>
            </w:r>
          </w:p>
        </w:tc>
      </w:tr>
      <w:tr w14:paraId="042E6A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AB7CA6A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394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FB6519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自动化类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5242E4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080806T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5E1374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智能装备与系统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6459BDE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3ABB39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24C9F0C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2019</w:t>
            </w:r>
          </w:p>
        </w:tc>
      </w:tr>
      <w:tr w14:paraId="5070C8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B71D079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395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B48A25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自动化类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0E65111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080807T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B414A7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工业智能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E6E5F69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4770F5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C49F46A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2019</w:t>
            </w:r>
          </w:p>
        </w:tc>
      </w:tr>
      <w:tr w14:paraId="0FC6CF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38FBDF8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396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027C6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自动化类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AA0277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080808T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85F6A7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智能工程与创意设计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45F90C3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8FD389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8E2F577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2020</w:t>
            </w:r>
          </w:p>
        </w:tc>
      </w:tr>
      <w:tr w14:paraId="2B00B59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E18C468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397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B0BBE5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计算机类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BFBFD3C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080901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609098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计算机科学与技术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C1C35E4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理学,工学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FF9547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9251094"/>
        </w:tc>
      </w:tr>
      <w:tr w14:paraId="5760CE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88634FB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398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A9FF04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计算机类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13ED605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080902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953181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软件工程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28F796E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111807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F696E5B"/>
        </w:tc>
      </w:tr>
      <w:tr w14:paraId="2976ED2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0B34345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399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A6DB7B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计算机类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0C12227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080903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2958DA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网络工程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12F1052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0B269C3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8E50595"/>
        </w:tc>
      </w:tr>
      <w:tr w14:paraId="003485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0CC3794">
            <w:pPr>
              <w:pStyle w:val="9"/>
              <w:spacing w:before="22" w:line="240" w:lineRule="auto"/>
              <w:ind w:left="158" w:leftChars="0" w:right="0" w:rightChars="0"/>
              <w:jc w:val="left"/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eastAsia="宋体"/>
                <w:sz w:val="22"/>
                <w:lang w:val="en-US" w:eastAsia="zh-CN"/>
              </w:rPr>
              <w:t>400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EDE58A8">
            <w:pPr>
              <w:pStyle w:val="9"/>
              <w:spacing w:line="276" w:lineRule="exact"/>
              <w:ind w:left="28" w:leftChars="0" w:right="0" w:rightChars="0"/>
              <w:jc w:val="left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计算机类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A76F8E1">
            <w:pPr>
              <w:pStyle w:val="9"/>
              <w:spacing w:before="22" w:line="240" w:lineRule="auto"/>
              <w:ind w:left="28" w:leftChars="0" w:right="0" w:rightChars="0"/>
              <w:jc w:val="left"/>
              <w:rPr>
                <w:rFonts w:hint="eastAsia" w:ascii="Times New Roman" w:hAnsi="Times New Roman" w:eastAsia="宋体" w:cs="Times New Roman"/>
                <w:sz w:val="22"/>
                <w:szCs w:val="22"/>
                <w:lang w:val="en-US" w:eastAsia="zh-CN" w:bidi="ar-SA"/>
              </w:rPr>
            </w:pPr>
            <w:r>
              <w:rPr>
                <w:rFonts w:ascii="Times New Roman"/>
                <w:sz w:val="22"/>
              </w:rPr>
              <w:t>08090</w:t>
            </w:r>
            <w:r>
              <w:rPr>
                <w:rFonts w:hint="eastAsia" w:ascii="Times New Roman" w:eastAsia="宋体"/>
                <w:sz w:val="22"/>
                <w:lang w:val="en-US" w:eastAsia="zh-CN"/>
              </w:rPr>
              <w:t>4</w:t>
            </w:r>
            <w:r>
              <w:rPr>
                <w:rFonts w:ascii="Times New Roman"/>
                <w:sz w:val="22"/>
              </w:rPr>
              <w:t>K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01476D5">
            <w:pPr>
              <w:pStyle w:val="9"/>
              <w:spacing w:line="276" w:lineRule="exact"/>
              <w:ind w:left="28" w:leftChars="0" w:right="0" w:rightChars="0"/>
              <w:jc w:val="left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信</w:t>
            </w:r>
            <w:r>
              <w:rPr>
                <w:rFonts w:ascii="宋体" w:hAnsi="宋体" w:eastAsia="宋体" w:cs="宋体"/>
                <w:sz w:val="22"/>
                <w:szCs w:val="22"/>
              </w:rPr>
              <w:t>息安全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E13035C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w w:val="90"/>
                <w:sz w:val="22"/>
                <w:szCs w:val="22"/>
              </w:rPr>
              <w:t>管理学,理</w:t>
            </w:r>
            <w:r>
              <w:rPr>
                <w:rFonts w:ascii="宋体" w:hAnsi="宋体" w:eastAsia="宋体" w:cs="宋体"/>
                <w:spacing w:val="-107"/>
                <w:w w:val="90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w w:val="90"/>
                <w:sz w:val="22"/>
                <w:szCs w:val="22"/>
              </w:rPr>
              <w:t>学,工学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C06822C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AD078BE"/>
        </w:tc>
      </w:tr>
      <w:tr w14:paraId="3F1797B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7B0A8B8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401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85ACB1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计算机类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8E527A7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080905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1C8E72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物联网工程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DAC34CD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1CCB914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25117D2"/>
        </w:tc>
      </w:tr>
      <w:tr w14:paraId="18228C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15C3E34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402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6ADBE4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计算机类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AAC4AD9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080906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095DF3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数字媒体技术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CDA2C45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76B1F68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E661902"/>
        </w:tc>
      </w:tr>
      <w:tr w14:paraId="489F4DD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604524D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403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B8ADC5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计算机类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5B9799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080907T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D32164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智能科学与技术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EE0149E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理学,工学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3A57180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D1953EB"/>
        </w:tc>
      </w:tr>
      <w:tr w14:paraId="677EB01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B4D4595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404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C9893C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计算机类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BA5D9D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080908T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5866A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空间信息与数字技术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687EE66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B2B7E8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EF7AEA5"/>
        </w:tc>
      </w:tr>
      <w:tr w14:paraId="257022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529E39B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405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8D460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计算机类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B7A664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080909T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1F2749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电子与计算机工程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4D1FE23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151D79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A69293D"/>
        </w:tc>
      </w:tr>
      <w:tr w14:paraId="6EE2627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9334FB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406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344BD2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计算机类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13B1BB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080910T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3C175E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数据科学与大数据技术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9FDE88E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理学,工学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C470BC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B4995D6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2015</w:t>
            </w:r>
          </w:p>
        </w:tc>
      </w:tr>
      <w:tr w14:paraId="04EA2F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2C5FBEF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407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123F0C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计算机类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7F0DD9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080911TK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7F7ED2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网络空间安全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A80682A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E9DEEA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CAB74EB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2015</w:t>
            </w:r>
          </w:p>
        </w:tc>
      </w:tr>
      <w:tr w14:paraId="586C53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866B73A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408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9C6BE2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计算机类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77A2638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080912T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AFDA26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新媒体技术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E7E912E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97171A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919476E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 w14:paraId="5D9788B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FB1F650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409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61B95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计算机类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719497B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080913T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CFD698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电影制作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06D7995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D01022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8D9AED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 w14:paraId="36990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FE99F43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410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3CEF9D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计算机类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6D517F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080914TK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40E4C2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保密技术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25D6695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67F7B6E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D0C80FE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 w14:paraId="14AD4F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5DF99C6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411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0E5DAB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计算机类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AD7BD4E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080915T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249534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服务科学与工程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75280E1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7075B64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20B24C8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2019</w:t>
            </w:r>
          </w:p>
        </w:tc>
      </w:tr>
      <w:tr w14:paraId="5305EF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9D14814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412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E0B9A8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计算机类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A4DAC97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080916T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B57673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虚拟现实技术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3EBC993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5D2B307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45F8E98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2019</w:t>
            </w:r>
          </w:p>
        </w:tc>
      </w:tr>
      <w:tr w14:paraId="078A1B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A18B1EA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413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B6C716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计算机类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F0C7545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080917T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2527EA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区块链工程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D87B6A4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DD384D3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99876A8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2019</w:t>
            </w:r>
          </w:p>
        </w:tc>
      </w:tr>
      <w:tr w14:paraId="2A85AA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58CB9A2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414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4EDBAD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计算机类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9C43C2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080918TK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D13921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密码科学与技术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10DCE80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EF24824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60009AC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2020</w:t>
            </w:r>
          </w:p>
        </w:tc>
      </w:tr>
      <w:tr w14:paraId="4208FE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B2AE35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415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C93A95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土木类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FC86BCB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081001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C3D64F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土木工程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B6E43F4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4C3E6B0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AB2372F"/>
        </w:tc>
      </w:tr>
      <w:tr w14:paraId="5F2765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CBB28B2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416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EF5EC3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土木类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9E53368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081002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3075D6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建筑环境与能源应用工程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476D6A1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04EBF8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715481D"/>
        </w:tc>
      </w:tr>
      <w:tr w14:paraId="1B138A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085DAB6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417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8F050D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土木类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AF90359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081003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CA7CDC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给排水科学与工程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D606ECB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2F9ABCC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38CFB16"/>
        </w:tc>
      </w:tr>
      <w:tr w14:paraId="3A1F3D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24157B2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418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F98EA6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土木类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870531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081004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C8793E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建筑电气与智能化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E9E8609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D361D4D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624F5EF"/>
        </w:tc>
      </w:tr>
      <w:tr w14:paraId="60B74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E956297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419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A54A1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土木类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C900E4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081005T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6BA492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城市地下空间工程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DE59722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BECEFBE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E85AE8A"/>
        </w:tc>
      </w:tr>
      <w:tr w14:paraId="0DF9B73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D8557A5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420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D9B0B1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土木类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AA40132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081006T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BAE4E6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道路桥梁与渡河工程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9FF3624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A4BE091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7F2ECFB"/>
        </w:tc>
      </w:tr>
      <w:tr w14:paraId="1FC933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D15670E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421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3C4B81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土木类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454DA0B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081007T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0243E1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铁道工程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0722B66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36BBBF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8406A36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2014</w:t>
            </w:r>
          </w:p>
        </w:tc>
      </w:tr>
      <w:tr w14:paraId="7B9C59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119136F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422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4148B6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土木类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A64E8E3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081008T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BCD4F8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智能建造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EF02C7C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B0E36BB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99CECD5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 w14:paraId="202F88B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DC156AB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423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F86F97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土木类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47100C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081009T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285D36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土木、水利与海洋工程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5331492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BED0CC6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AE3D46F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  <w:tr w14:paraId="1E00877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C96592D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424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15FB5F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土木类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9E64805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081010T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F39640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土木、水利与交通工程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6A3B0B7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63E4F50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7B84EF0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2019</w:t>
            </w:r>
          </w:p>
        </w:tc>
      </w:tr>
      <w:tr w14:paraId="75EA82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580C0F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425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2C4C58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土木类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B7F5C9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081011T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00EC09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城市水系统工程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7A82633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02CAD1C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E4E4674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2020</w:t>
            </w:r>
          </w:p>
        </w:tc>
      </w:tr>
      <w:tr w14:paraId="237E256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8CD7297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426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93EC6B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土木类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BAF628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081012T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9DFF55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智能建造与智慧交通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151A8FE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F8FBD49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E9F86F7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2021</w:t>
            </w:r>
          </w:p>
        </w:tc>
      </w:tr>
      <w:tr w14:paraId="5B4136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6FFF186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427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B0844B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土木类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7CE41D9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081013T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D32E53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工程软件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652F479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C40555D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D5F9F51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2023</w:t>
            </w:r>
          </w:p>
        </w:tc>
      </w:tr>
      <w:tr w14:paraId="1A50CB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758E0ED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428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FF5F86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水利类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B29D8C7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081101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CAB3D7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水利水电工程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3701508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B58EC30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FDACFEF"/>
        </w:tc>
      </w:tr>
      <w:tr w14:paraId="3EFEDAB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331E38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429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DB880C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水利类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CCC3B81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081102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65297A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水文与水资源工程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BB3899F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EE0B850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A31D1AA"/>
        </w:tc>
      </w:tr>
      <w:tr w14:paraId="40FCF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C6660A5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430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9CBE87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水利类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F4251BB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081103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E29B78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港口航道与海岸工程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CD13791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F00E130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5B970EA"/>
        </w:tc>
      </w:tr>
      <w:tr w14:paraId="477115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60029E6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431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9D1741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水利类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4F1631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081104T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1AABA0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水务工程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7FC64C5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7A3D4B9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A25F30D"/>
        </w:tc>
      </w:tr>
      <w:tr w14:paraId="741F5D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DAC1AF6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432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A31A0B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水利类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A8C28C2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081105T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ADF753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水利科学与工程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B6529F6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606C8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820F582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2015</w:t>
            </w:r>
          </w:p>
        </w:tc>
      </w:tr>
      <w:tr w14:paraId="18E2E5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B89B604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433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BB0A4E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水利类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CE0A8DC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081106T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45CD46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智慧水利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46EE2C9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AACAF7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6CB0295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2021</w:t>
            </w:r>
          </w:p>
        </w:tc>
      </w:tr>
      <w:tr w14:paraId="75F1C1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05139B5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434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004DDC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测绘类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7F49A03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081201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7FF8C6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测绘工程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4DEB6EB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466AB5B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46B10A0"/>
        </w:tc>
      </w:tr>
      <w:tr w14:paraId="4295347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D28D3D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435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893655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测绘类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A48E108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081202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7D7647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遥感科学与技术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8117E71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0577F0B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733B8CF"/>
        </w:tc>
      </w:tr>
      <w:tr w14:paraId="41EC526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E20D697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436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3686AD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测绘类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E9C1A12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081203T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783CEF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导航工程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833A0E0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C31E8E4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7EC901D"/>
        </w:tc>
      </w:tr>
    </w:tbl>
    <w:p w14:paraId="026AF564">
      <w:pPr>
        <w:spacing w:after="0"/>
        <w:sectPr>
          <w:pgSz w:w="11910" w:h="16840"/>
          <w:pgMar w:top="980" w:right="760" w:bottom="720" w:left="740" w:header="0" w:footer="522" w:gutter="0"/>
          <w:pgNumType w:fmt="decimal"/>
          <w:cols w:space="720" w:num="1"/>
        </w:sectPr>
      </w:pPr>
    </w:p>
    <w:p w14:paraId="05530158">
      <w:pPr>
        <w:spacing w:before="8" w:line="240" w:lineRule="auto"/>
        <w:rPr>
          <w:rFonts w:ascii="Times New Roman" w:hAnsi="Times New Roman" w:eastAsia="Times New Roman" w:cs="Times New Roman"/>
          <w:sz w:val="6"/>
          <w:szCs w:val="6"/>
        </w:rPr>
      </w:pPr>
    </w:p>
    <w:tbl>
      <w:tblPr>
        <w:tblStyle w:val="5"/>
        <w:tblW w:w="10156" w:type="dxa"/>
        <w:tblInd w:w="1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2"/>
        <w:gridCol w:w="1829"/>
        <w:gridCol w:w="1284"/>
        <w:gridCol w:w="2556"/>
        <w:gridCol w:w="1704"/>
        <w:gridCol w:w="1312"/>
        <w:gridCol w:w="809"/>
      </w:tblGrid>
      <w:tr w14:paraId="78561A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1147466">
            <w:pPr>
              <w:pStyle w:val="9"/>
              <w:spacing w:before="108" w:line="240" w:lineRule="auto"/>
              <w:ind w:left="83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序号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04FFCED">
            <w:pPr>
              <w:pStyle w:val="9"/>
              <w:spacing w:before="108" w:line="240" w:lineRule="auto"/>
              <w:ind w:right="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门类、专业类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DC8AD96">
            <w:pPr>
              <w:pStyle w:val="9"/>
              <w:spacing w:before="108" w:line="240" w:lineRule="auto"/>
              <w:ind w:left="88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专业代码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468F692">
            <w:pPr>
              <w:pStyle w:val="9"/>
              <w:spacing w:before="108" w:line="240" w:lineRule="auto"/>
              <w:ind w:left="770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专业名称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D5C1E37">
            <w:pPr>
              <w:pStyle w:val="9"/>
              <w:spacing w:before="9" w:line="292" w:lineRule="exact"/>
              <w:ind w:left="367" w:right="117" w:hanging="24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学位授予门类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EEEE48A">
            <w:pPr>
              <w:pStyle w:val="9"/>
              <w:spacing w:before="108" w:line="240" w:lineRule="auto"/>
              <w:ind w:left="213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修业年限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EFB6DDB">
            <w:pPr>
              <w:pStyle w:val="9"/>
              <w:spacing w:before="9" w:line="292" w:lineRule="exact"/>
              <w:ind w:left="158" w:right="148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增设 年度</w:t>
            </w:r>
          </w:p>
        </w:tc>
      </w:tr>
      <w:tr w14:paraId="32867F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EB3AC92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437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8A4B67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测绘类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18452EF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081204T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74E7C3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地理国情监测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644D286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CAFC18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C7D9548"/>
        </w:tc>
      </w:tr>
      <w:tr w14:paraId="16F8D8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71D48FE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438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7952A6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测绘类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625C26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081205T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45EB55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地理空间信息工程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721724D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1EC8338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830C00C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2015</w:t>
            </w:r>
          </w:p>
        </w:tc>
      </w:tr>
      <w:tr w14:paraId="0FB84E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D2C0B83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439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849316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化工与制药类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7B8996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081301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2FC74E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化学工程与工艺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2074141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5C55E9E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60E72D2"/>
        </w:tc>
      </w:tr>
      <w:tr w14:paraId="1C4A26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E9D895D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440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8D69D0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化工与制药类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6402D6C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081302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991086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制药工程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D9F2A6E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722D070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495190C"/>
        </w:tc>
      </w:tr>
      <w:tr w14:paraId="4E1DC2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141DB39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441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093C0C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化工与制药类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FDA1559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081303T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EB401E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资源循环科学与工程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41CA7F3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0D0BF3D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4DBAB80"/>
        </w:tc>
      </w:tr>
      <w:tr w14:paraId="11E258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EAE3F6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442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A05C91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化工与制药类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A72FB83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081304T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15AA50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能源化学工程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E525180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954495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71E069C"/>
        </w:tc>
      </w:tr>
      <w:tr w14:paraId="71D6D7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C3DDD22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443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6B30EA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化工与制药类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DFD7791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081305T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F232A4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化学工程与工业生物工程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AECE9CE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2CC1B4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BE01C9E"/>
        </w:tc>
      </w:tr>
      <w:tr w14:paraId="03F5BF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D22A79E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444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AAF0EA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化工与制药类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63B3198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081306T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49500E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化工安全工程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CEE1D23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0BE99CD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B4C7213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 w14:paraId="61E5E92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519435C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445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2D53DD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化工与制药类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FBE284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081307T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845381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涂料工程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8B62E95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7F606D8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94093AD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 w14:paraId="35A21C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D365AA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446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9C145C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化工与制药类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3FD5AE2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081308T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5A084A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精细化工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90174D4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8E16E33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E3BF610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  <w:tr w14:paraId="4F332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D0B3160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447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0285E2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地质类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852F895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081401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1B97AD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地质工程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59FDBE4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AD50BB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48230FF"/>
        </w:tc>
      </w:tr>
      <w:tr w14:paraId="4922099D"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92A2FA9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448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0151AD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地质类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577E60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081402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EF70E2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勘查技术与工程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960D17B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131BE7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42AE0C0"/>
        </w:tc>
      </w:tr>
      <w:tr w14:paraId="2A8FC1B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4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4E56CCB">
            <w:pPr>
              <w:pStyle w:val="9"/>
              <w:spacing w:before="3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</w:p>
          <w:p w14:paraId="67DBB88E">
            <w:pPr>
              <w:pStyle w:val="9"/>
              <w:spacing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449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02CE32E">
            <w:pPr>
              <w:pStyle w:val="9"/>
              <w:spacing w:before="5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 w14:paraId="56EB7FE9">
            <w:pPr>
              <w:pStyle w:val="9"/>
              <w:spacing w:line="240" w:lineRule="auto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地质类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399270D">
            <w:pPr>
              <w:pStyle w:val="9"/>
              <w:spacing w:before="3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</w:p>
          <w:p w14:paraId="096CB423">
            <w:pPr>
              <w:pStyle w:val="9"/>
              <w:spacing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081403K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FB9E836">
            <w:pPr>
              <w:pStyle w:val="9"/>
              <w:spacing w:before="5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 w14:paraId="32EA619D">
            <w:pPr>
              <w:pStyle w:val="9"/>
              <w:spacing w:line="240" w:lineRule="auto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资源勘查工程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DC03DF0">
            <w:pPr>
              <w:pStyle w:val="9"/>
              <w:spacing w:before="5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 w14:paraId="22161B66">
            <w:pPr>
              <w:pStyle w:val="9"/>
              <w:spacing w:line="240" w:lineRule="auto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36EE5C7">
            <w:pPr>
              <w:pStyle w:val="9"/>
              <w:spacing w:before="5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 w14:paraId="012964C7">
            <w:pPr>
              <w:pStyle w:val="9"/>
              <w:spacing w:line="240" w:lineRule="auto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156F698">
            <w:pPr>
              <w:pStyle w:val="9"/>
              <w:spacing w:line="253" w:lineRule="exact"/>
              <w:ind w:left="67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2024</w:t>
            </w:r>
            <w:r>
              <w:rPr>
                <w:rFonts w:ascii="宋体" w:hAnsi="宋体" w:eastAsia="宋体" w:cs="宋体"/>
                <w:sz w:val="22"/>
                <w:szCs w:val="22"/>
              </w:rPr>
              <w:t>年</w:t>
            </w:r>
          </w:p>
          <w:p w14:paraId="1D804791">
            <w:pPr>
              <w:pStyle w:val="9"/>
              <w:spacing w:before="33" w:line="272" w:lineRule="exact"/>
              <w:ind w:left="67" w:right="57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起调整</w:t>
            </w:r>
            <w:r>
              <w:rPr>
                <w:rFonts w:ascii="宋体" w:hAnsi="宋体" w:eastAsia="宋体" w:cs="宋体"/>
                <w:spacing w:val="-108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z w:val="22"/>
                <w:szCs w:val="22"/>
              </w:rPr>
              <w:t>为国控</w:t>
            </w:r>
          </w:p>
        </w:tc>
      </w:tr>
      <w:tr w14:paraId="1A1096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BB917C6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450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F1FA75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地质类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15CDD1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081404T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C60A38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地下水科学与工程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3CADF83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35D6C5C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6CE5244"/>
        </w:tc>
      </w:tr>
      <w:tr w14:paraId="4D18E27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A76CF35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451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6BF3B2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地质类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F9D93B8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081405T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2203A6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旅游地学与规划工程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24F7D61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184ABD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E14C55D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2019</w:t>
            </w:r>
          </w:p>
        </w:tc>
      </w:tr>
      <w:tr w14:paraId="6B98ED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84E3620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452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C50CE6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地质类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26FE8A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081406T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BD1ADE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智能地球探测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91B4D72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E142EC6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7532EB0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2021</w:t>
            </w:r>
          </w:p>
        </w:tc>
      </w:tr>
      <w:tr w14:paraId="35CCA8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1B7E894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453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F0EAF8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地质类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FE71FA2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081407T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02E898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资源环境大数据工程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F7BD61E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58F725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CAEE290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2021</w:t>
            </w:r>
          </w:p>
        </w:tc>
      </w:tr>
      <w:tr w14:paraId="44725E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EFB1A2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454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DA22C0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矿业类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80E6A2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081501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4259C1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采矿工程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74C07EB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079E8C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163F0F8"/>
        </w:tc>
      </w:tr>
      <w:tr w14:paraId="37ABE2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C4F89A8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455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F04A9D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矿业类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78E1249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081502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15581A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石油工程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84869D4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CA758C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51DAD71"/>
        </w:tc>
      </w:tr>
      <w:tr w14:paraId="141430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7D0EC5C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456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947A08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矿业类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8BBDA42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081503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256E15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矿物加工工程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C5EF803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C79ADE1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0016EC7"/>
        </w:tc>
      </w:tr>
      <w:tr w14:paraId="1C2F96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714BC83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457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FC9FB6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矿业类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D0F5FFF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081504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76FEA3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油气储运工程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6456DC6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72DF7E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7A739EE"/>
        </w:tc>
      </w:tr>
      <w:tr w14:paraId="233CEB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976CD95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458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898E38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矿业类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EB413A1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081505T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3B97A9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矿物资源工程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F46AAD4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78D0309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95206B4"/>
        </w:tc>
      </w:tr>
      <w:tr w14:paraId="2BF955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24330AF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459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7B3924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矿业类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8889C4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081506T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C3C9A3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海洋油气工程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5CB819A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4CAB831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2CC10C6"/>
        </w:tc>
      </w:tr>
      <w:tr w14:paraId="2CA0EF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650C1A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460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E79484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矿业类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F39086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081507T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A4DEAA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智能采矿工程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7EC7AC4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1D1453B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C2CF569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2020</w:t>
            </w:r>
          </w:p>
        </w:tc>
      </w:tr>
      <w:tr w14:paraId="1B498C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A834D4A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461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6EE079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矿业类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A71949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081508TK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2217B1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碳储科学与工程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0B23FE6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4E3F168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8EEE44C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2021</w:t>
            </w:r>
          </w:p>
        </w:tc>
      </w:tr>
      <w:tr w14:paraId="160C17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3CCCF87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462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D6B67A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纺织类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D14258E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081601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EA68B3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纺织工程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9CD168F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BA3FF7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8C2E884"/>
        </w:tc>
      </w:tr>
      <w:tr w14:paraId="5C4113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9687EE4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463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A61DE98">
            <w:pPr>
              <w:pStyle w:val="9"/>
              <w:spacing w:line="276" w:lineRule="exact"/>
              <w:ind w:left="28" w:leftChars="0" w:right="0" w:rightChars="0"/>
              <w:jc w:val="left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纺织类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19D4A3D">
            <w:pPr>
              <w:pStyle w:val="9"/>
              <w:spacing w:before="22" w:line="240" w:lineRule="auto"/>
              <w:ind w:left="28" w:leftChars="0" w:right="0" w:rightChars="0"/>
              <w:jc w:val="left"/>
              <w:rPr>
                <w:rFonts w:hint="eastAsia" w:ascii="Times New Roman" w:hAnsi="Times New Roman" w:eastAsia="宋体" w:cs="Times New Roman"/>
                <w:sz w:val="22"/>
                <w:szCs w:val="22"/>
                <w:lang w:val="en-US" w:eastAsia="zh-CN" w:bidi="ar-SA"/>
              </w:rPr>
            </w:pPr>
            <w:r>
              <w:rPr>
                <w:rFonts w:ascii="Times New Roman"/>
                <w:sz w:val="22"/>
              </w:rPr>
              <w:t>08160</w:t>
            </w:r>
            <w:r>
              <w:rPr>
                <w:rFonts w:hint="eastAsia" w:ascii="Times New Roman" w:eastAsia="宋体"/>
                <w:sz w:val="22"/>
                <w:lang w:val="en-US" w:eastAsia="zh-CN"/>
              </w:rPr>
              <w:t>2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E1F074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服装设计与工程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44BA4E5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艺术学,工</w:t>
            </w:r>
            <w:r>
              <w:rPr>
                <w:rFonts w:ascii="宋体" w:hAnsi="宋体" w:eastAsia="宋体" w:cs="宋体"/>
                <w:spacing w:val="-107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z w:val="22"/>
                <w:szCs w:val="22"/>
              </w:rPr>
              <w:t>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DEEF9F6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CEA2A9B"/>
        </w:tc>
      </w:tr>
      <w:tr w14:paraId="1285AA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E874EB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464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3399C5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纺织类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ED58DFB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081603T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2B4EB7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非织造材料与工程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F28C251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FECD4E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5A05F0A"/>
        </w:tc>
      </w:tr>
      <w:tr w14:paraId="38F6A4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2B6BFD2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465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8B53AD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纺织类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67B1C9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081604T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969B88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服装设计与工艺教育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4D401BE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0FAE078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D3647B3"/>
        </w:tc>
      </w:tr>
      <w:tr w14:paraId="68423A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8C2C8FF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466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E8D7C8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纺织类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138BF7B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081605T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182121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丝绸设计与工程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2C492CA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2467C87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126BFAD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 w14:paraId="32CDE44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4D46D4C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467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79F5A1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轻工类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7EB386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081701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B42BDD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轻化工程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91D1C9A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DA4A4C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9D80482"/>
        </w:tc>
      </w:tr>
      <w:tr w14:paraId="177CC9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D05DB16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468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ED928E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轻工类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786361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081702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0AD81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包装工程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16E9CF7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EF4769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8F74C4E"/>
        </w:tc>
      </w:tr>
      <w:tr w14:paraId="6F9627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5D2BE9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469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4C3672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轻工类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3EEB505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081703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9BA9C4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印刷工程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88FF54E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84AD500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774BD3F"/>
        </w:tc>
      </w:tr>
      <w:tr w14:paraId="4555872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3273E7B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470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AFDDB0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轻工类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57361A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081704T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3AEE68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香料香精技术与工程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92D9927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FCCF779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94475DC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 w14:paraId="5E7656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FFC66D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471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11FD16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轻工类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BE4A4C2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081705T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A5D72E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化妆品技术与工程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8E48A64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D31A540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BBA749B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 w14:paraId="18D95A5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937C61C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472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33E2EC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轻工类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0AE8EB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081706TK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F2D772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生物质能源与材料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071DC89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B82C236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FB9984F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2021</w:t>
            </w:r>
          </w:p>
        </w:tc>
      </w:tr>
      <w:tr w14:paraId="246D58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9FA8DF7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473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7CD60F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交通运输类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9449CFF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081801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D35444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交通运输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F5AABBC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F52C77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E3333CD"/>
        </w:tc>
      </w:tr>
      <w:tr w14:paraId="55FC32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12E5407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474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5E845A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交通运输类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FA07707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081802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242D80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交通工程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EC979EA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33B1634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8E31910"/>
        </w:tc>
      </w:tr>
      <w:tr w14:paraId="562E15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EAE29E8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475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98ECE5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交通运输类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75FE0BF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081803K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F3E4B0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航海技术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AC8D95A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C65418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4436CC8"/>
        </w:tc>
      </w:tr>
      <w:tr w14:paraId="60ED8A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257D336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476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31A55C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交通运输类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13398C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081804K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62AD00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轮机工程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7D7B955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54743DE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A1EB125"/>
        </w:tc>
      </w:tr>
      <w:tr w14:paraId="039ACB4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C55346F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477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F9FFA5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交通运输类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3E7B14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081805K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438289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飞行技术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3EC1D33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10A11E6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8ED413E"/>
        </w:tc>
      </w:tr>
    </w:tbl>
    <w:p w14:paraId="60FCBF53">
      <w:pPr>
        <w:spacing w:after="0"/>
        <w:sectPr>
          <w:pgSz w:w="11910" w:h="16840"/>
          <w:pgMar w:top="980" w:right="760" w:bottom="720" w:left="740" w:header="0" w:footer="522" w:gutter="0"/>
          <w:pgNumType w:fmt="decimal"/>
          <w:cols w:space="720" w:num="1"/>
        </w:sectPr>
      </w:pPr>
    </w:p>
    <w:p w14:paraId="2243E2A8">
      <w:pPr>
        <w:spacing w:before="8" w:line="240" w:lineRule="auto"/>
        <w:rPr>
          <w:rFonts w:ascii="Times New Roman" w:hAnsi="Times New Roman" w:eastAsia="Times New Roman" w:cs="Times New Roman"/>
          <w:sz w:val="6"/>
          <w:szCs w:val="6"/>
        </w:rPr>
      </w:pPr>
    </w:p>
    <w:tbl>
      <w:tblPr>
        <w:tblStyle w:val="5"/>
        <w:tblW w:w="10156" w:type="dxa"/>
        <w:tblInd w:w="1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2"/>
        <w:gridCol w:w="1841"/>
        <w:gridCol w:w="1272"/>
        <w:gridCol w:w="2568"/>
        <w:gridCol w:w="1740"/>
        <w:gridCol w:w="1264"/>
        <w:gridCol w:w="809"/>
      </w:tblGrid>
      <w:tr w14:paraId="12C8F55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15E163D">
            <w:pPr>
              <w:pStyle w:val="9"/>
              <w:spacing w:before="108" w:line="240" w:lineRule="auto"/>
              <w:ind w:left="83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序号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FDF9853">
            <w:pPr>
              <w:pStyle w:val="9"/>
              <w:spacing w:before="108" w:line="240" w:lineRule="auto"/>
              <w:ind w:right="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门类、专业类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80C1D91">
            <w:pPr>
              <w:pStyle w:val="9"/>
              <w:spacing w:before="108" w:line="240" w:lineRule="auto"/>
              <w:ind w:left="88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专业代码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3715B3C">
            <w:pPr>
              <w:pStyle w:val="9"/>
              <w:spacing w:before="108" w:line="240" w:lineRule="auto"/>
              <w:ind w:left="770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专业名称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8404FB0">
            <w:pPr>
              <w:pStyle w:val="9"/>
              <w:spacing w:before="9" w:line="292" w:lineRule="exact"/>
              <w:ind w:left="367" w:right="117" w:hanging="24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学位授予门类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53DA9A9">
            <w:pPr>
              <w:pStyle w:val="9"/>
              <w:spacing w:before="108" w:line="240" w:lineRule="auto"/>
              <w:ind w:left="213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修业年限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A38600D">
            <w:pPr>
              <w:pStyle w:val="9"/>
              <w:spacing w:before="9" w:line="292" w:lineRule="exact"/>
              <w:ind w:left="158" w:right="148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增设 年度</w:t>
            </w:r>
          </w:p>
        </w:tc>
      </w:tr>
      <w:tr w14:paraId="35AE06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3E15128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478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089EB6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交通运输类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C10BBF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081806T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A66D83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交通设备与控制工程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67F71DA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28FC108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5877A99"/>
        </w:tc>
      </w:tr>
      <w:tr w14:paraId="73192F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7D5CB65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479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A1896B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交通运输类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DE33B9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081807T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235B04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救助与打捞工程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05F7A5F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E84A59B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902F407"/>
        </w:tc>
      </w:tr>
      <w:tr w14:paraId="6716BC1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41B4DFF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480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D1926F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交通运输类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456F5F9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081808TK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5DE278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船舶电子电气工程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ECDB3C0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688359D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22985B6"/>
        </w:tc>
      </w:tr>
      <w:tr w14:paraId="02067F2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52C696C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481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50F16B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交通运输类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C1DF7B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081809T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A97A85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轨道交通电气与控制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12DC0DA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39C171B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ED8F8D9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 w14:paraId="006C1A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9A1F2A6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482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27953B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交通运输类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F02D803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081810T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68ED6F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邮轮工程与管理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4880509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E9CB1FC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144E3CA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 w14:paraId="33CC9C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DA3B76F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483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6814FF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交通运输类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072825F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081811T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DA52B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智慧交通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59E9A60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99585D1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112A6A4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2020</w:t>
            </w:r>
          </w:p>
        </w:tc>
      </w:tr>
      <w:tr w14:paraId="66E5B1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69AC5AD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484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04D927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交通运输类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AC98717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081812T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2A372C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智能运输工程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1B3C83E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521B89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7491B44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2021</w:t>
            </w:r>
          </w:p>
        </w:tc>
      </w:tr>
      <w:tr w14:paraId="559A3A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99C14E8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485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1635AE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海洋工程类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D6DDE9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081901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DC02C3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船舶与海洋工程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FBF30A8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00E3560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5D15E19"/>
        </w:tc>
      </w:tr>
      <w:tr w14:paraId="280F399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610822C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486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9E2885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海洋工程类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5443D99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081902T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24E6CB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海洋工程与技术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40B7AAF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66AE7A0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4032F5A"/>
        </w:tc>
      </w:tr>
      <w:tr w14:paraId="73E03E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CFA0656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487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407123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海洋工程类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EDCB31F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081903T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5C3D26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海洋资源开发技术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452C22B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BA8BD88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998E258"/>
        </w:tc>
      </w:tr>
      <w:tr w14:paraId="4BE592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82BBAED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488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C28AF9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海洋工程类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E3DE46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081904T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6A4B69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海洋机器人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7394F49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AA2AD2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6C3294B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  <w:tr w14:paraId="2C169D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3DC1B43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489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34381C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海洋工程类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062F00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081905T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59E988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智慧海洋技术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BBB77ED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E162BA3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8B0A07F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2021</w:t>
            </w:r>
          </w:p>
        </w:tc>
      </w:tr>
      <w:tr w14:paraId="3130CF3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6AA195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490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CCA671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海洋工程类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E574CF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081906T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C3606B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智能海洋装备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272B98C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DEEA93D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0ECD9A6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2023</w:t>
            </w:r>
          </w:p>
        </w:tc>
      </w:tr>
      <w:tr w14:paraId="25FB93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67A8607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491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27232C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航空航天类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2F9225E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082001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98E0FC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航空航天工程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F789935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AED0823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DB32031"/>
        </w:tc>
      </w:tr>
      <w:tr w14:paraId="08ED22E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873974F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492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375985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航空航天类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DE51205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082002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DAE301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飞行器设计与工程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76B9ADE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EC7E42E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755F553"/>
        </w:tc>
      </w:tr>
      <w:tr w14:paraId="3657E95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AF6121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493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7C6D09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航空航天类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E116A1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082003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8E4E6E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飞行器制造工程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71ABAAB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EA5B49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10A2164"/>
        </w:tc>
      </w:tr>
      <w:tr w14:paraId="1DD82C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56940C0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494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8303D7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航空航天类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0F0979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082004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CD4480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飞行器动力工程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B03D7D9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40D8294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CD37B31"/>
        </w:tc>
      </w:tr>
      <w:tr w14:paraId="7E4A2B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C6E79AE">
            <w:pPr>
              <w:pStyle w:val="9"/>
              <w:spacing w:before="22" w:line="240" w:lineRule="auto"/>
              <w:ind w:left="158" w:leftChars="0" w:right="0" w:rightChars="0"/>
              <w:jc w:val="left"/>
              <w:rPr>
                <w:rFonts w:hint="eastAsia" w:ascii="Times New Roman" w:hAnsi="Times New Roman" w:eastAsia="宋体" w:cs="Times New Roman"/>
                <w:sz w:val="22"/>
                <w:szCs w:val="22"/>
                <w:lang w:val="en-US" w:eastAsia="zh-CN" w:bidi="ar-SA"/>
              </w:rPr>
            </w:pPr>
            <w:r>
              <w:rPr>
                <w:rFonts w:ascii="Times New Roman"/>
                <w:sz w:val="22"/>
              </w:rPr>
              <w:t>49</w:t>
            </w:r>
            <w:r>
              <w:rPr>
                <w:rFonts w:hint="eastAsia" w:ascii="Times New Roman" w:eastAsia="宋体"/>
                <w:sz w:val="22"/>
                <w:lang w:val="en-US" w:eastAsia="zh-CN"/>
              </w:rPr>
              <w:t>5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D868D80">
            <w:pPr>
              <w:pStyle w:val="9"/>
              <w:spacing w:line="276" w:lineRule="exact"/>
              <w:ind w:left="28" w:leftChars="0" w:right="0" w:rightChars="0"/>
              <w:jc w:val="left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航空航天类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78F6811">
            <w:pPr>
              <w:pStyle w:val="9"/>
              <w:spacing w:before="22" w:line="240" w:lineRule="auto"/>
              <w:ind w:left="28" w:leftChars="0" w:right="0" w:rightChars="0"/>
              <w:jc w:val="left"/>
              <w:rPr>
                <w:rFonts w:hint="eastAsia" w:ascii="Times New Roman" w:hAnsi="Times New Roman" w:eastAsia="宋体" w:cs="Times New Roman"/>
                <w:sz w:val="22"/>
                <w:szCs w:val="22"/>
                <w:lang w:val="en-US" w:eastAsia="zh-CN" w:bidi="ar-SA"/>
              </w:rPr>
            </w:pPr>
            <w:r>
              <w:rPr>
                <w:rFonts w:ascii="Times New Roman"/>
                <w:sz w:val="22"/>
              </w:rPr>
              <w:t>08200</w:t>
            </w:r>
            <w:r>
              <w:rPr>
                <w:rFonts w:hint="eastAsia" w:ascii="Times New Roman" w:eastAsia="宋体"/>
                <w:sz w:val="22"/>
                <w:lang w:val="en-US" w:eastAsia="zh-CN"/>
              </w:rPr>
              <w:t>5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B23A81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w w:val="90"/>
                <w:sz w:val="22"/>
                <w:szCs w:val="22"/>
              </w:rPr>
              <w:t>飞行器环境与生命保障工</w:t>
            </w:r>
            <w:r>
              <w:rPr>
                <w:rFonts w:ascii="宋体" w:hAnsi="宋体" w:eastAsia="宋体" w:cs="宋体"/>
                <w:spacing w:val="-102"/>
                <w:w w:val="90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w w:val="90"/>
                <w:sz w:val="22"/>
                <w:szCs w:val="22"/>
              </w:rPr>
              <w:t>程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2481C13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C2AE8DA">
            <w:pPr>
              <w:pStyle w:val="9"/>
              <w:spacing w:line="276" w:lineRule="exact"/>
              <w:ind w:left="7" w:leftChars="0"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AC17D6A"/>
        </w:tc>
      </w:tr>
      <w:tr w14:paraId="645B2F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840A01F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496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BB7019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航空航天类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B1AB7F9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082006T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3B28CB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飞行器质量与可靠性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FD3A978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08EDBA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117A2E1"/>
        </w:tc>
      </w:tr>
      <w:tr w14:paraId="6C43A7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E1C9BA2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497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407E42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航空航天类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BFB9F15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082007T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A6F261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飞行器适航技术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64E34D3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84D6EE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044CF91"/>
        </w:tc>
      </w:tr>
      <w:tr w14:paraId="25B2FE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849AC37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498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A8E9F7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航空航天类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70AE67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082008T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A54AE4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飞行器控制与信息工程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B192A5A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DF1AC44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E3D827C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2015</w:t>
            </w:r>
          </w:p>
        </w:tc>
      </w:tr>
      <w:tr w14:paraId="1BEC42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889C6CB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499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36B067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航空航天类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0C308D8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082009T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7E576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无人驾驶航空器系统工程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72E49C0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2FD768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3684EC5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 w14:paraId="4B9C20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5A78386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500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E54021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航空航天类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FAF5ED7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082010T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71DB34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智能飞行器技术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68C87E3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513ADA0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F5D5F2A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2020</w:t>
            </w:r>
          </w:p>
        </w:tc>
      </w:tr>
      <w:tr w14:paraId="182D12C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3872468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501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452BC4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航空航天类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395673C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082011T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04A4FB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空天智能电推进技术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E2A96E0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376B4F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B75D8FB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2021</w:t>
            </w:r>
          </w:p>
        </w:tc>
      </w:tr>
      <w:tr w14:paraId="08A5D9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2D9F739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502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D8DE2F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航空航天类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3056359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082012T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C9D539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飞行器运维工程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D551CD7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94601AD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4421AC2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2022</w:t>
            </w:r>
          </w:p>
        </w:tc>
      </w:tr>
      <w:tr w14:paraId="205BDF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BB9B01E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503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4F88F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兵器类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50EC8E1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082101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815A7C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武器系统与工程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E835BC4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775CC7E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C9F83D9"/>
        </w:tc>
      </w:tr>
      <w:tr w14:paraId="484FEE3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EB9DDF0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504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0E4FD9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兵器类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E02DA5C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082102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1D06FB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武器发射工程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7D98E91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D0C52AD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19F55CC"/>
        </w:tc>
      </w:tr>
      <w:tr w14:paraId="56B9DC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92540A0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505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4CD4E2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兵器类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8C87681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082103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3E9362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探测制导与控制技术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54446B3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64B5C20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D7B721D"/>
        </w:tc>
      </w:tr>
      <w:tr w14:paraId="17291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5A3F7FC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506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63AF48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兵器类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7360C32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082104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EB3784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弹药工程与爆炸技术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4D6E002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913EE1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F90F305"/>
        </w:tc>
      </w:tr>
      <w:tr w14:paraId="2A60838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E91ED9E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507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D278CE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兵器类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3ECE4E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082105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2527B0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特种能源技术与工程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11347FB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D39BDA0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F8EF174"/>
        </w:tc>
      </w:tr>
      <w:tr w14:paraId="655695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F6ED6E9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508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0A9686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兵器类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4AAF80E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082106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FC0ADF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装甲车辆工程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5AEE412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981BF31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48D5525"/>
        </w:tc>
      </w:tr>
      <w:tr w14:paraId="7CF5AB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D82B759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509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EEDF98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兵器类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EEE1441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082107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E5174D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信息对抗技术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9E4E3D7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30D2B71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9A1274F"/>
        </w:tc>
      </w:tr>
      <w:tr w14:paraId="1B6D56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D88067A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510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60385E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兵器类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A288D5F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082108T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CEAD4D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智能无人系统技术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E5AE635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F31B4A3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41A63CC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2019</w:t>
            </w:r>
          </w:p>
        </w:tc>
      </w:tr>
      <w:tr w14:paraId="33476A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AB29ABB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511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841713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核工程类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6D9154F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082201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EFD355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核工程与核技术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3A92489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876F45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CE608A5"/>
        </w:tc>
      </w:tr>
      <w:tr w14:paraId="05402C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8B91355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512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AF7B2F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核工程类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47C5022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082202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92EC08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辐射防护与核安全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AA99D15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E5467CB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B844B57"/>
        </w:tc>
      </w:tr>
      <w:tr w14:paraId="26A996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B63883E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513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E57324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核工程类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B8EB838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082203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6146C1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工程物理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61C0CBE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76E9CF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3FC441A"/>
        </w:tc>
      </w:tr>
      <w:tr w14:paraId="7595EBB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EC3C2F9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514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226E4A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核工程类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EF2EB79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082204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9F86C3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核化工与核燃料工程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B64599E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483E781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32D3D17"/>
        </w:tc>
      </w:tr>
      <w:tr w14:paraId="148391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E700CE3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515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7FCEE5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农业工程类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86A0D43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082301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18BA26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农业工程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16E3477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C822B71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17141F6"/>
        </w:tc>
      </w:tr>
      <w:tr w14:paraId="010C54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38AE90A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516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B82E72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农业工程类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9D3B94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082302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AB4EAD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农业机械化及其自动化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4705F0B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FA11737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664A508"/>
        </w:tc>
      </w:tr>
      <w:tr w14:paraId="355A0B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6819672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517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0FD757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农业工程类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D1901E7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082303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C8F460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农业电气化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ACC0DD9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33BAF16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F8D08F4"/>
        </w:tc>
      </w:tr>
      <w:tr w14:paraId="6B712D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D7CFEA0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518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9BA5FA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农业工程类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74E1E8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082304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E1F21D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农业建筑环境与能源工程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D6B27EC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2C776A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1469F44"/>
        </w:tc>
      </w:tr>
      <w:tr w14:paraId="7CF9C0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D7CEBD0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519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72F081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农业工程类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FE1E879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082305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2772E9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农业水利工程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69284C6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D862804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F0A1D19"/>
        </w:tc>
      </w:tr>
      <w:tr w14:paraId="49A9DB2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D7B6DFF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520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F0370D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农业工程类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4F25F6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082306T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7787CF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土地整治工程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2DC7FB9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B98BC60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06D8E65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</w:tbl>
    <w:p w14:paraId="170B7106">
      <w:pPr>
        <w:spacing w:after="0" w:line="240" w:lineRule="auto"/>
        <w:jc w:val="left"/>
        <w:rPr>
          <w:rFonts w:ascii="Times New Roman" w:hAnsi="Times New Roman" w:eastAsia="Times New Roman" w:cs="Times New Roman"/>
          <w:sz w:val="22"/>
          <w:szCs w:val="22"/>
        </w:rPr>
        <w:sectPr>
          <w:pgSz w:w="11910" w:h="16840"/>
          <w:pgMar w:top="980" w:right="760" w:bottom="720" w:left="740" w:header="0" w:footer="522" w:gutter="0"/>
          <w:pgNumType w:fmt="decimal"/>
          <w:cols w:space="720" w:num="1"/>
        </w:sectPr>
      </w:pPr>
    </w:p>
    <w:p w14:paraId="096972EE">
      <w:pPr>
        <w:spacing w:before="8" w:line="240" w:lineRule="auto"/>
        <w:rPr>
          <w:rFonts w:ascii="Times New Roman" w:hAnsi="Times New Roman" w:eastAsia="Times New Roman" w:cs="Times New Roman"/>
          <w:sz w:val="6"/>
          <w:szCs w:val="6"/>
        </w:rPr>
      </w:pPr>
    </w:p>
    <w:tbl>
      <w:tblPr>
        <w:tblStyle w:val="5"/>
        <w:tblW w:w="10156" w:type="dxa"/>
        <w:tblInd w:w="1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2"/>
        <w:gridCol w:w="2369"/>
        <w:gridCol w:w="1224"/>
        <w:gridCol w:w="2100"/>
        <w:gridCol w:w="1728"/>
        <w:gridCol w:w="1264"/>
        <w:gridCol w:w="809"/>
      </w:tblGrid>
      <w:tr w14:paraId="275DD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0431F80">
            <w:pPr>
              <w:pStyle w:val="9"/>
              <w:spacing w:before="108" w:line="240" w:lineRule="auto"/>
              <w:ind w:left="83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序号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26F1E9B">
            <w:pPr>
              <w:pStyle w:val="9"/>
              <w:spacing w:before="108" w:line="240" w:lineRule="auto"/>
              <w:ind w:right="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门类、专业类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EE5AA84">
            <w:pPr>
              <w:pStyle w:val="9"/>
              <w:spacing w:before="108" w:line="240" w:lineRule="auto"/>
              <w:ind w:left="88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专业代码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7C9C196">
            <w:pPr>
              <w:pStyle w:val="9"/>
              <w:spacing w:before="108" w:line="240" w:lineRule="auto"/>
              <w:ind w:left="770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专业名称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30661FA">
            <w:pPr>
              <w:pStyle w:val="9"/>
              <w:spacing w:before="9" w:line="292" w:lineRule="exact"/>
              <w:ind w:left="367" w:right="117" w:hanging="24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学位授予门类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3A99FC6">
            <w:pPr>
              <w:pStyle w:val="9"/>
              <w:spacing w:before="108" w:line="240" w:lineRule="auto"/>
              <w:ind w:left="213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修业年限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F52542D">
            <w:pPr>
              <w:pStyle w:val="9"/>
              <w:spacing w:before="9" w:line="292" w:lineRule="exact"/>
              <w:ind w:left="158" w:right="148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增设 年度</w:t>
            </w:r>
          </w:p>
        </w:tc>
      </w:tr>
      <w:tr w14:paraId="49DD98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CAF6AC4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521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35845A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农业工程类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BE01FF7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082307T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C4768D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农业智能装备工程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DA2EDBF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D512DB1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90271BA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2019</w:t>
            </w:r>
          </w:p>
        </w:tc>
      </w:tr>
      <w:tr w14:paraId="59EDA8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97C4E09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522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1C7D73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林业工程类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29A4EBE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082401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920C5B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森林工程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576A6BA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94F75E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271C277"/>
        </w:tc>
      </w:tr>
      <w:tr w14:paraId="293F99B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250140B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523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FE6E59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林业工程类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1EF2CF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082402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8B0805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木材科学与工程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9A8BA99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4405A4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0649659"/>
        </w:tc>
      </w:tr>
      <w:tr w14:paraId="5C030CE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F51C3F2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524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3A1B80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林业工程类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D2EEE62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082403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7EB927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林产化工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8F1A9C1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83E09C3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3FF5296"/>
        </w:tc>
      </w:tr>
      <w:tr w14:paraId="50977A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014F0C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525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C82A97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林业工程类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BCC1669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082404T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9A55DC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家具设计与工程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D760A09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1CC5754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0CFBA1A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  <w:tr w14:paraId="70915E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09C1EB6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526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B571A5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林业工程类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77842D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082405T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6AD513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木结构建筑与材料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97B8700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1607228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752DD4F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2021</w:t>
            </w:r>
          </w:p>
        </w:tc>
      </w:tr>
      <w:tr w14:paraId="0DD8013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FDEAD2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527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F46F4F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环境科学与工程类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880D1F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082501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C89B39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环境科学与工程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6BC519D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18D7C89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9D17888"/>
        </w:tc>
      </w:tr>
      <w:tr w14:paraId="37405C1C"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0AFB63D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528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39826A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环境科学与工程类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D9FD5C5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082502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6A64E8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环境工程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04DE920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99F8A8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C17453E"/>
        </w:tc>
      </w:tr>
      <w:tr w14:paraId="055B65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234C97B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529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5AE615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环境科学与工程类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724E7C5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082503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3E7949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环境科学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1C166A2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理学,工学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F4F48A5">
            <w:pPr>
              <w:pStyle w:val="9"/>
              <w:spacing w:line="276" w:lineRule="exact"/>
              <w:ind w:left="197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五年,四年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E1A9067"/>
        </w:tc>
      </w:tr>
      <w:tr w14:paraId="2F529A8E"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0C3947F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530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B5223A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环境科学与工程类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2A5B131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082504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00840F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环境生态工程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A8284D8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8352BDE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BAE445A"/>
        </w:tc>
      </w:tr>
      <w:tr w14:paraId="1031F7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320922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531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3CA298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环境科学与工程类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C5284BC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082505T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F8C81D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环保设备工程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980DF78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69D2DB8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9A536F9"/>
        </w:tc>
      </w:tr>
      <w:tr w14:paraId="0DA2CEE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A6C8512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532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69AF92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环境科学与工程类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85B92C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082506T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884560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资源环境科学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938B693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理学,工学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6AC5A9C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6F5BA6E"/>
        </w:tc>
      </w:tr>
      <w:tr w14:paraId="67BE845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EE57C0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533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F6306D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环境科学与工程类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292DBD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082507T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955E49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水质科学与技术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FB13F6F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089A1ED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3D3547B"/>
        </w:tc>
      </w:tr>
      <w:tr w14:paraId="284691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0767F43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534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4C337F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生物医学工程类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A1F7FD9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082601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B2D625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生物医学工程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6A276B3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理学,工学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A8DB56E">
            <w:pPr>
              <w:pStyle w:val="9"/>
              <w:spacing w:line="276" w:lineRule="exact"/>
              <w:ind w:left="197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五年,四年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56B6F98"/>
        </w:tc>
      </w:tr>
      <w:tr w14:paraId="430B0B4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41DD65B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535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ED6A03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生物医学工程类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E9F0F4F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082602T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5B8EB4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假肢矫形工程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99EB1F7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9576D4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62FC89C"/>
        </w:tc>
      </w:tr>
      <w:tr w14:paraId="3D29EBBC"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217C769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536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A97936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生物医学工程类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DDFC4E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082603T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624831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临床工程技术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0D9418C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C7BBFF8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A124653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 w14:paraId="5C7EC9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34F3F85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537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6FAB99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生物医学工程类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380DEE9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082604T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52EB9F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康复工程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217B782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0E6FD58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EDC58A3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2019</w:t>
            </w:r>
          </w:p>
        </w:tc>
      </w:tr>
      <w:tr w14:paraId="03333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C56BCC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538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579B5B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生物医学工程类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6B19FD3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082605T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D3B9EF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健康科学与技术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906190F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00FB284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F8D9822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2023</w:t>
            </w:r>
          </w:p>
        </w:tc>
      </w:tr>
      <w:tr w14:paraId="6820758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88865CA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539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3008DD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食品科学与工程类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CD5433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082701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C188DA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食品科学与工程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5CBAC16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农学,工学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2C88CFE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B9C7166"/>
        </w:tc>
      </w:tr>
      <w:tr w14:paraId="25A95D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5D86C16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540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FB6847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食品科学与工程类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C78E5E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082702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66DDF0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食品质量与安全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C561546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5AAF6B3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F574890"/>
        </w:tc>
      </w:tr>
      <w:tr w14:paraId="5A8044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4900B8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541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08F6A1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食品科学与工程类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94893B8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082703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AAAC3F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粮食工程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3904F9C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DB8A94D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F9357A5"/>
        </w:tc>
      </w:tr>
      <w:tr w14:paraId="2442008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907E466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542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8F6A38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食品科学与工程类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A729C53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082704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B67B51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乳品工程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F86FB6A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D439594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7F9CC32"/>
        </w:tc>
      </w:tr>
      <w:tr w14:paraId="156336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4054E04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543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ECC50B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食品科学与工程类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D8200E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082705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E8B19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酿酒工程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4ADC480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61CB91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0983482"/>
        </w:tc>
      </w:tr>
      <w:tr w14:paraId="617C002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E76B746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544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DBDBDF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食品科学与工程类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6C98FF3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082706T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919DD2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葡萄与葡萄酒工程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1F89CBE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4C2101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41575A3"/>
        </w:tc>
      </w:tr>
      <w:tr w14:paraId="4DE723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30509B6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545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B6A40A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食品科学与工程类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D19F2F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082707T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241DEB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食品营养与检验教育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82856E0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10F1344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15A8AEB"/>
        </w:tc>
      </w:tr>
      <w:tr w14:paraId="3A9768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427FF04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546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9DD1DD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食品科学与工程类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93FAB98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082708T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DC25D6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烹饪与营养教育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396F5C6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F69C0D6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89825FB"/>
        </w:tc>
      </w:tr>
      <w:tr w14:paraId="140ED25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9571CB6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547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68EEBB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食品科学与工程类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F3E45C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082709T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80B427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食品安全与检测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8BB42F6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43A4058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4464FBE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 w14:paraId="6CCE47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78F0B39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548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C5480E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食品科学与工程类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234B89F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082710T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EAC504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食品营养与健康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84B69E2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6DD039C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733A527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2019</w:t>
            </w:r>
          </w:p>
        </w:tc>
      </w:tr>
      <w:tr w14:paraId="5BE0AD8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5B17D9F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549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854F0F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食品科学与工程类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6E559C3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082711T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28A74F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食用菌科学与工程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4F23C4B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26798D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C7F92B6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2019</w:t>
            </w:r>
          </w:p>
        </w:tc>
      </w:tr>
      <w:tr w14:paraId="721553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A3B89A6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550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B6098B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食品科学与工程类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3D97F37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082712T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58E518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白酒酿造工程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55CE4E9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ABD88A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282AA97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2019</w:t>
            </w:r>
          </w:p>
        </w:tc>
      </w:tr>
      <w:tr w14:paraId="50E33C1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4A40023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551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3EF37F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食品科学与工程类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F19876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082713T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D82D86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咖啡科学与工程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6F4D812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EC0DB91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812C234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2023</w:t>
            </w:r>
          </w:p>
        </w:tc>
      </w:tr>
      <w:tr w14:paraId="1E7CE6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7CFACFE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552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0341DC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建筑类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AF29C79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082801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EE3D8E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建筑学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3640764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3C45F4">
            <w:pPr>
              <w:pStyle w:val="9"/>
              <w:spacing w:line="276" w:lineRule="exact"/>
              <w:ind w:left="197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五年,四年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FEE4971"/>
        </w:tc>
      </w:tr>
      <w:tr w14:paraId="24099D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C013A77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553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D47E20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建筑类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77545A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082802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2AC9BA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城乡规划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135D2E8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C83CCEE">
            <w:pPr>
              <w:pStyle w:val="9"/>
              <w:spacing w:line="276" w:lineRule="exact"/>
              <w:ind w:left="197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五年,四年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A66D025"/>
        </w:tc>
      </w:tr>
      <w:tr w14:paraId="71543D1C"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C7AC039">
            <w:pPr>
              <w:pStyle w:val="9"/>
              <w:spacing w:before="22" w:line="240" w:lineRule="auto"/>
              <w:ind w:left="158" w:leftChars="0" w:right="0" w:rightChars="0"/>
              <w:jc w:val="left"/>
              <w:rPr>
                <w:rFonts w:hint="eastAsia" w:ascii="Times New Roman" w:hAnsi="Times New Roman" w:eastAsia="宋体" w:cs="Times New Roman"/>
                <w:sz w:val="22"/>
                <w:szCs w:val="22"/>
                <w:lang w:val="en-US" w:eastAsia="zh-CN" w:bidi="ar-SA"/>
              </w:rPr>
            </w:pPr>
            <w:r>
              <w:rPr>
                <w:rFonts w:ascii="Times New Roman"/>
                <w:sz w:val="22"/>
              </w:rPr>
              <w:t>55</w:t>
            </w:r>
            <w:r>
              <w:rPr>
                <w:rFonts w:hint="eastAsia" w:ascii="Times New Roman" w:eastAsia="宋体"/>
                <w:sz w:val="22"/>
                <w:lang w:val="en-US" w:eastAsia="zh-CN"/>
              </w:rPr>
              <w:t>4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F8CACBE">
            <w:pPr>
              <w:pStyle w:val="9"/>
              <w:spacing w:line="276" w:lineRule="exact"/>
              <w:ind w:left="28" w:leftChars="0" w:right="0" w:rightChars="0"/>
              <w:jc w:val="left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建筑类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4A17AC2">
            <w:pPr>
              <w:pStyle w:val="9"/>
              <w:spacing w:before="22" w:line="240" w:lineRule="auto"/>
              <w:ind w:left="28" w:leftChars="0" w:right="0" w:rightChars="0"/>
              <w:jc w:val="left"/>
              <w:rPr>
                <w:rFonts w:hint="eastAsia" w:ascii="Times New Roman" w:hAnsi="Times New Roman" w:eastAsia="宋体" w:cs="Times New Roman"/>
                <w:sz w:val="22"/>
                <w:szCs w:val="22"/>
                <w:lang w:val="en-US" w:eastAsia="zh-CN" w:bidi="ar-SA"/>
              </w:rPr>
            </w:pPr>
            <w:r>
              <w:rPr>
                <w:rFonts w:ascii="Times New Roman"/>
                <w:sz w:val="22"/>
              </w:rPr>
              <w:t>08280</w:t>
            </w:r>
            <w:r>
              <w:rPr>
                <w:rFonts w:hint="eastAsia" w:ascii="Times New Roman" w:eastAsia="宋体"/>
                <w:sz w:val="22"/>
                <w:lang w:val="en-US" w:eastAsia="zh-CN"/>
              </w:rPr>
              <w:t>3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B114F61">
            <w:pPr>
              <w:pStyle w:val="9"/>
              <w:spacing w:line="276" w:lineRule="exact"/>
              <w:ind w:left="28" w:leftChars="0" w:right="0" w:rightChars="0"/>
              <w:jc w:val="left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风景园林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FD64ABA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艺术学,工</w:t>
            </w:r>
            <w:r>
              <w:rPr>
                <w:rFonts w:ascii="宋体" w:hAnsi="宋体" w:eastAsia="宋体" w:cs="宋体"/>
                <w:spacing w:val="-107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z w:val="22"/>
                <w:szCs w:val="22"/>
              </w:rPr>
              <w:t>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D7C3843">
            <w:pPr>
              <w:pStyle w:val="9"/>
              <w:spacing w:line="276" w:lineRule="exact"/>
              <w:ind w:left="197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五年,四年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0EA3B38"/>
        </w:tc>
      </w:tr>
      <w:tr w14:paraId="55D53AB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49D023E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555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0E1D4A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建筑类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A74BBA1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082804T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784489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历史建筑保护工程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763BD20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FD23A5A">
            <w:pPr>
              <w:pStyle w:val="9"/>
              <w:spacing w:line="276" w:lineRule="exact"/>
              <w:ind w:left="197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五年,四年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16A5C98"/>
        </w:tc>
      </w:tr>
      <w:tr w14:paraId="639F26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686F695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556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A5CFB6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建筑类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C483C5E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082805T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BA6133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人居环境科学与技术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8E7083A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9999CC8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A479594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 w14:paraId="06A3C4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4B0B9C7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557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3F8D61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建筑类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740A0A3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082806T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823628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城市设计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92EACBC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2EDD5B7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EE89E17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2019</w:t>
            </w:r>
          </w:p>
        </w:tc>
      </w:tr>
      <w:tr w14:paraId="3735A4D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018F442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558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1CF051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建筑类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391006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082807T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8E3C65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智慧建筑与建造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585D7C0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A6E99E1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BE530CD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2019</w:t>
            </w:r>
          </w:p>
        </w:tc>
      </w:tr>
      <w:tr w14:paraId="356D4C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0DF68B5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559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E226C9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安全科学与工程类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03B72C3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082901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7F3F09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安全工程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19BA965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3228EA6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BE6E358"/>
        </w:tc>
      </w:tr>
      <w:tr w14:paraId="3086D4B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7A5EC0D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560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800019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安全科学与工程类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AC8F7D8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082902T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F593B1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应急技术与管理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4CE55B1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A3B143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98CF2CC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  <w:tr w14:paraId="3E8CB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639E800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561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654920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安全科学与工程类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A21AEB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082903T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504AB6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职业卫生工程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46FA4CA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7161B8B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7CB3362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  <w:tr w14:paraId="58F65E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72B1C0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562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91A2BD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安全科学与工程类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96D4A5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082904T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AF7F03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安全生产监管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B66E1EC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DB3EB20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CF1F7C4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2022</w:t>
            </w:r>
          </w:p>
        </w:tc>
      </w:tr>
      <w:tr w14:paraId="452C32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9BF1CFC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563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D84F2C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生物工程类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6F997D1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083001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56BF1B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生物工程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9E7850C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6FD8C06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382044"/>
        </w:tc>
      </w:tr>
    </w:tbl>
    <w:p w14:paraId="5824CC8C">
      <w:pPr>
        <w:spacing w:after="0"/>
        <w:sectPr>
          <w:pgSz w:w="11910" w:h="16840"/>
          <w:pgMar w:top="980" w:right="760" w:bottom="720" w:left="740" w:header="0" w:footer="522" w:gutter="0"/>
          <w:pgNumType w:fmt="decimal"/>
          <w:cols w:space="720" w:num="1"/>
        </w:sectPr>
      </w:pPr>
    </w:p>
    <w:p w14:paraId="5A4F6543">
      <w:pPr>
        <w:spacing w:before="8" w:line="240" w:lineRule="auto"/>
        <w:rPr>
          <w:rFonts w:ascii="Times New Roman" w:hAnsi="Times New Roman" w:eastAsia="Times New Roman" w:cs="Times New Roman"/>
          <w:sz w:val="6"/>
          <w:szCs w:val="6"/>
        </w:rPr>
      </w:pPr>
    </w:p>
    <w:tbl>
      <w:tblPr>
        <w:tblStyle w:val="5"/>
        <w:tblW w:w="10156" w:type="dxa"/>
        <w:tblInd w:w="1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2"/>
        <w:gridCol w:w="2381"/>
        <w:gridCol w:w="1212"/>
        <w:gridCol w:w="2112"/>
        <w:gridCol w:w="1740"/>
        <w:gridCol w:w="1240"/>
        <w:gridCol w:w="809"/>
      </w:tblGrid>
      <w:tr w14:paraId="681415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E3DCC99">
            <w:pPr>
              <w:pStyle w:val="9"/>
              <w:spacing w:before="108" w:line="240" w:lineRule="auto"/>
              <w:ind w:left="83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序号</w:t>
            </w:r>
          </w:p>
        </w:tc>
        <w:tc>
          <w:tcPr>
            <w:tcW w:w="2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A79ABB2">
            <w:pPr>
              <w:pStyle w:val="9"/>
              <w:spacing w:before="108" w:line="240" w:lineRule="auto"/>
              <w:ind w:right="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门类、专业类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8741FB2">
            <w:pPr>
              <w:pStyle w:val="9"/>
              <w:spacing w:before="108" w:line="240" w:lineRule="auto"/>
              <w:ind w:left="88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专业代码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9134B6E">
            <w:pPr>
              <w:pStyle w:val="9"/>
              <w:spacing w:before="108" w:line="240" w:lineRule="auto"/>
              <w:ind w:left="770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专业名称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68C3B06">
            <w:pPr>
              <w:pStyle w:val="9"/>
              <w:spacing w:before="9" w:line="292" w:lineRule="exact"/>
              <w:ind w:left="367" w:right="117" w:hanging="24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学位授予门类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3B58A82">
            <w:pPr>
              <w:pStyle w:val="9"/>
              <w:spacing w:before="108" w:line="240" w:lineRule="auto"/>
              <w:ind w:right="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修业年限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2E6F6AD">
            <w:pPr>
              <w:pStyle w:val="9"/>
              <w:spacing w:before="9" w:line="292" w:lineRule="exact"/>
              <w:ind w:left="158" w:right="148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增设 年度</w:t>
            </w:r>
          </w:p>
        </w:tc>
      </w:tr>
      <w:tr w14:paraId="7BE687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0C64A86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564</w:t>
            </w:r>
          </w:p>
        </w:tc>
        <w:tc>
          <w:tcPr>
            <w:tcW w:w="2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9B7446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生物工程类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2247572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083002T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DEA08D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生物制药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6A4488B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2EFE67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9769F0F"/>
        </w:tc>
      </w:tr>
      <w:tr w14:paraId="494551B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4B05FB3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565</w:t>
            </w:r>
          </w:p>
        </w:tc>
        <w:tc>
          <w:tcPr>
            <w:tcW w:w="2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D95EA7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生物工程类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948618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083003T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EB4427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合成生物学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9DA7B2B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D4D4A7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94A3605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2019</w:t>
            </w:r>
          </w:p>
        </w:tc>
      </w:tr>
      <w:tr w14:paraId="5598FD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30051EE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566</w:t>
            </w:r>
          </w:p>
        </w:tc>
        <w:tc>
          <w:tcPr>
            <w:tcW w:w="2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9F5DA2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公安技术类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117605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083101K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A09826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刑事科学技术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9D283C2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E71944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79810F0"/>
        </w:tc>
      </w:tr>
      <w:tr w14:paraId="17BA801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79F60AC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567</w:t>
            </w:r>
          </w:p>
        </w:tc>
        <w:tc>
          <w:tcPr>
            <w:tcW w:w="2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0437AF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公安技术类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3AA708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083102K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8A46ED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消防工程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757A999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DB50E90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F9A1B65"/>
        </w:tc>
      </w:tr>
      <w:tr w14:paraId="569FF6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9418180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568</w:t>
            </w:r>
          </w:p>
        </w:tc>
        <w:tc>
          <w:tcPr>
            <w:tcW w:w="2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A0FE51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公安技术类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086B96B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083103TK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9CEBA3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交通管理工程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164A8DE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5E66BE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82750F5"/>
        </w:tc>
      </w:tr>
      <w:tr w14:paraId="518E5FA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D268BCF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569</w:t>
            </w:r>
          </w:p>
        </w:tc>
        <w:tc>
          <w:tcPr>
            <w:tcW w:w="2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9994EF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公安技术类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403FEB9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083104TK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DBDB09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安全防范工程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18388AB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98ACB76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1FEC5DD"/>
        </w:tc>
      </w:tr>
      <w:tr w14:paraId="3C7B31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C797019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570</w:t>
            </w:r>
          </w:p>
        </w:tc>
        <w:tc>
          <w:tcPr>
            <w:tcW w:w="2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B222E7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公安技术类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5098F9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083105TK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B6BC08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公安视听技术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F8F04E2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D3133A4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44395BA"/>
        </w:tc>
      </w:tr>
      <w:tr w14:paraId="2EE59E2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3BA5A5B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571</w:t>
            </w:r>
          </w:p>
        </w:tc>
        <w:tc>
          <w:tcPr>
            <w:tcW w:w="2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08A840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公安技术类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032A4C2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083106TK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A17953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抢险救援指挥与技术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62BA2DD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CF7BC46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AC683EA"/>
        </w:tc>
      </w:tr>
      <w:tr w14:paraId="1060E3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3F19E47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572</w:t>
            </w:r>
          </w:p>
        </w:tc>
        <w:tc>
          <w:tcPr>
            <w:tcW w:w="2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8B8676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公安技术类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92CB02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083107TK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51FB2C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火灾勘查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C448999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FE6DB63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9FA37A0"/>
        </w:tc>
      </w:tr>
      <w:tr w14:paraId="65A1D1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E275C42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573</w:t>
            </w:r>
          </w:p>
        </w:tc>
        <w:tc>
          <w:tcPr>
            <w:tcW w:w="2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7F5A7A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公安技术类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D54180F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083108TK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25BCE7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网络安全与执法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00181F3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89B3893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3586D13"/>
        </w:tc>
      </w:tr>
      <w:tr w14:paraId="7FF6E0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84BD666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574</w:t>
            </w:r>
          </w:p>
        </w:tc>
        <w:tc>
          <w:tcPr>
            <w:tcW w:w="2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9E70CD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公安技术类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8DD60D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083109TK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65D85D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核生化消防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6F62372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DE6AEF7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49F26A7"/>
        </w:tc>
      </w:tr>
      <w:tr w14:paraId="2934BC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A8A515A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575</w:t>
            </w:r>
          </w:p>
        </w:tc>
        <w:tc>
          <w:tcPr>
            <w:tcW w:w="2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4F9C08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公安技术类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9F9F6E9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083110TK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12A542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海警舰艇指挥与技术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2916F87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7AFBB28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B6A4FB1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2015</w:t>
            </w:r>
          </w:p>
        </w:tc>
      </w:tr>
      <w:tr w14:paraId="14C04F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E315784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576</w:t>
            </w:r>
          </w:p>
        </w:tc>
        <w:tc>
          <w:tcPr>
            <w:tcW w:w="2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B88EC5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公安技术类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2FC19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083111TK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5BE1A8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数据警务技术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80D2FD0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C7B0D96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F99DF48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  <w:tr w14:paraId="77B180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3046ED9">
            <w:pPr>
              <w:pStyle w:val="9"/>
              <w:spacing w:before="22" w:line="240" w:lineRule="auto"/>
              <w:ind w:left="158" w:leftChars="0" w:right="0" w:rightChars="0"/>
              <w:jc w:val="left"/>
              <w:rPr>
                <w:rFonts w:hint="eastAsia" w:ascii="Times New Roman" w:hAnsi="Times New Roman" w:eastAsia="宋体" w:cs="Times New Roman"/>
                <w:sz w:val="22"/>
                <w:szCs w:val="22"/>
                <w:lang w:val="en-US" w:eastAsia="zh-CN" w:bidi="ar-SA"/>
              </w:rPr>
            </w:pPr>
            <w:r>
              <w:rPr>
                <w:rFonts w:ascii="Times New Roman"/>
                <w:sz w:val="22"/>
              </w:rPr>
              <w:t>57</w:t>
            </w:r>
            <w:r>
              <w:rPr>
                <w:rFonts w:hint="eastAsia" w:ascii="Times New Roman" w:eastAsia="宋体"/>
                <w:sz w:val="22"/>
                <w:lang w:val="en-US" w:eastAsia="zh-CN"/>
              </w:rPr>
              <w:t>7</w:t>
            </w:r>
          </w:p>
        </w:tc>
        <w:tc>
          <w:tcPr>
            <w:tcW w:w="2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1C9400F">
            <w:pPr>
              <w:pStyle w:val="9"/>
              <w:spacing w:line="276" w:lineRule="exact"/>
              <w:ind w:left="28" w:leftChars="0" w:right="0" w:rightChars="0"/>
              <w:jc w:val="left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公安技术类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5B8759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08311</w:t>
            </w:r>
            <w:r>
              <w:rPr>
                <w:rFonts w:hint="eastAsia" w:ascii="Times New Roman" w:eastAsia="宋体"/>
                <w:sz w:val="22"/>
                <w:lang w:val="en-US" w:eastAsia="zh-CN"/>
              </w:rPr>
              <w:t>2</w:t>
            </w:r>
            <w:r>
              <w:rPr>
                <w:rFonts w:ascii="Times New Roman"/>
                <w:sz w:val="22"/>
              </w:rPr>
              <w:t>TK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569980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w w:val="90"/>
                <w:sz w:val="22"/>
                <w:szCs w:val="22"/>
              </w:rPr>
              <w:t>食品药品环境犯罪侦查技</w:t>
            </w:r>
            <w:r>
              <w:rPr>
                <w:rFonts w:ascii="宋体" w:hAnsi="宋体" w:eastAsia="宋体" w:cs="宋体"/>
                <w:spacing w:val="-102"/>
                <w:w w:val="90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w w:val="90"/>
                <w:sz w:val="22"/>
                <w:szCs w:val="22"/>
              </w:rPr>
              <w:t>术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4D56635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AA2D639">
            <w:pPr>
              <w:pStyle w:val="9"/>
              <w:spacing w:line="276" w:lineRule="exact"/>
              <w:ind w:left="7" w:leftChars="0"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42EFED2">
            <w:pPr>
              <w:pStyle w:val="9"/>
              <w:spacing w:before="22" w:line="240" w:lineRule="auto"/>
              <w:ind w:left="177" w:leftChars="0" w:right="0" w:rightChars="0"/>
              <w:jc w:val="left"/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 w:bidi="ar-SA"/>
              </w:rPr>
            </w:pPr>
            <w:r>
              <w:rPr>
                <w:rFonts w:ascii="Times New Roman"/>
                <w:sz w:val="22"/>
              </w:rPr>
              <w:t>20</w:t>
            </w:r>
            <w:r>
              <w:rPr>
                <w:rFonts w:hint="eastAsia" w:ascii="Times New Roman" w:eastAsia="宋体"/>
                <w:sz w:val="22"/>
                <w:lang w:val="en-US" w:eastAsia="zh-CN"/>
              </w:rPr>
              <w:t>20</w:t>
            </w:r>
          </w:p>
        </w:tc>
      </w:tr>
      <w:tr w14:paraId="75DCF4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6AE40C6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578</w:t>
            </w:r>
          </w:p>
        </w:tc>
        <w:tc>
          <w:tcPr>
            <w:tcW w:w="2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51952D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交叉工程类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076B112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083201TK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5977A5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未来机器人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39D819D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BAB6557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1E6E6CA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2022</w:t>
            </w:r>
          </w:p>
        </w:tc>
      </w:tr>
      <w:tr w14:paraId="2A088A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6C12E2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579</w:t>
            </w:r>
          </w:p>
        </w:tc>
        <w:tc>
          <w:tcPr>
            <w:tcW w:w="2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8F74ED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交叉工程类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D022C8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083202TK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AFE48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交叉工程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4F808C0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787908C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7DBFE36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2023</w:t>
            </w:r>
          </w:p>
        </w:tc>
      </w:tr>
      <w:tr w14:paraId="5FC7EE3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exact"/>
        </w:trPr>
        <w:tc>
          <w:tcPr>
            <w:tcW w:w="10156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8F3F4F5">
            <w:pPr>
              <w:pStyle w:val="9"/>
              <w:spacing w:before="100" w:line="240" w:lineRule="auto"/>
              <w:ind w:left="4" w:right="0"/>
              <w:jc w:val="center"/>
              <w:rPr>
                <w:rFonts w:ascii="黑体" w:hAnsi="黑体" w:eastAsia="黑体" w:cs="黑体"/>
                <w:sz w:val="22"/>
                <w:szCs w:val="22"/>
              </w:rPr>
            </w:pPr>
            <w:r>
              <w:rPr>
                <w:rFonts w:ascii="黑体" w:hAnsi="黑体" w:eastAsia="黑体" w:cs="黑体"/>
                <w:sz w:val="22"/>
                <w:szCs w:val="22"/>
              </w:rPr>
              <w:t>农学</w:t>
            </w:r>
          </w:p>
        </w:tc>
      </w:tr>
      <w:tr w14:paraId="7098F4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83F0E13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580</w:t>
            </w:r>
          </w:p>
        </w:tc>
        <w:tc>
          <w:tcPr>
            <w:tcW w:w="2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B394C8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植物生产类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B6CD2E1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090101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DFFB56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7DE3773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0B4664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870756D"/>
        </w:tc>
      </w:tr>
      <w:tr w14:paraId="1A12C10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F444E30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581</w:t>
            </w:r>
          </w:p>
        </w:tc>
        <w:tc>
          <w:tcPr>
            <w:tcW w:w="2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BA52A5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植物生产类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63FCF41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090102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83A4AD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园艺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2447490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26E03D3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0791DEB"/>
        </w:tc>
      </w:tr>
      <w:tr w14:paraId="481C79C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F921BF5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582</w:t>
            </w:r>
          </w:p>
        </w:tc>
        <w:tc>
          <w:tcPr>
            <w:tcW w:w="2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3CC29B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植物生产类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B25656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090103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2EC4D7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植物保护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824FC30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B0062B9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6F4E936"/>
        </w:tc>
      </w:tr>
      <w:tr w14:paraId="60EB53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51D16E7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583</w:t>
            </w:r>
          </w:p>
        </w:tc>
        <w:tc>
          <w:tcPr>
            <w:tcW w:w="2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F08D1B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植物生产类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324A4E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090104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A7E66D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植物科学与技术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6B9479E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11BD878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799D08B"/>
        </w:tc>
      </w:tr>
      <w:tr w14:paraId="0B7A5B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CAC3568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584</w:t>
            </w:r>
          </w:p>
        </w:tc>
        <w:tc>
          <w:tcPr>
            <w:tcW w:w="2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C2746F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植物生产类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D8C8C5E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090105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4F28D2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种子科学与工程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A7F3DA2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607542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D61489D"/>
        </w:tc>
      </w:tr>
      <w:tr w14:paraId="18BB095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8FBD52B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585</w:t>
            </w:r>
          </w:p>
        </w:tc>
        <w:tc>
          <w:tcPr>
            <w:tcW w:w="2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0FEEFE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植物生产类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0EF9771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090106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2D037C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设施农业科学与工程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FC2EC2A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工学,农学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317BD79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73C4FE8"/>
        </w:tc>
      </w:tr>
      <w:tr w14:paraId="360B95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6FA328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586</w:t>
            </w:r>
          </w:p>
        </w:tc>
        <w:tc>
          <w:tcPr>
            <w:tcW w:w="2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573EBB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植物生产类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42BDA85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090107T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30744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茶学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0BFF831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0690DF1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70EE67F"/>
        </w:tc>
      </w:tr>
      <w:tr w14:paraId="25E324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36964D9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587</w:t>
            </w:r>
          </w:p>
        </w:tc>
        <w:tc>
          <w:tcPr>
            <w:tcW w:w="2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EE4D4C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植物生产类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9985C87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090108T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B94C69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烟草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D3BE912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4FD97E3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DBD3080"/>
        </w:tc>
      </w:tr>
      <w:tr w14:paraId="4B94D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09F3569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588</w:t>
            </w:r>
          </w:p>
        </w:tc>
        <w:tc>
          <w:tcPr>
            <w:tcW w:w="2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31F33E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植物生产类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5EA4419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090109T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64CD0E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应用生物科学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87AB507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理学,农学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66484C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A01AE42"/>
        </w:tc>
      </w:tr>
      <w:tr w14:paraId="3467F2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9252E6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589</w:t>
            </w:r>
          </w:p>
        </w:tc>
        <w:tc>
          <w:tcPr>
            <w:tcW w:w="2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575D4E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植物生产类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182B5BF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090110T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B57E37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农艺教育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8C38F36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47A98CD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70FB75C"/>
        </w:tc>
      </w:tr>
      <w:tr w14:paraId="6ADAC7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2A60CD9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590</w:t>
            </w:r>
          </w:p>
        </w:tc>
        <w:tc>
          <w:tcPr>
            <w:tcW w:w="2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AE9859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植物生产类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89596B8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090111T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9056A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园艺教育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031CDA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03FCA3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C34A581"/>
        </w:tc>
      </w:tr>
      <w:tr w14:paraId="70C9B09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8032BCD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591</w:t>
            </w:r>
          </w:p>
        </w:tc>
        <w:tc>
          <w:tcPr>
            <w:tcW w:w="2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5A0CAA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植物生产类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C7BACF3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090112T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40F081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智慧农业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A1070D9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597A91E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B0E7D8B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2019</w:t>
            </w:r>
          </w:p>
        </w:tc>
      </w:tr>
      <w:tr w14:paraId="5BD261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A7E085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592</w:t>
            </w:r>
          </w:p>
        </w:tc>
        <w:tc>
          <w:tcPr>
            <w:tcW w:w="2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DD1EA6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植物生产类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5386DF9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090113T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FF110A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菌物科学与工程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57FC926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B7996F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68FAFBA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2019</w:t>
            </w:r>
          </w:p>
        </w:tc>
      </w:tr>
      <w:tr w14:paraId="29A087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342F937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593</w:t>
            </w:r>
          </w:p>
        </w:tc>
        <w:tc>
          <w:tcPr>
            <w:tcW w:w="2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0CE9AA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植物生产类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69FF5E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090114T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F9B624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农药化肥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5684093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F235D71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DAE62C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2019</w:t>
            </w:r>
          </w:p>
        </w:tc>
      </w:tr>
      <w:tr w14:paraId="747245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BBEDB6C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594</w:t>
            </w:r>
          </w:p>
        </w:tc>
        <w:tc>
          <w:tcPr>
            <w:tcW w:w="2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8ADEF2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植物生产类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F699D4E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090115T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F3D344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生物农药科学与工程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7DFDF65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3453B6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8A6CD4B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2020</w:t>
            </w:r>
          </w:p>
        </w:tc>
      </w:tr>
      <w:tr w14:paraId="15C4C5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67D2F09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595</w:t>
            </w:r>
          </w:p>
        </w:tc>
        <w:tc>
          <w:tcPr>
            <w:tcW w:w="2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D18421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植物生产类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3EA550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090116TK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775616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生物育种科学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EE430EB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9CB91D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95BC9B9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2021</w:t>
            </w:r>
          </w:p>
        </w:tc>
      </w:tr>
      <w:tr w14:paraId="4B87326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4E7715B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596</w:t>
            </w:r>
          </w:p>
        </w:tc>
        <w:tc>
          <w:tcPr>
            <w:tcW w:w="2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903877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植物生产类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3976535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090117TK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319707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生物育种技术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A0E16F1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1C89D79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B264677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2023</w:t>
            </w:r>
          </w:p>
        </w:tc>
      </w:tr>
      <w:tr w14:paraId="3A817C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87A51CB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597</w:t>
            </w:r>
          </w:p>
        </w:tc>
        <w:tc>
          <w:tcPr>
            <w:tcW w:w="2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C69EE7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自然保护与环境生态类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5BD9D67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090201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1EE90B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农业资源与环境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C41BDC3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0CA895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3974FC7"/>
        </w:tc>
      </w:tr>
      <w:tr w14:paraId="66BA31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5747CDB">
            <w:pPr>
              <w:pStyle w:val="9"/>
              <w:spacing w:before="14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598</w:t>
            </w:r>
          </w:p>
        </w:tc>
        <w:tc>
          <w:tcPr>
            <w:tcW w:w="2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91FBBDB">
            <w:pPr>
              <w:pStyle w:val="9"/>
              <w:spacing w:before="110" w:line="240" w:lineRule="auto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自然保护与环境生态类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7271965">
            <w:pPr>
              <w:pStyle w:val="9"/>
              <w:spacing w:before="14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090202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1F6DD7A">
            <w:pPr>
              <w:pStyle w:val="9"/>
              <w:spacing w:before="13" w:line="272" w:lineRule="exact"/>
              <w:ind w:left="28" w:right="36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野生动物与自然保护区管</w:t>
            </w:r>
            <w:r>
              <w:rPr>
                <w:rFonts w:ascii="宋体" w:hAnsi="宋体" w:eastAsia="宋体" w:cs="宋体"/>
                <w:spacing w:val="-102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z w:val="22"/>
                <w:szCs w:val="22"/>
              </w:rPr>
              <w:t>理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805B3C7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DEEC1F1">
            <w:pPr>
              <w:pStyle w:val="9"/>
              <w:spacing w:before="110" w:line="240" w:lineRule="auto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5833FC2"/>
        </w:tc>
      </w:tr>
      <w:tr w14:paraId="26D0B4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044383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599</w:t>
            </w:r>
          </w:p>
        </w:tc>
        <w:tc>
          <w:tcPr>
            <w:tcW w:w="2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9D96DC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自然保护与环境生态类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15E78A7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090203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FEE50D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水土保持与荒漠化防治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B08CB41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144745C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0FFD6B5"/>
        </w:tc>
      </w:tr>
      <w:tr w14:paraId="24ACF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A45D194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600</w:t>
            </w:r>
          </w:p>
        </w:tc>
        <w:tc>
          <w:tcPr>
            <w:tcW w:w="2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E1E590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自然保护与环境生态类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3FF6A17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090204T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38DD57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生物质科学与工程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E918E90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3AE7FB8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3983550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2019</w:t>
            </w:r>
          </w:p>
        </w:tc>
      </w:tr>
      <w:tr w14:paraId="2D4E857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A3B827B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601</w:t>
            </w:r>
          </w:p>
        </w:tc>
        <w:tc>
          <w:tcPr>
            <w:tcW w:w="2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E1DF48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自然保护与环境生态类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C1641F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090205T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976409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土地科学与技术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A43010B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24C2A70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376B18D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2020</w:t>
            </w:r>
          </w:p>
        </w:tc>
      </w:tr>
      <w:tr w14:paraId="7962FA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EBD35A9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602</w:t>
            </w:r>
          </w:p>
        </w:tc>
        <w:tc>
          <w:tcPr>
            <w:tcW w:w="2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E0CDCA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自然保护与环境生态类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3A0C0D7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090206T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DED776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湿地保护与恢复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E8C600C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5CF26A4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A26A7E7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2021</w:t>
            </w:r>
          </w:p>
        </w:tc>
      </w:tr>
    </w:tbl>
    <w:p w14:paraId="183C0234">
      <w:pPr>
        <w:spacing w:after="0" w:line="240" w:lineRule="auto"/>
        <w:jc w:val="left"/>
        <w:rPr>
          <w:rFonts w:ascii="Times New Roman" w:hAnsi="Times New Roman" w:eastAsia="Times New Roman" w:cs="Times New Roman"/>
          <w:sz w:val="22"/>
          <w:szCs w:val="22"/>
        </w:rPr>
        <w:sectPr>
          <w:pgSz w:w="11910" w:h="16840"/>
          <w:pgMar w:top="980" w:right="760" w:bottom="720" w:left="740" w:header="0" w:footer="522" w:gutter="0"/>
          <w:pgNumType w:fmt="decimal"/>
          <w:cols w:space="720" w:num="1"/>
        </w:sectPr>
      </w:pPr>
    </w:p>
    <w:p w14:paraId="343D773F">
      <w:pPr>
        <w:spacing w:before="8" w:line="240" w:lineRule="auto"/>
        <w:rPr>
          <w:rFonts w:ascii="Times New Roman" w:hAnsi="Times New Roman" w:eastAsia="Times New Roman" w:cs="Times New Roman"/>
          <w:sz w:val="6"/>
          <w:szCs w:val="6"/>
        </w:rPr>
      </w:pPr>
    </w:p>
    <w:tbl>
      <w:tblPr>
        <w:tblStyle w:val="5"/>
        <w:tblW w:w="10156" w:type="dxa"/>
        <w:tblInd w:w="1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2"/>
        <w:gridCol w:w="2393"/>
        <w:gridCol w:w="1152"/>
        <w:gridCol w:w="2160"/>
        <w:gridCol w:w="1740"/>
        <w:gridCol w:w="1240"/>
        <w:gridCol w:w="809"/>
      </w:tblGrid>
      <w:tr w14:paraId="47888E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7A8C994">
            <w:pPr>
              <w:pStyle w:val="9"/>
              <w:spacing w:before="108" w:line="240" w:lineRule="auto"/>
              <w:ind w:left="83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序号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58C1436">
            <w:pPr>
              <w:pStyle w:val="9"/>
              <w:spacing w:before="108" w:line="240" w:lineRule="auto"/>
              <w:ind w:left="470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门类、专业类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C73D162">
            <w:pPr>
              <w:pStyle w:val="9"/>
              <w:spacing w:before="108" w:line="240" w:lineRule="auto"/>
              <w:ind w:left="88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专业代码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88FEA3A">
            <w:pPr>
              <w:pStyle w:val="9"/>
              <w:spacing w:before="108" w:line="240" w:lineRule="auto"/>
              <w:ind w:left="770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专业名称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BB3FD1E">
            <w:pPr>
              <w:pStyle w:val="9"/>
              <w:spacing w:before="9" w:line="292" w:lineRule="exact"/>
              <w:ind w:left="367" w:right="117" w:hanging="24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学位授予门类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96304CA">
            <w:pPr>
              <w:pStyle w:val="9"/>
              <w:spacing w:before="108" w:line="240" w:lineRule="auto"/>
              <w:ind w:right="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修业年限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5C6ECE4">
            <w:pPr>
              <w:pStyle w:val="9"/>
              <w:spacing w:before="9" w:line="292" w:lineRule="exact"/>
              <w:ind w:left="158" w:right="148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增设 年度</w:t>
            </w:r>
          </w:p>
        </w:tc>
      </w:tr>
      <w:tr w14:paraId="2E1560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C2EE2F6">
            <w:pPr>
              <w:pStyle w:val="9"/>
              <w:spacing w:before="14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603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7DAEB43">
            <w:pPr>
              <w:pStyle w:val="9"/>
              <w:spacing w:before="110" w:line="240" w:lineRule="auto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自然保护与环境生态类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4A882DE">
            <w:pPr>
              <w:pStyle w:val="9"/>
              <w:spacing w:before="14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090207TK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5CE1739">
            <w:pPr>
              <w:pStyle w:val="9"/>
              <w:spacing w:before="110" w:line="240" w:lineRule="auto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国家公园建设与管理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F321244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农学,管理学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9986195">
            <w:pPr>
              <w:pStyle w:val="9"/>
              <w:spacing w:before="110" w:line="240" w:lineRule="auto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4F8221B">
            <w:pPr>
              <w:pStyle w:val="9"/>
              <w:spacing w:before="14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2022</w:t>
            </w:r>
          </w:p>
        </w:tc>
      </w:tr>
      <w:tr w14:paraId="4751B7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4C10ED4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604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8746B8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自然保护与环境生态类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45BF56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090208TK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CA19A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生态修复学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1E53B0D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5782571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0A724BC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2023</w:t>
            </w:r>
          </w:p>
        </w:tc>
      </w:tr>
      <w:tr w14:paraId="2903A9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AAEC2C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605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322958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动物生产类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8FBF77C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090301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FE0D0A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动物科学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EEB811C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3D50C2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D7092B1"/>
        </w:tc>
      </w:tr>
      <w:tr w14:paraId="627997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CDFFD0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606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5A9ABC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动物生产类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ACED987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090302T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07D300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蚕学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0855E83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DCCF9C4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85CA8DF"/>
        </w:tc>
      </w:tr>
      <w:tr w14:paraId="696343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336AD40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607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09F8E8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动物生产类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6761595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090303T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1CE3DA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蜂学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B29EA94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887CE61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767DC0E"/>
        </w:tc>
      </w:tr>
      <w:tr w14:paraId="546A74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64EDEC4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608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6B63B3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动物生产类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D975338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090304T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D66F22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经济动物学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BB915BB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5C6D7D3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8211D8A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  <w:tr w14:paraId="2FA188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9B7C729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609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F11D55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动物生产类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074FDB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090305T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95FC26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马业科学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E4558F8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D8B53C7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B8C09B1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  <w:tr w14:paraId="1077FA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8F4C12E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610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E8A87D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动物生产类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0D871F8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090306T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7749B9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饲料工程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E01DDB9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农学,工学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00163E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90390D1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2020</w:t>
            </w:r>
          </w:p>
        </w:tc>
      </w:tr>
      <w:tr w14:paraId="198282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84CFA67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611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F2A381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动物生产类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058A535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090307T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B51C4D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智慧牧业科学与工程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5B4E751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05DA4CD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DCF6992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2020</w:t>
            </w:r>
          </w:p>
        </w:tc>
      </w:tr>
      <w:tr w14:paraId="20909D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5DA1ED4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612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9AFF69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动物医学类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8046625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090401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308D1D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动物医学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EAD5299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596CC45">
            <w:pPr>
              <w:pStyle w:val="9"/>
              <w:spacing w:line="276" w:lineRule="exact"/>
              <w:ind w:left="197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五年,四年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A3821B"/>
        </w:tc>
      </w:tr>
      <w:tr w14:paraId="5210CF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851BBE9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613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F0C178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动物医学类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73BDCFF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090402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48F342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动物药学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346880C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8CA4D56">
            <w:pPr>
              <w:pStyle w:val="9"/>
              <w:spacing w:line="276" w:lineRule="exact"/>
              <w:ind w:left="197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五年,四年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107A299"/>
        </w:tc>
      </w:tr>
      <w:tr w14:paraId="34BE30B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43133E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614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289B95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动物医学类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32BFD3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090403T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F2A4AE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动植物检疫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E95CD67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理学,农学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AE3AA79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8574281"/>
        </w:tc>
      </w:tr>
      <w:tr w14:paraId="471BA10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979FCB7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615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9C1693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动物医学类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360D1B5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090404T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5DDBA0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实验动物学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0CA24FC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9DE828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C22D68C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 w14:paraId="3002E1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52A092F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616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7712D4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动物医学类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7A93B6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090405T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6DAC03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中兽医学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05EDA58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DFFE488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2C182F0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  <w:tr w14:paraId="59B20A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9C4FB2F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617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AEE4FE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动物医学类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71DCC6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090406TK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7D9239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兽医公共卫生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59D592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F07018C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3DFD00B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2020</w:t>
            </w:r>
          </w:p>
        </w:tc>
      </w:tr>
      <w:tr w14:paraId="69F6CB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1DD87B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618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9C8CA5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林学类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FD309B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090501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D825BB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林学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A9F529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AA7A96E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2E7BFBF"/>
        </w:tc>
      </w:tr>
      <w:tr w14:paraId="3627B05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7A0BAAD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619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D354C9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林学类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A8EBD4B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090502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E51234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园林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42FDDFE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D10AF76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CEFD9E2"/>
        </w:tc>
      </w:tr>
      <w:tr w14:paraId="01175D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4EE3C46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620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F07D5D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林学类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C5C3A38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090503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6017C7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森林保护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FE7BA6B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58FF5D7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D5D8A40"/>
        </w:tc>
      </w:tr>
      <w:tr w14:paraId="025C52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67EE33E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621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412069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林学类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C08E8BC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090504T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B19F87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经济林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FBB418E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22E217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073B318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  <w:tr w14:paraId="3AFD49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29C1703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622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0D95C5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林学类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9472055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090505T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93DF54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智慧林业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80D3C2C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19BB613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A26221D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2021</w:t>
            </w:r>
          </w:p>
        </w:tc>
      </w:tr>
      <w:tr w14:paraId="5C8B1A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375EBFB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623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58C010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水产类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471E231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090601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24B72B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水产养殖学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BF23F88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762131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424F9C4"/>
        </w:tc>
      </w:tr>
      <w:tr w14:paraId="03A33E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BAF4E53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624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2D3421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水产类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7815F9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090602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58FF06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海洋渔业科学与技术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731FBB7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AF0C4E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DC34B64"/>
        </w:tc>
      </w:tr>
      <w:tr w14:paraId="39E92F2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080C5CF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625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F2CA46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水产类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0FE9FF5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090603T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E3E1F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水族科学与技术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37AE62F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48D1578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D9CEF64"/>
        </w:tc>
      </w:tr>
      <w:tr w14:paraId="0C4C6B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F7987A3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626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810C10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水产类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DB58DEB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090604TK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17D259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水生动物医学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64AF7B2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E3A3CC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A505A8A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2012</w:t>
            </w:r>
          </w:p>
        </w:tc>
      </w:tr>
      <w:tr w14:paraId="25A45F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7E4424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627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B6687B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草学类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65737A1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090701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D70234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草业科学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A34A0D6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5CEDA4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4458775"/>
        </w:tc>
      </w:tr>
      <w:tr w14:paraId="7C5ADA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26BF6F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628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24F40A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草学类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C3B1065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090702T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875555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草坪科学与工程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B4EDB1C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715BBCC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BE3C3E0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2019</w:t>
            </w:r>
          </w:p>
        </w:tc>
      </w:tr>
      <w:tr w14:paraId="1447EA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exact"/>
        </w:trPr>
        <w:tc>
          <w:tcPr>
            <w:tcW w:w="10156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A830B0A">
            <w:pPr>
              <w:pStyle w:val="9"/>
              <w:spacing w:before="100" w:line="240" w:lineRule="auto"/>
              <w:ind w:left="4" w:right="0"/>
              <w:jc w:val="center"/>
              <w:rPr>
                <w:rFonts w:ascii="黑体" w:hAnsi="黑体" w:eastAsia="黑体" w:cs="黑体"/>
                <w:sz w:val="22"/>
                <w:szCs w:val="22"/>
              </w:rPr>
            </w:pPr>
            <w:r>
              <w:rPr>
                <w:rFonts w:ascii="黑体" w:hAnsi="黑体" w:eastAsia="黑体" w:cs="黑体"/>
                <w:sz w:val="22"/>
                <w:szCs w:val="22"/>
              </w:rPr>
              <w:t>医学</w:t>
            </w:r>
          </w:p>
        </w:tc>
      </w:tr>
      <w:tr w14:paraId="29F158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2E8066D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629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FF8F76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基础医学类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E52990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100101K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DF276F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基础医学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FD9CB9E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9EFD4CB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7A483C6"/>
        </w:tc>
      </w:tr>
      <w:tr w14:paraId="1B0313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3205EEC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630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39E93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基础医学类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93C5B4F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100102TK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6BA7D1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生物医学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A17A270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364E4CB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62BA1CB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2012</w:t>
            </w:r>
          </w:p>
        </w:tc>
      </w:tr>
      <w:tr w14:paraId="4F5B7B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11285D6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631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610A5C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基础医学类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712AC8B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100103T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7278A4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生物医学科学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67E7818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367FB97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CA7AA68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2015</w:t>
            </w:r>
          </w:p>
        </w:tc>
      </w:tr>
      <w:tr w14:paraId="594D3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6B44E73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632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0BCE26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临床医学类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F751F1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100201K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FBA169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临床医学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39D3321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42502DC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F0424C1"/>
        </w:tc>
      </w:tr>
      <w:tr w14:paraId="209DFA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C31EC40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633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DCA651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临床医学类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2AC5A0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100202TK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C466E4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麻醉学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EBCE1C0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618773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59CD5C5"/>
        </w:tc>
      </w:tr>
      <w:tr w14:paraId="779361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E58AC16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634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3AEEEE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临床医学类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C7E0A1E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100203TK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F8EBE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医学影像学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580ADF1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3B797AC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1C9C6C4"/>
        </w:tc>
      </w:tr>
      <w:tr w14:paraId="71F8AB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3E6BEF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635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C99CCF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临床医学类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74A81F1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100204TK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A1CB1B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眼视光医学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B3CB997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12221A3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EB96F19"/>
        </w:tc>
      </w:tr>
      <w:tr w14:paraId="5A1A91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D244B27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636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8FD9D3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临床医学类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D6D179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100205TK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7E202B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精神医学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134531E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97757A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A2DBC59"/>
        </w:tc>
      </w:tr>
      <w:tr w14:paraId="1EF4AD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110080B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637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18AF6A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临床医学类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5D13B02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100206TK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6A05BA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放射医学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51BF10E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8BB9D5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B9CE45C"/>
        </w:tc>
      </w:tr>
      <w:tr w14:paraId="2AC99C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FCE3FD4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638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E8DF28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临床医学类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49A3C2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100207TK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7D85EF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儿科学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084DBDB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E9384E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B07A594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2015</w:t>
            </w:r>
          </w:p>
        </w:tc>
      </w:tr>
      <w:tr w14:paraId="663BE5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CDE494A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639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E6EDAD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口腔医学类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89A48D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100301K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47A1B9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口腔医学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3A6E73E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D4E21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1300081"/>
        </w:tc>
      </w:tr>
      <w:tr w14:paraId="7D3F9C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CA17DC8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640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AC4FB9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公共卫生与预防医学类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4E8C692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100401K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18A2D7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预防医学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B322F6B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F3F5A0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3827DAB"/>
        </w:tc>
      </w:tr>
      <w:tr w14:paraId="48B3A3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7A1F522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641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DC057F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公共卫生与预防医学类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7AE07E3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100402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57A8FF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食品卫生与营养学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1AB45B6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FC7596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23AE9AE"/>
        </w:tc>
      </w:tr>
      <w:tr w14:paraId="22A235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BD6D850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642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5D32E5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公共卫生与预防医学类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C252DE2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100403TK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D7B96B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妇幼保健医学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90D68B8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86A9261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2B4AC91"/>
        </w:tc>
      </w:tr>
      <w:tr w14:paraId="6A60BF9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A1F1129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643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81B7E9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公共卫生与预防医学类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A8A77D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100404TK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B3479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卫生监督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233782C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F6D6A59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D81C79E"/>
        </w:tc>
      </w:tr>
    </w:tbl>
    <w:p w14:paraId="37CFC90C">
      <w:pPr>
        <w:spacing w:after="0"/>
        <w:sectPr>
          <w:pgSz w:w="11910" w:h="16840"/>
          <w:pgMar w:top="980" w:right="760" w:bottom="720" w:left="740" w:header="0" w:footer="522" w:gutter="0"/>
          <w:pgNumType w:fmt="decimal"/>
          <w:cols w:space="720" w:num="1"/>
        </w:sectPr>
      </w:pPr>
    </w:p>
    <w:p w14:paraId="1EF1594A">
      <w:pPr>
        <w:spacing w:before="8" w:line="240" w:lineRule="auto"/>
        <w:rPr>
          <w:rFonts w:ascii="Times New Roman" w:hAnsi="Times New Roman" w:eastAsia="Times New Roman" w:cs="Times New Roman"/>
          <w:sz w:val="6"/>
          <w:szCs w:val="6"/>
        </w:rPr>
      </w:pPr>
    </w:p>
    <w:tbl>
      <w:tblPr>
        <w:tblStyle w:val="5"/>
        <w:tblW w:w="10156" w:type="dxa"/>
        <w:tblInd w:w="1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2"/>
        <w:gridCol w:w="2393"/>
        <w:gridCol w:w="1152"/>
        <w:gridCol w:w="2160"/>
        <w:gridCol w:w="1740"/>
        <w:gridCol w:w="1240"/>
        <w:gridCol w:w="809"/>
      </w:tblGrid>
      <w:tr w14:paraId="143AB29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139BCE5">
            <w:pPr>
              <w:pStyle w:val="9"/>
              <w:spacing w:before="108" w:line="240" w:lineRule="auto"/>
              <w:ind w:left="83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序号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605C626">
            <w:pPr>
              <w:pStyle w:val="9"/>
              <w:spacing w:before="108" w:line="240" w:lineRule="auto"/>
              <w:ind w:left="470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门类、专业类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AF6C688">
            <w:pPr>
              <w:pStyle w:val="9"/>
              <w:spacing w:before="108" w:line="240" w:lineRule="auto"/>
              <w:ind w:left="88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专业代码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DF961DE">
            <w:pPr>
              <w:pStyle w:val="9"/>
              <w:spacing w:before="108" w:line="240" w:lineRule="auto"/>
              <w:ind w:left="770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专业名称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5B627CC">
            <w:pPr>
              <w:pStyle w:val="9"/>
              <w:spacing w:before="9" w:line="292" w:lineRule="exact"/>
              <w:ind w:left="367" w:right="117" w:hanging="24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学位授予门类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95B57AF">
            <w:pPr>
              <w:pStyle w:val="9"/>
              <w:spacing w:before="108" w:line="240" w:lineRule="auto"/>
              <w:ind w:right="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修业年限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88227DB">
            <w:pPr>
              <w:pStyle w:val="9"/>
              <w:spacing w:before="9" w:line="292" w:lineRule="exact"/>
              <w:ind w:left="158" w:right="148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增设 年度</w:t>
            </w:r>
          </w:p>
        </w:tc>
      </w:tr>
      <w:tr w14:paraId="386C67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BC51F38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644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951FBE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公共卫生与预防医学类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E7F6C18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100405TK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6BDEF0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全球健康学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7A399D2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3183F1D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630FB52"/>
        </w:tc>
      </w:tr>
      <w:tr w14:paraId="0D6E7A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61858A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645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101AE4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公共卫生与预防医学类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82640FE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100406T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2E2776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运动与公共健康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F086EAE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FF2A4A8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CF692A3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2020</w:t>
            </w:r>
          </w:p>
        </w:tc>
      </w:tr>
      <w:tr w14:paraId="0336E3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4D60F12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646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400603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中医学类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D29E6C3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100501K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F1AF35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中医学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39806CE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F06C7D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A34EC6D"/>
        </w:tc>
      </w:tr>
      <w:tr w14:paraId="757F4C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35726F3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647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C21B63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中医学类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B40FEA8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100502K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E0F290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针灸推拿学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F669DD6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9ED1E2B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9F0BB90"/>
        </w:tc>
      </w:tr>
      <w:tr w14:paraId="440BCF7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2D2F9D2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648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CFF4B4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中医学类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FFA156C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100503K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FD895E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藏医学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2D1284A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20BD499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4D536D9"/>
        </w:tc>
      </w:tr>
      <w:tr w14:paraId="0EF63DB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E64CA23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649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4ADED9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中医学类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505D649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100504K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095361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蒙医学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3151A47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ABCD1D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AE43A8D"/>
        </w:tc>
      </w:tr>
      <w:tr w14:paraId="1BF1245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D17D8DB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650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1EF412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中医学类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6F8C27E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100505K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5B1499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维医学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23CD7A6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59F231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A148215"/>
        </w:tc>
      </w:tr>
      <w:tr w14:paraId="74D4BD7E"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ABE2A63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651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09FDC5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中医学类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E0BDBEC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100506K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70FE3A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壮医学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CCEA868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D98442D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6B74B38"/>
        </w:tc>
      </w:tr>
      <w:tr w14:paraId="79DCE5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6B0341D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652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55E43C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中医学类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F170DC7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100507K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B99594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哈医学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0D883D5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617DBE4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0E505E4"/>
        </w:tc>
      </w:tr>
      <w:tr w14:paraId="02B3735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0D931AB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653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2A2144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中医学类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9DBDF8F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100508TK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34ECAA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傣医学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1AA64A4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4B97F54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F40D4E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2012</w:t>
            </w:r>
          </w:p>
        </w:tc>
      </w:tr>
      <w:tr w14:paraId="0668EF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110834D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654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DE070B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中医学类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01D9551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100509TK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38248F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回医学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8FD9603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5D73F18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801FBB7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2015</w:t>
            </w:r>
          </w:p>
        </w:tc>
      </w:tr>
      <w:tr w14:paraId="1C2E7B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3733E56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655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EEA4FD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中医学类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60192B2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100510TK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F5D41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中医康复学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83274CE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6DCBC6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03E7870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 w14:paraId="771AE47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494CFFE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656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367B56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中医学类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ABC880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100511TK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4ED658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中医养生学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A68E6C1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8A3581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1CEC642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 w14:paraId="5397857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F7EE6B8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657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E07797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中医学类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9A28A67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100512TK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007203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中医儿科学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D07A691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7F58EE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FAA6325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 w14:paraId="015764A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1717939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658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2505FC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中医学类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4A2159B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100513TK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62187C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中医骨伤科学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AE1E7FA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E24B6BB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5EAE0A3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  <w:tr w14:paraId="0D6E0E9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56FBA04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659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AC25A0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中西医结合类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06D0EE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100601K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FDE748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中西医临床医学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A89BFFC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491F0C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6735022"/>
        </w:tc>
      </w:tr>
      <w:tr w14:paraId="502C79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7C7F02A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660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6308A2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药学类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44A121C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100701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7E6507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药学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1EAF90C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E494E1E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CA5EBCB"/>
        </w:tc>
      </w:tr>
      <w:tr w14:paraId="3CD6E8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459482D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661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31689D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药学类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E9C96AF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100702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426A16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药物制剂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157167A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9BBBDA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17F20B7"/>
        </w:tc>
      </w:tr>
      <w:tr w14:paraId="16B273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61049D6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662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1C21E4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药学类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E9DF9B1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100703TK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070084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临床药学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62125DC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ACB6F00">
            <w:pPr>
              <w:pStyle w:val="9"/>
              <w:spacing w:line="276" w:lineRule="exact"/>
              <w:ind w:left="197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五年,四年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E4C95F2"/>
        </w:tc>
      </w:tr>
      <w:tr w14:paraId="3E57BB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9367638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663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25EB21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药学类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AC409A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100704T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BA6466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药事管理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C069326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8ECB7B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C3780DA"/>
        </w:tc>
      </w:tr>
      <w:tr w14:paraId="6369D5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E6B171C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664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E2E2F7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药学类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EDF396C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100705T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46D48C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药物分析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EA25D7C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33D27A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5588F3E"/>
        </w:tc>
      </w:tr>
      <w:tr w14:paraId="0421CF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B3D515D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665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F0AF95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药学类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A9AABB7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100706T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259C75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药物化学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3C2D41D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C6138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E0A4512"/>
        </w:tc>
      </w:tr>
      <w:tr w14:paraId="37071A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A281A53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666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1E99FB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药学类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3F8D2D7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100707T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984CF1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海洋药学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7DA8D92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77A6AF3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A1EB939"/>
        </w:tc>
      </w:tr>
      <w:tr w14:paraId="33D585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55C8BA3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667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9B8B42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药学类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C54E93C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100708T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46E2E0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化妆品科学与技术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CC0EA88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A3549D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035F2EC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  <w:tr w14:paraId="3EC59B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50A033D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668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3C6E22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中药学类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338BF69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100801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76BE13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中药学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DDA647E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544C8D4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3F97608"/>
        </w:tc>
      </w:tr>
      <w:tr w14:paraId="6B72432B"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5E5E2D8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669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2804C4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中药学类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DA627C7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100802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379146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中药资源与开发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937BD35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CA5BB6D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59FEF34"/>
        </w:tc>
      </w:tr>
      <w:tr w14:paraId="1EEC37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E07D18D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670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78F557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中药学类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EA8541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100803T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2BAF89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藏药学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87A5284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CDEBB06">
            <w:pPr>
              <w:pStyle w:val="9"/>
              <w:spacing w:line="276" w:lineRule="exact"/>
              <w:ind w:left="197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五年,四年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A89F9AB"/>
        </w:tc>
      </w:tr>
      <w:tr w14:paraId="44E5CF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AA41C99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671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4585A4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中药学类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9BFCE02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100804T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35D97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蒙药学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61451F9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9945501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72A85F5"/>
        </w:tc>
      </w:tr>
      <w:tr w14:paraId="210643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D66C340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672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16969D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中药学类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47B2235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100805T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5CDEBC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中药制药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27BD2C7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工学,理学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C49A34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2ECBD0"/>
        </w:tc>
      </w:tr>
      <w:tr w14:paraId="1E1715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FD7AF5E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673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D2E5F6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中药学类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1F29CBE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100806T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1B10FC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中草药栽培与鉴定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90EE3AE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EC5B390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7B4FDC8"/>
        </w:tc>
      </w:tr>
      <w:tr w14:paraId="02B20E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BB3ED95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674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EE1EED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法医学类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366B30F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100901K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A721DC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法医学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E9A04AF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A48B27C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6A3BA3C"/>
        </w:tc>
      </w:tr>
      <w:tr w14:paraId="5A154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FE5E5D6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675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8F9ED9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医学技术类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8CCD31C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101001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4AEF2F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医学检验技术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54F03BA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F1FA619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C62F015"/>
        </w:tc>
      </w:tr>
      <w:tr w14:paraId="17077DE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0036D18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676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16F087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医学技术类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3435BD9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101002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CE6650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医学实验技术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12D9D36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44608FB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7E46417"/>
        </w:tc>
      </w:tr>
      <w:tr w14:paraId="288C75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136925A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677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04AEDE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医学技术类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0289FF3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101003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7B1227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医学影像技术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022A990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EBC78F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32F1565"/>
        </w:tc>
      </w:tr>
      <w:tr w14:paraId="3EF528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4C666D4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678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1B0678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医学技术类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B54E418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101004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AECEB2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眼视光学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24C5530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59FB260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D031C77"/>
        </w:tc>
      </w:tr>
      <w:tr w14:paraId="25C7B5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699B52D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679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88533B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医学技术类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923FA5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101005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A1A8EA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康复治疗学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9A0EE73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EBBE60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670B1F6"/>
        </w:tc>
      </w:tr>
      <w:tr w14:paraId="48E9341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D72852D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680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63389C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医学技术类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83BECB8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101006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6FA68E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口腔医学技术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CBB4FAF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EA2FF8C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F8D7BE8"/>
        </w:tc>
      </w:tr>
      <w:tr w14:paraId="72442C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45CB1C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681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08D074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医学技术类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0150A07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101007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F7F35E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卫生检验与检疫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ECA46A3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A819AB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2B83390"/>
        </w:tc>
      </w:tr>
      <w:tr w14:paraId="53D4FF5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DBF6719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682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FA3887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医学技术类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B05AF29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101008T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58B68A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听力与言语康复学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14632EC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E366E45">
            <w:pPr>
              <w:pStyle w:val="9"/>
              <w:spacing w:line="276" w:lineRule="exact"/>
              <w:ind w:left="197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五年,四年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A04E05E"/>
        </w:tc>
      </w:tr>
      <w:tr w14:paraId="7F2B01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F999638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683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CD2C93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医学技术类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5A9399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101009T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789FE5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康复物理治疗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48EF0D8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4A4AEDE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79E4DBE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 w14:paraId="3D9A24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FF64FEA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684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A003A8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医学技术类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A35619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101010T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3B7270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康复作业治疗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EF50F49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C5CFD38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FE83375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 w14:paraId="1A3E51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BC8C93B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685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E65218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医学技术类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C87D81E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101011T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250986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智能医学工程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BDF2855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7913F2C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90DDD3A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 w14:paraId="6DA31B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F724EA5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686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50D9A7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医学技术类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5300E1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101012T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F75B2C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生物医药数据科学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DBE8382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B286E23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F34444D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2020</w:t>
            </w:r>
          </w:p>
        </w:tc>
      </w:tr>
    </w:tbl>
    <w:p w14:paraId="2CFC3825">
      <w:pPr>
        <w:spacing w:after="0" w:line="240" w:lineRule="auto"/>
        <w:jc w:val="left"/>
        <w:rPr>
          <w:rFonts w:ascii="Times New Roman" w:hAnsi="Times New Roman" w:eastAsia="Times New Roman" w:cs="Times New Roman"/>
          <w:sz w:val="22"/>
          <w:szCs w:val="22"/>
        </w:rPr>
        <w:sectPr>
          <w:pgSz w:w="11910" w:h="16840"/>
          <w:pgMar w:top="980" w:right="760" w:bottom="720" w:left="740" w:header="0" w:footer="522" w:gutter="0"/>
          <w:pgNumType w:fmt="decimal"/>
          <w:cols w:space="720" w:num="1"/>
        </w:sectPr>
      </w:pPr>
    </w:p>
    <w:p w14:paraId="0FB3A861">
      <w:pPr>
        <w:spacing w:before="8" w:line="240" w:lineRule="auto"/>
        <w:rPr>
          <w:rFonts w:ascii="Times New Roman" w:hAnsi="Times New Roman" w:eastAsia="Times New Roman" w:cs="Times New Roman"/>
          <w:sz w:val="6"/>
          <w:szCs w:val="6"/>
        </w:rPr>
      </w:pPr>
    </w:p>
    <w:tbl>
      <w:tblPr>
        <w:tblStyle w:val="5"/>
        <w:tblW w:w="10156" w:type="dxa"/>
        <w:tblInd w:w="1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2"/>
        <w:gridCol w:w="2393"/>
        <w:gridCol w:w="1152"/>
        <w:gridCol w:w="2148"/>
        <w:gridCol w:w="1740"/>
        <w:gridCol w:w="1252"/>
        <w:gridCol w:w="809"/>
      </w:tblGrid>
      <w:tr w14:paraId="5847B2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1A4F203">
            <w:pPr>
              <w:pStyle w:val="9"/>
              <w:spacing w:before="108" w:line="240" w:lineRule="auto"/>
              <w:ind w:left="83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序号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7DB4079">
            <w:pPr>
              <w:pStyle w:val="9"/>
              <w:spacing w:before="108" w:line="240" w:lineRule="auto"/>
              <w:ind w:left="470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门类、专业类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368127B">
            <w:pPr>
              <w:pStyle w:val="9"/>
              <w:spacing w:before="108" w:line="240" w:lineRule="auto"/>
              <w:ind w:left="88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专业代码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7726011">
            <w:pPr>
              <w:pStyle w:val="9"/>
              <w:spacing w:before="108" w:line="240" w:lineRule="auto"/>
              <w:ind w:left="770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专业名称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43AB6B8">
            <w:pPr>
              <w:pStyle w:val="9"/>
              <w:spacing w:before="9" w:line="292" w:lineRule="exact"/>
              <w:ind w:left="367" w:right="117" w:hanging="24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学位授予门类</w:t>
            </w:r>
          </w:p>
        </w:tc>
        <w:tc>
          <w:tcPr>
            <w:tcW w:w="12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D888C7B">
            <w:pPr>
              <w:pStyle w:val="9"/>
              <w:spacing w:before="108" w:line="240" w:lineRule="auto"/>
              <w:ind w:left="213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修业年限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55B913B">
            <w:pPr>
              <w:pStyle w:val="9"/>
              <w:spacing w:before="9" w:line="292" w:lineRule="exact"/>
              <w:ind w:left="158" w:right="148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增设 年度</w:t>
            </w:r>
          </w:p>
        </w:tc>
      </w:tr>
      <w:tr w14:paraId="299F7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B5ED830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687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389ED9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医学技术类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A7A16C7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101013T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E41651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智能影像工程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9BED7E5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CD6B5B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4BECF32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2020</w:t>
            </w:r>
          </w:p>
        </w:tc>
      </w:tr>
      <w:tr w14:paraId="3F727A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39AECD0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688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DCA21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医学技术类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7134919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101014TK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A2054E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医工学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5FB9BF5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629453E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CDF829E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2022</w:t>
            </w:r>
          </w:p>
        </w:tc>
      </w:tr>
      <w:tr w14:paraId="1FDDFB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6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AE611D0">
            <w:pPr>
              <w:pStyle w:val="9"/>
              <w:spacing w:before="3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</w:p>
          <w:p w14:paraId="6B3A4BA0">
            <w:pPr>
              <w:pStyle w:val="9"/>
              <w:spacing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689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1566D2B">
            <w:pPr>
              <w:pStyle w:val="9"/>
              <w:spacing w:before="5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 w14:paraId="671F7399">
            <w:pPr>
              <w:pStyle w:val="9"/>
              <w:spacing w:line="240" w:lineRule="auto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护理学类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7F7EBAD">
            <w:pPr>
              <w:pStyle w:val="9"/>
              <w:spacing w:before="3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</w:p>
          <w:p w14:paraId="09E8830C">
            <w:pPr>
              <w:pStyle w:val="9"/>
              <w:spacing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101101K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7835C00">
            <w:pPr>
              <w:pStyle w:val="9"/>
              <w:spacing w:before="5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 w14:paraId="2B5BDD7A">
            <w:pPr>
              <w:pStyle w:val="9"/>
              <w:spacing w:line="240" w:lineRule="auto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护理学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497C997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</w:p>
          <w:p w14:paraId="7C3CA692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2B00B58">
            <w:pPr>
              <w:pStyle w:val="9"/>
              <w:spacing w:before="5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 w14:paraId="26A0B319">
            <w:pPr>
              <w:pStyle w:val="9"/>
              <w:spacing w:line="240" w:lineRule="auto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1AE7CC0">
            <w:pPr>
              <w:pStyle w:val="9"/>
              <w:spacing w:line="253" w:lineRule="exact"/>
              <w:ind w:left="67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2024</w:t>
            </w:r>
            <w:r>
              <w:rPr>
                <w:rFonts w:ascii="宋体" w:hAnsi="宋体" w:eastAsia="宋体" w:cs="宋体"/>
                <w:sz w:val="22"/>
                <w:szCs w:val="22"/>
              </w:rPr>
              <w:t>年</w:t>
            </w:r>
          </w:p>
          <w:p w14:paraId="3626AAAD">
            <w:pPr>
              <w:pStyle w:val="9"/>
              <w:spacing w:before="33" w:line="272" w:lineRule="exact"/>
              <w:ind w:left="67" w:right="57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起调整</w:t>
            </w:r>
            <w:r>
              <w:rPr>
                <w:rFonts w:ascii="宋体" w:hAnsi="宋体" w:eastAsia="宋体" w:cs="宋体"/>
                <w:spacing w:val="-108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z w:val="22"/>
                <w:szCs w:val="22"/>
              </w:rPr>
              <w:t>为国控</w:t>
            </w:r>
          </w:p>
        </w:tc>
      </w:tr>
      <w:tr w14:paraId="4FA6B3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4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6FE8F5F"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  <w:p w14:paraId="4AA129FF">
            <w:pPr>
              <w:pStyle w:val="9"/>
              <w:spacing w:before="5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5"/>
                <w:szCs w:val="25"/>
              </w:rPr>
            </w:pPr>
          </w:p>
          <w:p w14:paraId="225095A5">
            <w:pPr>
              <w:pStyle w:val="9"/>
              <w:spacing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690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956F90B"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  <w:p w14:paraId="101B9F90">
            <w:pPr>
              <w:pStyle w:val="9"/>
              <w:spacing w:before="7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  <w:p w14:paraId="779A422E">
            <w:pPr>
              <w:pStyle w:val="9"/>
              <w:spacing w:line="240" w:lineRule="auto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护理学类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2A7EEC8"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  <w:p w14:paraId="63701700">
            <w:pPr>
              <w:pStyle w:val="9"/>
              <w:spacing w:before="5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5"/>
                <w:szCs w:val="25"/>
              </w:rPr>
            </w:pPr>
          </w:p>
          <w:p w14:paraId="281B088F">
            <w:pPr>
              <w:pStyle w:val="9"/>
              <w:spacing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101102TK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6A87AA"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  <w:p w14:paraId="77C69260">
            <w:pPr>
              <w:pStyle w:val="9"/>
              <w:spacing w:before="7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  <w:p w14:paraId="6FD5E129">
            <w:pPr>
              <w:pStyle w:val="9"/>
              <w:spacing w:line="240" w:lineRule="auto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助产学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775A2A0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</w:p>
          <w:p w14:paraId="5BCB074E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</w:p>
          <w:p w14:paraId="20E3B273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8C0F523"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  <w:p w14:paraId="79610DEB">
            <w:pPr>
              <w:pStyle w:val="9"/>
              <w:spacing w:before="7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  <w:p w14:paraId="06DB849E">
            <w:pPr>
              <w:pStyle w:val="9"/>
              <w:spacing w:line="240" w:lineRule="auto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32C0092">
            <w:pPr>
              <w:pStyle w:val="9"/>
              <w:spacing w:line="248" w:lineRule="exact"/>
              <w:ind w:left="67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2016</w:t>
            </w:r>
            <w:r>
              <w:rPr>
                <w:rFonts w:ascii="宋体" w:hAnsi="宋体" w:eastAsia="宋体" w:cs="宋体"/>
                <w:sz w:val="22"/>
                <w:szCs w:val="22"/>
              </w:rPr>
              <w:t>年</w:t>
            </w:r>
          </w:p>
          <w:p w14:paraId="6CA4FBEB">
            <w:pPr>
              <w:pStyle w:val="9"/>
              <w:spacing w:line="274" w:lineRule="exact"/>
              <w:ind w:left="67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增设，</w:t>
            </w:r>
          </w:p>
          <w:p w14:paraId="5570B357">
            <w:pPr>
              <w:pStyle w:val="9"/>
              <w:spacing w:line="290" w:lineRule="exact"/>
              <w:ind w:left="67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2024</w:t>
            </w:r>
            <w:r>
              <w:rPr>
                <w:rFonts w:ascii="宋体" w:hAnsi="宋体" w:eastAsia="宋体" w:cs="宋体"/>
                <w:sz w:val="22"/>
                <w:szCs w:val="22"/>
              </w:rPr>
              <w:t>年</w:t>
            </w:r>
          </w:p>
          <w:p w14:paraId="7687813F">
            <w:pPr>
              <w:pStyle w:val="9"/>
              <w:spacing w:before="33" w:line="272" w:lineRule="exact"/>
              <w:ind w:left="67" w:right="57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起调整</w:t>
            </w:r>
            <w:r>
              <w:rPr>
                <w:rFonts w:ascii="宋体" w:hAnsi="宋体" w:eastAsia="宋体" w:cs="宋体"/>
                <w:spacing w:val="-108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z w:val="22"/>
                <w:szCs w:val="22"/>
              </w:rPr>
              <w:t>为国控</w:t>
            </w:r>
          </w:p>
        </w:tc>
      </w:tr>
      <w:tr w14:paraId="16C4266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exact"/>
        </w:trPr>
        <w:tc>
          <w:tcPr>
            <w:tcW w:w="10156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13D47E3">
            <w:pPr>
              <w:pStyle w:val="9"/>
              <w:spacing w:before="100" w:line="240" w:lineRule="auto"/>
              <w:ind w:left="4" w:right="0"/>
              <w:jc w:val="center"/>
              <w:rPr>
                <w:rFonts w:ascii="黑体" w:hAnsi="黑体" w:eastAsia="黑体" w:cs="黑体"/>
                <w:sz w:val="22"/>
                <w:szCs w:val="22"/>
              </w:rPr>
            </w:pPr>
            <w:r>
              <w:rPr>
                <w:rFonts w:ascii="黑体" w:hAnsi="黑体" w:eastAsia="黑体" w:cs="黑体"/>
                <w:sz w:val="22"/>
                <w:szCs w:val="22"/>
              </w:rPr>
              <w:t>管理学</w:t>
            </w:r>
          </w:p>
        </w:tc>
      </w:tr>
      <w:tr w14:paraId="43DEAA9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64016F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691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827498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管理科学与工程类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B1710E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120101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ED7630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管理科学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0A6F95D">
            <w:pPr>
              <w:pStyle w:val="9"/>
              <w:spacing w:line="276" w:lineRule="exact"/>
              <w:ind w:left="28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理学,管理学</w:t>
            </w:r>
          </w:p>
        </w:tc>
        <w:tc>
          <w:tcPr>
            <w:tcW w:w="12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74839AD">
            <w:pPr>
              <w:pStyle w:val="9"/>
              <w:spacing w:line="276" w:lineRule="exact"/>
              <w:ind w:left="28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五年,四年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0281FC9"/>
        </w:tc>
      </w:tr>
      <w:tr w14:paraId="2CC601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6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00829A4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692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B462BD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管理科学与工程类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4B77AB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120102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E6DE05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信息管理与信息系统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73BDA2E">
            <w:pPr>
              <w:pStyle w:val="9"/>
              <w:spacing w:line="276" w:lineRule="exact"/>
              <w:ind w:left="28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工学,管理学</w:t>
            </w:r>
          </w:p>
        </w:tc>
        <w:tc>
          <w:tcPr>
            <w:tcW w:w="12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A723E48">
            <w:pPr>
              <w:pStyle w:val="9"/>
              <w:spacing w:line="276" w:lineRule="exact"/>
              <w:ind w:left="28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8DD2BB0"/>
        </w:tc>
      </w:tr>
      <w:tr w14:paraId="0C4F4E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A03326B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693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BD19AF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管理科学与工程类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C9EBD6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120103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D61D1A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工程管理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C14C846">
            <w:pPr>
              <w:pStyle w:val="9"/>
              <w:spacing w:line="276" w:lineRule="exact"/>
              <w:ind w:left="28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工学,管理学</w:t>
            </w:r>
          </w:p>
        </w:tc>
        <w:tc>
          <w:tcPr>
            <w:tcW w:w="12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A6D6338">
            <w:pPr>
              <w:pStyle w:val="9"/>
              <w:spacing w:line="276" w:lineRule="exact"/>
              <w:ind w:left="28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8BCE570"/>
        </w:tc>
      </w:tr>
      <w:tr w14:paraId="5272CD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6F4BD2A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694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0F21A4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管理科学与工程类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64F715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120104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2111B6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房地产开发与管理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725B8AA">
            <w:pPr>
              <w:pStyle w:val="9"/>
              <w:spacing w:line="276" w:lineRule="exact"/>
              <w:ind w:left="28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CF4E349">
            <w:pPr>
              <w:pStyle w:val="9"/>
              <w:spacing w:line="276" w:lineRule="exact"/>
              <w:ind w:left="28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17E20F3"/>
        </w:tc>
      </w:tr>
      <w:tr w14:paraId="265CBA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4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5EEEF3E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695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36C841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管理科学与工程类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E368F2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120105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8C9899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工程造价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867EF5C">
            <w:pPr>
              <w:pStyle w:val="9"/>
              <w:spacing w:line="276" w:lineRule="exact"/>
              <w:ind w:left="28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工学,管理学</w:t>
            </w:r>
          </w:p>
        </w:tc>
        <w:tc>
          <w:tcPr>
            <w:tcW w:w="12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6EC2363">
            <w:pPr>
              <w:pStyle w:val="9"/>
              <w:spacing w:line="276" w:lineRule="exact"/>
              <w:ind w:left="28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EF5ECEF"/>
        </w:tc>
      </w:tr>
      <w:tr w14:paraId="2CB400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9172D5F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696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44B804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管理科学与工程类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C00B55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120106TK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2325D7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保密管理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98F68B1">
            <w:pPr>
              <w:pStyle w:val="9"/>
              <w:spacing w:line="276" w:lineRule="exact"/>
              <w:ind w:left="276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CC6619E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20925E"/>
        </w:tc>
      </w:tr>
      <w:tr w14:paraId="0E2A892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950F0B0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697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8EBA0F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管理科学与工程类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F51BD8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120107T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ADCE86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邮政管理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416188F">
            <w:pPr>
              <w:pStyle w:val="9"/>
              <w:spacing w:line="276" w:lineRule="exact"/>
              <w:ind w:left="276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0F3F8D1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8BE8F2C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 w14:paraId="3435F8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82D0AD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698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5F788D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管理科学与工程类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0B77A18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120108T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BF58F2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大数据管理与应用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9E76AF9">
            <w:pPr>
              <w:pStyle w:val="9"/>
              <w:spacing w:line="276" w:lineRule="exact"/>
              <w:ind w:left="276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3840C5C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1C72519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 w14:paraId="57B9DFB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84AFA7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699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7C6AC2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管理科学与工程类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0538398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120109T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E7CA9A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工程审计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EEDDB03">
            <w:pPr>
              <w:pStyle w:val="9"/>
              <w:spacing w:line="276" w:lineRule="exact"/>
              <w:ind w:left="276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C986DE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D5ED098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 w14:paraId="0E739E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6C088A0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700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426F91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管理科学与工程类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203568B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120110T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B30548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计算金融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98BB4A7">
            <w:pPr>
              <w:pStyle w:val="9"/>
              <w:spacing w:line="276" w:lineRule="exact"/>
              <w:ind w:left="276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ACE74C3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838348B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  <w:tr w14:paraId="68992A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4239D7B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701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B99C69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管理科学与工程类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559249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120111T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2D14E7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应急管理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EB6F8E2">
            <w:pPr>
              <w:pStyle w:val="9"/>
              <w:spacing w:line="276" w:lineRule="exact"/>
              <w:ind w:left="276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1E4B4B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B4C1C69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2019</w:t>
            </w:r>
          </w:p>
        </w:tc>
      </w:tr>
      <w:tr w14:paraId="4580BBE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7BED514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702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877BAB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工商管理类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05B2007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120201K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4852A2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工商管理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A771565">
            <w:pPr>
              <w:pStyle w:val="9"/>
              <w:spacing w:line="276" w:lineRule="exact"/>
              <w:ind w:left="276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9B04428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D3423C9"/>
        </w:tc>
      </w:tr>
      <w:tr w14:paraId="77D253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C976043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703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1A8F59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工商管理类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D1162EB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120202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16283F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市场营销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97C5AD1">
            <w:pPr>
              <w:pStyle w:val="9"/>
              <w:spacing w:line="276" w:lineRule="exact"/>
              <w:ind w:left="276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9449609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5B5D5EA"/>
        </w:tc>
      </w:tr>
      <w:tr w14:paraId="2FC38C5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03957FE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704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7C16EC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工商管理类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2DBA91F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120203K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23D10C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会计学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E1D7CE3">
            <w:pPr>
              <w:pStyle w:val="9"/>
              <w:spacing w:line="276" w:lineRule="exact"/>
              <w:ind w:left="276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CA1993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853FE40"/>
        </w:tc>
      </w:tr>
      <w:tr w14:paraId="4D63BC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C7A1976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705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7044C9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工商管理类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2A284FE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120204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3FB939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财务管理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8F3F4A1">
            <w:pPr>
              <w:pStyle w:val="9"/>
              <w:spacing w:line="276" w:lineRule="exact"/>
              <w:ind w:left="276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C80F9BC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A501CEC"/>
        </w:tc>
      </w:tr>
      <w:tr w14:paraId="1824E93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0B7546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706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B41192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工商管理类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3A297D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120205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0B44C7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国际商务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5C4FCF2">
            <w:pPr>
              <w:pStyle w:val="9"/>
              <w:spacing w:line="276" w:lineRule="exact"/>
              <w:ind w:left="276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E873668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AC1C0EC"/>
        </w:tc>
      </w:tr>
      <w:tr w14:paraId="5986F9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C43506E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707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128FED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工商管理类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0FCA8E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120206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791353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人力资源管理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43DDD62">
            <w:pPr>
              <w:pStyle w:val="9"/>
              <w:spacing w:line="276" w:lineRule="exact"/>
              <w:ind w:left="276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50F7A07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7F938F4"/>
        </w:tc>
      </w:tr>
      <w:tr w14:paraId="39AFE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28CBF37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708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C165B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工商管理类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1372DD8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120207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B3E239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审计学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F078D8A">
            <w:pPr>
              <w:pStyle w:val="9"/>
              <w:spacing w:line="276" w:lineRule="exact"/>
              <w:ind w:left="276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065577E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3976472"/>
        </w:tc>
      </w:tr>
      <w:tr w14:paraId="57FCE2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CA043CA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709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4BE047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工商管理类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F680B15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120208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0B480D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资产评估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871355A">
            <w:pPr>
              <w:pStyle w:val="9"/>
              <w:spacing w:line="276" w:lineRule="exact"/>
              <w:ind w:left="276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F8429C9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20CE930"/>
        </w:tc>
      </w:tr>
      <w:tr w14:paraId="542232B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AC0059B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710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C71148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工商管理类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9EE7788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120209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1B63F7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物业管理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9495A18">
            <w:pPr>
              <w:pStyle w:val="9"/>
              <w:spacing w:line="276" w:lineRule="exact"/>
              <w:ind w:left="276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8B5D5EE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AC156E3"/>
        </w:tc>
      </w:tr>
      <w:tr w14:paraId="0F5A52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899648E">
            <w:pPr>
              <w:pStyle w:val="9"/>
              <w:spacing w:before="22" w:line="240" w:lineRule="auto"/>
              <w:ind w:left="158" w:leftChars="0" w:right="0" w:rightChars="0"/>
              <w:jc w:val="left"/>
              <w:rPr>
                <w:rFonts w:hint="eastAsia" w:ascii="Times New Roman" w:hAnsi="Times New Roman" w:eastAsia="宋体" w:cs="Times New Roman"/>
                <w:sz w:val="22"/>
                <w:szCs w:val="22"/>
                <w:lang w:val="en-US" w:eastAsia="zh-CN" w:bidi="ar-SA"/>
              </w:rPr>
            </w:pPr>
            <w:r>
              <w:rPr>
                <w:rFonts w:ascii="Times New Roman"/>
                <w:sz w:val="22"/>
              </w:rPr>
              <w:t>71</w:t>
            </w:r>
            <w:r>
              <w:rPr>
                <w:rFonts w:hint="eastAsia" w:ascii="Times New Roman" w:eastAsia="宋体"/>
                <w:sz w:val="22"/>
                <w:lang w:val="en-US" w:eastAsia="zh-CN"/>
              </w:rPr>
              <w:t>1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F017F39">
            <w:pPr>
              <w:pStyle w:val="9"/>
              <w:spacing w:line="276" w:lineRule="exact"/>
              <w:ind w:left="28" w:leftChars="0" w:right="0" w:rightChars="0"/>
              <w:jc w:val="left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工商管理类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4CF0743">
            <w:pPr>
              <w:pStyle w:val="9"/>
              <w:spacing w:before="22" w:line="240" w:lineRule="auto"/>
              <w:ind w:left="28" w:leftChars="0" w:right="0" w:rightChars="0"/>
              <w:jc w:val="left"/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 w:bidi="ar-SA"/>
              </w:rPr>
            </w:pPr>
            <w:r>
              <w:rPr>
                <w:rFonts w:ascii="Times New Roman"/>
                <w:sz w:val="22"/>
              </w:rPr>
              <w:t>1202</w:t>
            </w:r>
            <w:r>
              <w:rPr>
                <w:rFonts w:hint="eastAsia" w:ascii="Times New Roman" w:eastAsia="宋体"/>
                <w:sz w:val="22"/>
                <w:lang w:val="en-US" w:eastAsia="zh-CN"/>
              </w:rPr>
              <w:t>10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1CADB8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  <w:lang w:val="en-US" w:eastAsia="en-US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文化产业管理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946049E">
            <w:pPr>
              <w:pStyle w:val="9"/>
              <w:spacing w:before="13" w:line="272" w:lineRule="exact"/>
              <w:ind w:left="386" w:leftChars="0" w:right="101" w:rightChars="0" w:hanging="276" w:firstLine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艺术学,管</w:t>
            </w:r>
            <w:r>
              <w:rPr>
                <w:rFonts w:ascii="宋体" w:hAnsi="宋体" w:eastAsia="宋体" w:cs="宋体"/>
                <w:spacing w:val="-107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0C54BF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48AA12E"/>
        </w:tc>
      </w:tr>
      <w:tr w14:paraId="00A198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B225772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712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80E605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工商管理类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7C36719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120211T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486B02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劳动关系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2365C01">
            <w:pPr>
              <w:pStyle w:val="9"/>
              <w:spacing w:line="276" w:lineRule="exact"/>
              <w:ind w:left="276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224338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224E223"/>
        </w:tc>
      </w:tr>
      <w:tr w14:paraId="142C51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F8903F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713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7BBB15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工商管理类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213F1F1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120212T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765A4A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体育经济与管理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C5BAD11">
            <w:pPr>
              <w:pStyle w:val="9"/>
              <w:spacing w:line="276" w:lineRule="exact"/>
              <w:ind w:left="276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8909339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C1B54AF"/>
        </w:tc>
      </w:tr>
      <w:tr w14:paraId="3494DD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6ACC44E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714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8D5EFD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工商管理类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2B7131E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120213T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642A8B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财务会计教育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0F1D335">
            <w:pPr>
              <w:pStyle w:val="9"/>
              <w:spacing w:line="276" w:lineRule="exact"/>
              <w:ind w:left="276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4312BAE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0D5A257"/>
        </w:tc>
      </w:tr>
      <w:tr w14:paraId="62A0E3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55ED1C9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715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528593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工商管理类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10F104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120214T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B720D5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市场营销教育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B9DAE6C">
            <w:pPr>
              <w:pStyle w:val="9"/>
              <w:spacing w:line="276" w:lineRule="exact"/>
              <w:ind w:left="276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3F78F77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39F2F25"/>
        </w:tc>
      </w:tr>
      <w:tr w14:paraId="35C42F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1A92B39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716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4503A4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工商管理类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B343A3F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120215T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F5537A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零售业管理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113B87C">
            <w:pPr>
              <w:pStyle w:val="9"/>
              <w:spacing w:line="276" w:lineRule="exact"/>
              <w:ind w:left="276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0B24B4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B9F85FA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 w14:paraId="6509DF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93EDBD3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717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0CC774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工商管理类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5252AF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120216T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00B1BA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创业管理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BBCE56F">
            <w:pPr>
              <w:pStyle w:val="9"/>
              <w:spacing w:line="276" w:lineRule="exact"/>
              <w:ind w:left="276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0A233F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95C77C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2020</w:t>
            </w:r>
          </w:p>
        </w:tc>
      </w:tr>
      <w:tr w14:paraId="1D19711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AAD0237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718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1E1A58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工商管理类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63C1C1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120217TK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710D7F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海关稽查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0CA45F4">
            <w:pPr>
              <w:pStyle w:val="9"/>
              <w:spacing w:line="276" w:lineRule="exact"/>
              <w:ind w:left="276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4DD452D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1B06E8F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2021</w:t>
            </w:r>
          </w:p>
        </w:tc>
      </w:tr>
      <w:tr w14:paraId="0B474B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625D6FB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719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FC3E0B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工商管理类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FBA6FB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120218T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02A821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内部审计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3092E7C">
            <w:pPr>
              <w:pStyle w:val="9"/>
              <w:spacing w:line="276" w:lineRule="exact"/>
              <w:ind w:left="276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3E33FA0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552E76A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2023</w:t>
            </w:r>
          </w:p>
        </w:tc>
      </w:tr>
    </w:tbl>
    <w:p w14:paraId="0796D3BF">
      <w:pPr>
        <w:spacing w:after="0" w:line="240" w:lineRule="auto"/>
        <w:jc w:val="left"/>
        <w:rPr>
          <w:rFonts w:ascii="Times New Roman" w:hAnsi="Times New Roman" w:eastAsia="Times New Roman" w:cs="Times New Roman"/>
          <w:sz w:val="22"/>
          <w:szCs w:val="22"/>
        </w:rPr>
        <w:sectPr>
          <w:footerReference r:id="rId11" w:type="default"/>
          <w:footerReference r:id="rId12" w:type="even"/>
          <w:pgSz w:w="11910" w:h="16840"/>
          <w:pgMar w:top="980" w:right="760" w:bottom="720" w:left="740" w:header="0" w:footer="522" w:gutter="0"/>
          <w:pgNumType w:fmt="decimal"/>
          <w:cols w:space="720" w:num="1"/>
        </w:sectPr>
      </w:pPr>
    </w:p>
    <w:p w14:paraId="3493B9B2">
      <w:pPr>
        <w:spacing w:before="8" w:line="240" w:lineRule="auto"/>
        <w:rPr>
          <w:rFonts w:ascii="Times New Roman" w:hAnsi="Times New Roman" w:eastAsia="Times New Roman" w:cs="Times New Roman"/>
          <w:sz w:val="6"/>
          <w:szCs w:val="6"/>
        </w:rPr>
      </w:pPr>
    </w:p>
    <w:tbl>
      <w:tblPr>
        <w:tblStyle w:val="5"/>
        <w:tblW w:w="10156" w:type="dxa"/>
        <w:tblInd w:w="1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2"/>
        <w:gridCol w:w="2393"/>
        <w:gridCol w:w="1152"/>
        <w:gridCol w:w="2136"/>
        <w:gridCol w:w="1764"/>
        <w:gridCol w:w="1240"/>
        <w:gridCol w:w="809"/>
      </w:tblGrid>
      <w:tr w14:paraId="74FC46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62A4C7F">
            <w:pPr>
              <w:pStyle w:val="9"/>
              <w:spacing w:before="108" w:line="240" w:lineRule="auto"/>
              <w:ind w:left="83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序号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BBF90EE">
            <w:pPr>
              <w:pStyle w:val="9"/>
              <w:spacing w:before="108" w:line="240" w:lineRule="auto"/>
              <w:ind w:left="470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门类、专业类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21784A5">
            <w:pPr>
              <w:pStyle w:val="9"/>
              <w:spacing w:before="108" w:line="240" w:lineRule="auto"/>
              <w:ind w:left="88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专业代码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D6E6D7A">
            <w:pPr>
              <w:pStyle w:val="9"/>
              <w:spacing w:before="108" w:line="240" w:lineRule="auto"/>
              <w:ind w:left="770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专业名称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76BEC8C">
            <w:pPr>
              <w:pStyle w:val="9"/>
              <w:spacing w:before="9" w:line="292" w:lineRule="exact"/>
              <w:ind w:left="367" w:right="117" w:hanging="24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学位授予门类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EE2660">
            <w:pPr>
              <w:pStyle w:val="9"/>
              <w:spacing w:before="108" w:line="240" w:lineRule="auto"/>
              <w:ind w:left="213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修业年限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893792E">
            <w:pPr>
              <w:pStyle w:val="9"/>
              <w:spacing w:before="9" w:line="292" w:lineRule="exact"/>
              <w:ind w:left="158" w:right="148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增设 年度</w:t>
            </w:r>
          </w:p>
        </w:tc>
      </w:tr>
      <w:tr w14:paraId="7CA22DA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738F0BB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720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F39DD0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农业经济管理类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F64E48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120301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6B9A9C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农林经济管理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248E644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46C1FA7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F75BC12"/>
        </w:tc>
      </w:tr>
      <w:tr w14:paraId="4DC145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6D52D0A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721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FECB65F">
            <w:pPr>
              <w:pStyle w:val="9"/>
              <w:spacing w:before="22" w:line="240" w:lineRule="auto"/>
              <w:ind w:right="0"/>
              <w:jc w:val="left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农业经济管理类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0EAD12C">
            <w:pPr>
              <w:pStyle w:val="9"/>
              <w:spacing w:before="22" w:line="240" w:lineRule="auto"/>
              <w:ind w:right="0"/>
              <w:jc w:val="left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120302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55A5885">
            <w:pPr>
              <w:pStyle w:val="9"/>
              <w:spacing w:before="22" w:line="240" w:lineRule="auto"/>
              <w:ind w:right="0"/>
              <w:jc w:val="left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农村区域发展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D513D55">
            <w:pPr>
              <w:pStyle w:val="9"/>
              <w:spacing w:before="22" w:line="240" w:lineRule="auto"/>
              <w:ind w:left="158" w:right="0"/>
              <w:jc w:val="center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农学,管理学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10F2E3B">
            <w:pPr>
              <w:pStyle w:val="9"/>
              <w:spacing w:before="22" w:line="240" w:lineRule="auto"/>
              <w:ind w:right="0"/>
              <w:jc w:val="center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ADE2571"/>
        </w:tc>
      </w:tr>
      <w:tr w14:paraId="3C530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1A9BA84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722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A0324C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农业经济管理类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244D00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120303TK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D57997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乡村治理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964FB32">
            <w:pPr>
              <w:pStyle w:val="9"/>
              <w:spacing w:before="22" w:line="240" w:lineRule="auto"/>
              <w:ind w:right="0"/>
              <w:jc w:val="center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B62E14B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81599AE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2022</w:t>
            </w:r>
          </w:p>
        </w:tc>
      </w:tr>
      <w:tr w14:paraId="43E100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30E698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723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25E91A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公共管理类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0BB479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120401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417A1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公共事业管理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F5ACC1C">
            <w:pPr>
              <w:pStyle w:val="9"/>
              <w:spacing w:before="22" w:line="240" w:lineRule="auto"/>
              <w:ind w:right="0"/>
              <w:jc w:val="center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98730D9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1863E7B"/>
        </w:tc>
      </w:tr>
      <w:tr w14:paraId="3D8C6E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843A555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724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CFBFFC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公共管理类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5AB7BDC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120402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E045B6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行政管理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7A0A8A5">
            <w:pPr>
              <w:pStyle w:val="9"/>
              <w:spacing w:before="22" w:line="240" w:lineRule="auto"/>
              <w:ind w:right="0"/>
              <w:jc w:val="center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26BC23C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E0F81D1"/>
        </w:tc>
      </w:tr>
      <w:tr w14:paraId="1351A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5CFBBD3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725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25BF7E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公共管理类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51175E1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120403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C01E39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劳动与社会保障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6221683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DE6C6D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D7D3524"/>
        </w:tc>
      </w:tr>
      <w:tr w14:paraId="315589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E6E5696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726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66BF296">
            <w:pPr>
              <w:pStyle w:val="9"/>
              <w:spacing w:before="22" w:line="240" w:lineRule="auto"/>
              <w:ind w:right="0"/>
              <w:jc w:val="left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公共管理类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B63499A">
            <w:pPr>
              <w:pStyle w:val="9"/>
              <w:spacing w:before="22" w:line="240" w:lineRule="auto"/>
              <w:ind w:right="0"/>
              <w:jc w:val="left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120404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B52C6BE">
            <w:pPr>
              <w:pStyle w:val="9"/>
              <w:spacing w:before="22" w:line="240" w:lineRule="auto"/>
              <w:ind w:right="0"/>
              <w:jc w:val="left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土地资源管理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2C87764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工学,管理学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18103BE">
            <w:pPr>
              <w:pStyle w:val="9"/>
              <w:spacing w:before="22" w:line="240" w:lineRule="auto"/>
              <w:ind w:right="0"/>
              <w:jc w:val="center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A7F4334"/>
        </w:tc>
      </w:tr>
      <w:tr w14:paraId="3A5D2E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6CF66A6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727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5B5CD5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公共管理类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B10E8B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120405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5BA0F2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城市管理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88DC12B">
            <w:pPr>
              <w:pStyle w:val="9"/>
              <w:spacing w:line="276" w:lineRule="exact"/>
              <w:ind w:left="276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FE35BC1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AE77E1A"/>
        </w:tc>
      </w:tr>
      <w:tr w14:paraId="2E0A14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F95F5D4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728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264BA8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公共管理类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6B01E2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120406TK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939F14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海关管理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B7EFA23">
            <w:pPr>
              <w:pStyle w:val="9"/>
              <w:spacing w:line="276" w:lineRule="exact"/>
              <w:ind w:left="276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814D3F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D0892CA"/>
        </w:tc>
      </w:tr>
      <w:tr w14:paraId="786E39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4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5A43BAE">
            <w:pPr>
              <w:pStyle w:val="9"/>
              <w:spacing w:line="276" w:lineRule="exact"/>
              <w:ind w:left="28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729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F87829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公共管理类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36090C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120407T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F01343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交通管理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95EB88E">
            <w:pPr>
              <w:pStyle w:val="9"/>
              <w:spacing w:line="276" w:lineRule="exact"/>
              <w:ind w:left="28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工学,管理学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E89E7D4">
            <w:pPr>
              <w:pStyle w:val="9"/>
              <w:spacing w:line="276" w:lineRule="exact"/>
              <w:ind w:left="28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31F425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</w:p>
        </w:tc>
      </w:tr>
      <w:tr w14:paraId="5F382C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6F5F3E4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730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8430AF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公共管理类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4E453F1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120408T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525F4F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海事管理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CDEBA84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582F7A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72DEF97"/>
        </w:tc>
      </w:tr>
      <w:tr w14:paraId="304F549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555D7E2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731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53F4EB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公共管理类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50C2F17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120409T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AF5411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公共关系学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05D8EC2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4882694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349242D"/>
        </w:tc>
      </w:tr>
      <w:tr w14:paraId="46C46C6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621435A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732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410A7B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公共管理类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E85194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120410T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AB80C8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健康服务与管理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884BFE7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93A4CEB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C41C714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2015</w:t>
            </w:r>
          </w:p>
        </w:tc>
      </w:tr>
      <w:tr w14:paraId="483AC2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A7C93CC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733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D3B6DD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公共管理类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62B467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120411TK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ED37F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海警后勤管理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A640226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4E86D2D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9882719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 w14:paraId="10A7CBB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0B8DC8C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734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2008FC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公共管理类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95B292E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120412T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7677C4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医疗产品管理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662C9B9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443F43C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54AEAE5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 w14:paraId="4DB931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BBE63F5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735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78DE7F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公共管理类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AEEEB9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120413T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536687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医疗保险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0E3C421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A459967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47A81F0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2019</w:t>
            </w:r>
          </w:p>
        </w:tc>
      </w:tr>
      <w:tr w14:paraId="5DBFF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1338AC8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736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DC7184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公共管理类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1880939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120414T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0AA403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养老服务管理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8471252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7890A47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87B2597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2019</w:t>
            </w:r>
          </w:p>
        </w:tc>
      </w:tr>
      <w:tr w14:paraId="188EBB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D792E0F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737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1CC106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公共管理类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2F1F2F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120415TK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755A24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海关检验检疫安全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D0BD54B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65F8031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020CD3F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2020</w:t>
            </w:r>
          </w:p>
        </w:tc>
      </w:tr>
      <w:tr w14:paraId="67073CE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DE46EC8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738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192CAA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公共管理类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98578B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120416TK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4C8BF6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海外安全管理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E58E716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B33960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AE6F448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2020</w:t>
            </w:r>
          </w:p>
        </w:tc>
      </w:tr>
      <w:tr w14:paraId="013D7B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8AA676C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739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537D38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公共管理类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8D0D819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120417T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DB3389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自然资源登记与管理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CB60CBA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3C473F3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C5CA145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2020</w:t>
            </w:r>
          </w:p>
        </w:tc>
      </w:tr>
      <w:tr w14:paraId="62635B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5B565F7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740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35D468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公共管理类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C70895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120418T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322656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慈善管理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A12517C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5FDEB98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C0F7BB8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2021</w:t>
            </w:r>
          </w:p>
        </w:tc>
      </w:tr>
      <w:tr w14:paraId="3E18B1B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938FA92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741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B21D8D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公共管理类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59A498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120419TK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4D8963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航空安防管理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3E894E4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D060C00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510521F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2022</w:t>
            </w:r>
          </w:p>
        </w:tc>
      </w:tr>
      <w:tr w14:paraId="63F2FD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962F436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742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12598E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公共管理类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DED6CB5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120420TK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758AA7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无障碍管理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15BEFFE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E21F4D8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C1663BA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2022</w:t>
            </w:r>
          </w:p>
        </w:tc>
      </w:tr>
      <w:tr w14:paraId="1A36A9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A1AA313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743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DCE3F5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图书情报与档案管理类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A794218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120501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CFDBDD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图书馆学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1C24D0D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1B644D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AED6B0"/>
        </w:tc>
      </w:tr>
      <w:tr w14:paraId="03F840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3B5E7FA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744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5E7499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图书情报与档案管理类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978F0A3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120502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282F1E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档案学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BF2B5B2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0D5FB0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D346A4A"/>
        </w:tc>
      </w:tr>
      <w:tr w14:paraId="656B13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1A804C0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745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D13F9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图书情报与档案管理类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DC00C1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120503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7C5840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信息资源管理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E506737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BA447A4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7F15CF8"/>
        </w:tc>
      </w:tr>
      <w:tr w14:paraId="53C8A27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7E25D3F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746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EB8981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物流管理与工程类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345E4DB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120601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BB6F18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物流管理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96ED57E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54A8C0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2F29566"/>
        </w:tc>
      </w:tr>
      <w:tr w14:paraId="166B2E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09824BE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747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AD8AAA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物流管理与工程类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77F32EB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120602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BBC69F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物流工程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78F4195">
            <w:pPr>
              <w:pStyle w:val="9"/>
              <w:spacing w:before="22" w:line="240" w:lineRule="auto"/>
              <w:ind w:right="0"/>
              <w:jc w:val="center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工学,管理学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2C96589">
            <w:pPr>
              <w:pStyle w:val="9"/>
              <w:spacing w:before="22" w:line="240" w:lineRule="auto"/>
              <w:ind w:right="0"/>
              <w:jc w:val="center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02F1371"/>
        </w:tc>
      </w:tr>
      <w:tr w14:paraId="2A3DBB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C5E5570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748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8A75F9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物流管理与工程类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B92C15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120603T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0303A9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采购管理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187FDBF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CC41D94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B65E3F5"/>
        </w:tc>
      </w:tr>
      <w:tr w14:paraId="5D9AB9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E9AA56B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749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C0DAE7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物流管理与工程类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6B9DBE7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120604T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15CFD5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供应链管理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A543455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900A16A">
            <w:pPr>
              <w:pStyle w:val="9"/>
              <w:spacing w:line="276" w:lineRule="exact"/>
              <w:ind w:left="7" w:leftChars="0"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9496343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 w14:paraId="31F5E2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095FA1A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750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6C471A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工业工程类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1D4E222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120701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6ADB76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工业工程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4E28EE7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工学,管理学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90F49DA">
            <w:pPr>
              <w:pStyle w:val="9"/>
              <w:spacing w:line="276" w:lineRule="exact"/>
              <w:ind w:left="7" w:leftChars="0"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81363D4"/>
        </w:tc>
      </w:tr>
      <w:tr w14:paraId="610D9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4A83E2C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751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CFBDC9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工业工程类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014804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120702T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F21191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标准化工程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5A2FD7C">
            <w:pPr>
              <w:pStyle w:val="9"/>
              <w:spacing w:line="276" w:lineRule="exact"/>
              <w:ind w:left="276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9B85A86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DAC83AE"/>
        </w:tc>
      </w:tr>
      <w:tr w14:paraId="47CD6E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ACC143D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752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CF339E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工业工程类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16A4A43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120703T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335D31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质量管理工程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7B8F27D">
            <w:pPr>
              <w:pStyle w:val="9"/>
              <w:spacing w:line="276" w:lineRule="exact"/>
              <w:ind w:left="276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6AE57D9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ACDA298"/>
        </w:tc>
      </w:tr>
      <w:tr w14:paraId="37CE43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5493099">
            <w:pPr>
              <w:pStyle w:val="9"/>
              <w:spacing w:before="14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753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50306E3">
            <w:pPr>
              <w:pStyle w:val="9"/>
              <w:spacing w:before="110" w:line="240" w:lineRule="auto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电子商务类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9E5A2D9">
            <w:pPr>
              <w:pStyle w:val="9"/>
              <w:spacing w:before="14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120801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AAA4ADC">
            <w:pPr>
              <w:pStyle w:val="9"/>
              <w:spacing w:before="110" w:line="240" w:lineRule="auto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电子商务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47A3F87">
            <w:pPr>
              <w:pStyle w:val="9"/>
              <w:spacing w:line="276" w:lineRule="exact"/>
              <w:ind w:left="276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bookmarkStart w:id="0" w:name="_GoBack"/>
            <w:bookmarkEnd w:id="0"/>
            <w:r>
              <w:rPr>
                <w:rFonts w:ascii="宋体" w:hAnsi="宋体" w:eastAsia="宋体" w:cs="宋体"/>
                <w:sz w:val="22"/>
                <w:szCs w:val="22"/>
              </w:rPr>
              <w:t>工学,经济学,管理学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D30D249">
            <w:pPr>
              <w:pStyle w:val="9"/>
              <w:spacing w:before="110" w:line="240" w:lineRule="auto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6BF848A"/>
        </w:tc>
      </w:tr>
      <w:tr w14:paraId="18F93C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538AE1A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754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E1FAD2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电子商务类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F9826F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120802T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780AF5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电子商务及法律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A3A4B5E">
            <w:pPr>
              <w:pStyle w:val="9"/>
              <w:spacing w:line="276" w:lineRule="exact"/>
              <w:ind w:left="276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E495061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F085AAB"/>
        </w:tc>
      </w:tr>
      <w:tr w14:paraId="66A599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E7CDE98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755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DCA8FA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电子商务类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51EF5A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120803T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9A99BC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跨境电子商务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DF11CFC">
            <w:pPr>
              <w:pStyle w:val="9"/>
              <w:spacing w:line="276" w:lineRule="exact"/>
              <w:ind w:left="276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7D5ECBB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42CC1DE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2019</w:t>
            </w:r>
          </w:p>
        </w:tc>
      </w:tr>
      <w:tr w14:paraId="3D509E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865BFBE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756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0D2035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旅游管理类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DD6FFF1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120901K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04C5B2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旅游管理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3427971">
            <w:pPr>
              <w:pStyle w:val="9"/>
              <w:spacing w:line="276" w:lineRule="exact"/>
              <w:ind w:left="276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E5254D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E9191B"/>
        </w:tc>
      </w:tr>
      <w:tr w14:paraId="4166F5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900099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757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440736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旅游管理类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B191B42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120902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AE62F1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酒店管理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69443AC">
            <w:pPr>
              <w:pStyle w:val="9"/>
              <w:spacing w:line="276" w:lineRule="exact"/>
              <w:ind w:left="276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DFEA061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D862442"/>
        </w:tc>
      </w:tr>
      <w:tr w14:paraId="19F2F1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626801F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758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D68BD0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旅游管理类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3B38919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120903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8BD274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会展经济与管理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47CADE2">
            <w:pPr>
              <w:pStyle w:val="9"/>
              <w:spacing w:line="276" w:lineRule="exact"/>
              <w:ind w:left="276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19BF4B1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5EDE7EE"/>
        </w:tc>
      </w:tr>
      <w:tr w14:paraId="330BC9B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855B3ED">
            <w:pPr>
              <w:pStyle w:val="9"/>
              <w:spacing w:before="22" w:line="240" w:lineRule="auto"/>
              <w:ind w:left="158" w:leftChars="0" w:right="0" w:rightChars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/>
                <w:sz w:val="22"/>
              </w:rPr>
              <w:t>759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0C4C387">
            <w:pPr>
              <w:pStyle w:val="9"/>
              <w:spacing w:line="276" w:lineRule="exact"/>
              <w:ind w:left="28" w:leftChars="0" w:right="0" w:rightChars="0"/>
              <w:jc w:val="left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旅游管理类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C44A401">
            <w:pPr>
              <w:pStyle w:val="9"/>
              <w:spacing w:before="22" w:line="240" w:lineRule="auto"/>
              <w:ind w:left="28" w:leftChars="0" w:right="0" w:rightChars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/>
                <w:sz w:val="22"/>
              </w:rPr>
              <w:t>120904T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CBCD4E6">
            <w:pPr>
              <w:pStyle w:val="9"/>
              <w:spacing w:line="276" w:lineRule="exact"/>
              <w:ind w:left="28" w:leftChars="0" w:right="0" w:rightChars="0"/>
              <w:jc w:val="left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旅游管理与服务教育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F78C33C">
            <w:pPr>
              <w:pStyle w:val="9"/>
              <w:spacing w:line="276" w:lineRule="exact"/>
              <w:ind w:left="276" w:leftChars="0"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1D15454">
            <w:pPr>
              <w:pStyle w:val="9"/>
              <w:spacing w:line="276" w:lineRule="exact"/>
              <w:ind w:left="7" w:leftChars="0"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B1E6B82">
            <w:pPr>
              <w:rPr>
                <w:rFonts w:asciiTheme="minorHAnsi" w:hAnsiTheme="minorHAnsi" w:eastAsiaTheme="minorHAnsi" w:cstheme="minorBidi"/>
                <w:sz w:val="22"/>
                <w:szCs w:val="22"/>
                <w:lang w:val="en-US" w:eastAsia="en-US" w:bidi="ar-SA"/>
              </w:rPr>
            </w:pPr>
          </w:p>
        </w:tc>
      </w:tr>
    </w:tbl>
    <w:p w14:paraId="79A0C636">
      <w:pPr>
        <w:spacing w:after="0"/>
        <w:sectPr>
          <w:pgSz w:w="11910" w:h="16840"/>
          <w:pgMar w:top="980" w:right="760" w:bottom="720" w:left="740" w:header="0" w:footer="522" w:gutter="0"/>
          <w:pgNumType w:fmt="decimal"/>
          <w:cols w:space="720" w:num="1"/>
        </w:sectPr>
      </w:pPr>
    </w:p>
    <w:p w14:paraId="079ED086">
      <w:pPr>
        <w:spacing w:before="8" w:line="240" w:lineRule="auto"/>
        <w:rPr>
          <w:rFonts w:ascii="Times New Roman" w:hAnsi="Times New Roman" w:eastAsia="Times New Roman" w:cs="Times New Roman"/>
          <w:sz w:val="6"/>
          <w:szCs w:val="6"/>
        </w:rPr>
      </w:pPr>
    </w:p>
    <w:tbl>
      <w:tblPr>
        <w:tblStyle w:val="5"/>
        <w:tblW w:w="10156" w:type="dxa"/>
        <w:tblInd w:w="1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2"/>
        <w:gridCol w:w="2393"/>
        <w:gridCol w:w="1152"/>
        <w:gridCol w:w="2148"/>
        <w:gridCol w:w="1764"/>
        <w:gridCol w:w="1228"/>
        <w:gridCol w:w="809"/>
      </w:tblGrid>
      <w:tr w14:paraId="01B4C9C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6E28F5E">
            <w:pPr>
              <w:pStyle w:val="9"/>
              <w:spacing w:before="108" w:line="240" w:lineRule="auto"/>
              <w:ind w:left="83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序号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1677B2F">
            <w:pPr>
              <w:pStyle w:val="9"/>
              <w:spacing w:before="108" w:line="240" w:lineRule="auto"/>
              <w:ind w:left="470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门类、专业类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D094C4E">
            <w:pPr>
              <w:pStyle w:val="9"/>
              <w:spacing w:before="108" w:line="240" w:lineRule="auto"/>
              <w:ind w:left="88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专业代码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00E82AC">
            <w:pPr>
              <w:pStyle w:val="9"/>
              <w:spacing w:before="108" w:line="240" w:lineRule="auto"/>
              <w:ind w:left="770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专业名称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5490001">
            <w:pPr>
              <w:pStyle w:val="9"/>
              <w:spacing w:before="9" w:line="292" w:lineRule="exact"/>
              <w:ind w:left="367" w:right="117" w:hanging="24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学位授予门类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000AB5B">
            <w:pPr>
              <w:pStyle w:val="9"/>
              <w:spacing w:before="108" w:line="240" w:lineRule="auto"/>
              <w:ind w:left="213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修业年限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19CB3E9">
            <w:pPr>
              <w:pStyle w:val="9"/>
              <w:spacing w:before="9" w:line="292" w:lineRule="exact"/>
              <w:ind w:left="158" w:right="148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增设 年度</w:t>
            </w:r>
          </w:p>
        </w:tc>
      </w:tr>
      <w:tr w14:paraId="7DDCE6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exact"/>
        </w:trPr>
        <w:tc>
          <w:tcPr>
            <w:tcW w:w="10156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DD4A562">
            <w:pPr>
              <w:pStyle w:val="9"/>
              <w:spacing w:before="100" w:line="240" w:lineRule="auto"/>
              <w:ind w:left="4" w:right="0"/>
              <w:jc w:val="center"/>
              <w:rPr>
                <w:rFonts w:ascii="黑体" w:hAnsi="黑体" w:eastAsia="黑体" w:cs="黑体"/>
                <w:sz w:val="22"/>
                <w:szCs w:val="22"/>
              </w:rPr>
            </w:pPr>
            <w:r>
              <w:rPr>
                <w:rFonts w:ascii="黑体" w:hAnsi="黑体" w:eastAsia="黑体" w:cs="黑体"/>
                <w:sz w:val="22"/>
                <w:szCs w:val="22"/>
              </w:rPr>
              <w:t>艺术学</w:t>
            </w:r>
          </w:p>
        </w:tc>
      </w:tr>
      <w:tr w14:paraId="62FB2A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90760D7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760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858D66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艺术学理论类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6C69092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130101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0C26D9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艺术史论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9FB0669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1F834C0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648636C"/>
        </w:tc>
      </w:tr>
      <w:tr w14:paraId="16943F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ECBD77E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761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1805CB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艺术学理论类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A6BC64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130102T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F399CE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艺术管理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4591312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2178FD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CDFF9FB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 w14:paraId="4E757EB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F1F8322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762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780EAA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艺术学理论类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635A0B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130103T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9A8B4D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非物质文化遗产保护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C9279CC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60588C3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96597BD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2020</w:t>
            </w:r>
          </w:p>
        </w:tc>
      </w:tr>
      <w:tr w14:paraId="61C0FE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F0F2DF3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763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95CA3E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音乐与舞蹈学类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16AEB5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130201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3806A8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音乐表演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4D24AF2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53D2059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786D378"/>
        </w:tc>
      </w:tr>
      <w:tr w14:paraId="7661595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B1BC104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764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2B03E6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音乐与舞蹈学类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0A5001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130202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BFB681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音乐学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101095F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352842E">
            <w:pPr>
              <w:pStyle w:val="9"/>
              <w:spacing w:line="276" w:lineRule="exact"/>
              <w:ind w:left="197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四年,五年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C8D4558"/>
        </w:tc>
      </w:tr>
      <w:tr w14:paraId="05744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03A67D0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765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489C5F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音乐与舞蹈学类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3E6D3F9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130203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4BBE97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作曲与作曲技术理论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5AAE84B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D816FC">
            <w:pPr>
              <w:pStyle w:val="9"/>
              <w:spacing w:line="276" w:lineRule="exact"/>
              <w:ind w:left="197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四年,五年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4F69645"/>
        </w:tc>
      </w:tr>
      <w:tr w14:paraId="462EC5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59CA440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766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95F93D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音乐与舞蹈学类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3AE4FA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130204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545FB7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舞蹈表演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DA064B2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36EEC0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C4110F2"/>
        </w:tc>
      </w:tr>
      <w:tr w14:paraId="5C883C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7986D26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767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2D3A78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音乐与舞蹈学类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C00C03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130205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0A0608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舞蹈学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27E42D3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66C775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73F07A4"/>
        </w:tc>
      </w:tr>
      <w:tr w14:paraId="175376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FAD8C07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768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684027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音乐与舞蹈学类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BB87A47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130206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B8B7D9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舞蹈编导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34ED124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EC5B5B7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4685057"/>
        </w:tc>
      </w:tr>
      <w:tr w14:paraId="1DF1222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7448423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769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3CA409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音乐与舞蹈学类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CBB427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130207T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4B08F1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舞蹈教育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91BCA47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5786B2C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6FDF2CF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 w14:paraId="50C690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538E29F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770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8606B6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音乐与舞蹈学类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DB285CE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130208TK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2CE75B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航空服务艺术与管理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FCDBE00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715DF2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3C5CA4F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  <w:tr w14:paraId="47827B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F213E08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771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A03ADC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音乐与舞蹈学类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5DD7743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130209T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34F3F2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流行音乐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6969B3A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67634B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575432B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  <w:tr w14:paraId="53ECA17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9917D50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772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C82F1D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音乐与舞蹈学类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DD4314E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130210T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5FB5A8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音乐治疗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A9FDB43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3AEFCEE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766ECF1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  <w:tr w14:paraId="4A8BC11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CDF18A4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773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10E943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音乐与舞蹈学类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83FF219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130211T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DD193D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流行舞蹈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3ADD628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1740E70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BD039A2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  <w:tr w14:paraId="045949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A20D974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774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550344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音乐与舞蹈学类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964024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130212T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9A4F8C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音乐教育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67F0A59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E65BA28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D13C087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2020</w:t>
            </w:r>
          </w:p>
        </w:tc>
      </w:tr>
      <w:tr w14:paraId="585F71B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ADEA560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775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FC457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音乐与舞蹈学类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B394B2C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130213TK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3A0AAF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冰雪舞蹈表演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C416704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04F7B89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E9A7CF5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2023</w:t>
            </w:r>
          </w:p>
        </w:tc>
      </w:tr>
      <w:tr w14:paraId="29453E4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134EFB7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776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8FF965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戏剧与影视学类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68EAF99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130301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C84913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表演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91E4C2F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AADA1E7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D8C09D1"/>
        </w:tc>
      </w:tr>
      <w:tr w14:paraId="6147EE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D76CFF0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777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D7B7CB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戏剧与影视学类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213C283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130302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E70469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戏剧学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0D8B3BB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DF46969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152B02C"/>
        </w:tc>
      </w:tr>
      <w:tr w14:paraId="47AFE8A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7E123ED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778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F61EAC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戏剧与影视学类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A88D3C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130303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B2CE8F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电影学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422F0B2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46D5584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E76E610"/>
        </w:tc>
      </w:tr>
      <w:tr w14:paraId="1DE6F0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410440B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779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7221B9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戏剧与影视学类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A196371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130304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3B2356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戏剧影视文学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65F197D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B7A1AA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CD422C7"/>
        </w:tc>
      </w:tr>
      <w:tr w14:paraId="15D8BC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CD3F982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780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512986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戏剧与影视学类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FDE2BF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130305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E2CD0F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广播电视编导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C73B144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B7BD53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3C5B037"/>
        </w:tc>
      </w:tr>
      <w:tr w14:paraId="0BBB4D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24755D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781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4BA19C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戏剧与影视学类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D072FD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130306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C6E6EC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戏剧影视导演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F0AA66A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0C289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B06E900"/>
        </w:tc>
      </w:tr>
      <w:tr w14:paraId="450CC0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0BE66A7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782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CF123C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戏剧与影视学类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A6D2B4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130307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51FBB4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戏剧影视美术设计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FA55D54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50F049B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6821B2A"/>
        </w:tc>
      </w:tr>
      <w:tr w14:paraId="07D8B65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9EBCF23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783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206738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戏剧与影视学类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72ADDEC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130308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5307F9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录音艺术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96DBA4E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184F12E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3807640"/>
        </w:tc>
      </w:tr>
      <w:tr w14:paraId="5E868C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2C751D3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784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6BC6B7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戏剧与影视学类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BE9A9EB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130309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4A9F72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播音与主持艺术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AE1EF5B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682DFE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F506D28"/>
        </w:tc>
      </w:tr>
      <w:tr w14:paraId="670DD3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2E3E18F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785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6933DA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戏剧与影视学类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CC716B1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130310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F9155F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动画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B3DD47E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D9A4A46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430ABA3"/>
        </w:tc>
      </w:tr>
      <w:tr w14:paraId="08AA43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A16B045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786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7A0AAD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戏剧与影视学类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CB981B3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130311T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107A91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影视摄影与制作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32E90A0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1047DA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70BAA78"/>
        </w:tc>
      </w:tr>
      <w:tr w14:paraId="33970E3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5A6AE77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787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2938DB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戏剧与影视学类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68D99CC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130312T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22A044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影视技术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7E12B56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99794D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2E3BE56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 w14:paraId="1BB638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AB067F5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788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69EF9F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戏剧与影视学类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FC2182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130313T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3A3F24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戏剧教育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E34A593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FB9403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6A4F5A4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  <w:tr w14:paraId="3A367E7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0F74B5F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789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FD6623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戏剧与影视学类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C49D6B2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130314TK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CB89CF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曲艺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2788200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0DFE794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669B62D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2021</w:t>
            </w:r>
          </w:p>
        </w:tc>
      </w:tr>
      <w:tr w14:paraId="257418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56D8A6D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790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2911F9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戏剧与影视学类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AD14AD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130315TK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CAEB12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音乐剧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EA80482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C80B6E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44F91D3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2021</w:t>
            </w:r>
          </w:p>
        </w:tc>
      </w:tr>
      <w:tr w14:paraId="276CA1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A3488D8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791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17782D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美术学类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F857A5C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130401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AAFAD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美术学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406F964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36E80EE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0F3E175"/>
        </w:tc>
      </w:tr>
      <w:tr w14:paraId="295667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FFD38F9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792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2A4AF4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美术学类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D50A873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130402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1A0C6C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绘画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A9950EF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B5281C6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DF80466"/>
        </w:tc>
      </w:tr>
      <w:tr w14:paraId="4A54F56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DEE4B06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793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27B3D3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美术学类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1A288C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130403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ADE8D4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雕塑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8D1A17E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903DF3C">
            <w:pPr>
              <w:pStyle w:val="9"/>
              <w:spacing w:line="276" w:lineRule="exact"/>
              <w:ind w:left="197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五年,四年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64AFD1A"/>
        </w:tc>
      </w:tr>
      <w:tr w14:paraId="171122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E3B7A55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794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649B9E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美术学类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9C0BC63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130404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D8226C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摄影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94ABC11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855CCAD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8159B36"/>
        </w:tc>
      </w:tr>
      <w:tr w14:paraId="476C0D9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A65412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795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29816A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美术学类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E593E3C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130405T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B33C3E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书法学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D17E1EB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80CA85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7DE9136"/>
        </w:tc>
      </w:tr>
      <w:tr w14:paraId="7107A0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44C58CF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796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170D4B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美术学类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C8BFA5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130406T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5D345B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中国画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9467017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B9C3A27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655D67D"/>
        </w:tc>
      </w:tr>
      <w:tr w14:paraId="0411E35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DDDF11E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797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54BD5D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美术学类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BE85D4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130407TK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683B8F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实验艺术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C9F3CF1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6F727C6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F157D9A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2013</w:t>
            </w:r>
          </w:p>
        </w:tc>
      </w:tr>
      <w:tr w14:paraId="614B85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B9F3BF7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798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851FA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美术学类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5847318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130408TK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2BCAE0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跨媒体艺术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10F9259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76A8F2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E237E12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2015</w:t>
            </w:r>
          </w:p>
        </w:tc>
      </w:tr>
      <w:tr w14:paraId="5425B5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6580687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799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894A84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美术学类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5272FE7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130409T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005D1A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文物保护与修复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1BCD41B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5C3E2D0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424F46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 w14:paraId="3B26A5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BD712B3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800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14330C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美术学类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6A7D8D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130410T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98652F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漫画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2501E8E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6C71B93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A4FE656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</w:tbl>
    <w:p w14:paraId="19A04F2F">
      <w:pPr>
        <w:spacing w:after="0" w:line="240" w:lineRule="auto"/>
        <w:jc w:val="left"/>
        <w:rPr>
          <w:rFonts w:ascii="Times New Roman" w:hAnsi="Times New Roman" w:eastAsia="Times New Roman" w:cs="Times New Roman"/>
          <w:sz w:val="22"/>
          <w:szCs w:val="22"/>
        </w:rPr>
        <w:sectPr>
          <w:footerReference r:id="rId13" w:type="default"/>
          <w:footerReference r:id="rId14" w:type="even"/>
          <w:pgSz w:w="11910" w:h="16840"/>
          <w:pgMar w:top="980" w:right="760" w:bottom="720" w:left="740" w:header="0" w:footer="522" w:gutter="0"/>
          <w:pgNumType w:fmt="decimal"/>
          <w:cols w:space="720" w:num="1"/>
        </w:sectPr>
      </w:pPr>
    </w:p>
    <w:p w14:paraId="049C00AC">
      <w:pPr>
        <w:spacing w:before="8" w:line="240" w:lineRule="auto"/>
        <w:rPr>
          <w:rFonts w:ascii="Times New Roman" w:hAnsi="Times New Roman" w:eastAsia="Times New Roman" w:cs="Times New Roman"/>
          <w:sz w:val="6"/>
          <w:szCs w:val="6"/>
        </w:rPr>
      </w:pPr>
    </w:p>
    <w:tbl>
      <w:tblPr>
        <w:tblStyle w:val="5"/>
        <w:tblW w:w="10156" w:type="dxa"/>
        <w:tblInd w:w="1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2"/>
        <w:gridCol w:w="2393"/>
        <w:gridCol w:w="1152"/>
        <w:gridCol w:w="2148"/>
        <w:gridCol w:w="1752"/>
        <w:gridCol w:w="1240"/>
        <w:gridCol w:w="809"/>
      </w:tblGrid>
      <w:tr w14:paraId="1E36D1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970DAAA">
            <w:pPr>
              <w:pStyle w:val="9"/>
              <w:spacing w:before="108" w:line="240" w:lineRule="auto"/>
              <w:ind w:left="83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序号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9417B3B">
            <w:pPr>
              <w:pStyle w:val="9"/>
              <w:spacing w:before="108" w:line="240" w:lineRule="auto"/>
              <w:ind w:left="470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门类、专业类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6D63D68">
            <w:pPr>
              <w:pStyle w:val="9"/>
              <w:spacing w:before="108" w:line="240" w:lineRule="auto"/>
              <w:ind w:left="88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专业代码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1021AE4">
            <w:pPr>
              <w:pStyle w:val="9"/>
              <w:spacing w:before="108" w:line="240" w:lineRule="auto"/>
              <w:ind w:left="770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专业名称</w:t>
            </w:r>
          </w:p>
        </w:tc>
        <w:tc>
          <w:tcPr>
            <w:tcW w:w="17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8176F54">
            <w:pPr>
              <w:pStyle w:val="9"/>
              <w:spacing w:before="9" w:line="292" w:lineRule="exact"/>
              <w:ind w:left="367" w:right="117" w:hanging="24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学位授予门类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E8D6318">
            <w:pPr>
              <w:pStyle w:val="9"/>
              <w:spacing w:before="108" w:line="240" w:lineRule="auto"/>
              <w:ind w:left="213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修业年限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9863F87">
            <w:pPr>
              <w:pStyle w:val="9"/>
              <w:spacing w:before="9" w:line="292" w:lineRule="exact"/>
              <w:ind w:left="158" w:right="148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增设 年度</w:t>
            </w:r>
          </w:p>
        </w:tc>
      </w:tr>
      <w:tr w14:paraId="1FCE9C3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FA1A3BE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801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72E33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美术学类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FCBC28E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130411T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EFF828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纤维艺术</w:t>
            </w:r>
          </w:p>
        </w:tc>
        <w:tc>
          <w:tcPr>
            <w:tcW w:w="17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8380057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128D937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DDA70CC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2020</w:t>
            </w:r>
          </w:p>
        </w:tc>
      </w:tr>
      <w:tr w14:paraId="66057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4283016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802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5B457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美术学类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AD3CFEE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130412TK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B89BDD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科技艺术</w:t>
            </w:r>
          </w:p>
        </w:tc>
        <w:tc>
          <w:tcPr>
            <w:tcW w:w="17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F650011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808D8B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A6C5BF9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2021</w:t>
            </w:r>
          </w:p>
        </w:tc>
      </w:tr>
      <w:tr w14:paraId="3F4511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DDD5DFD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803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0385C4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美术学类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92E12B3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130413TK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52C31A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美术教育</w:t>
            </w:r>
          </w:p>
        </w:tc>
        <w:tc>
          <w:tcPr>
            <w:tcW w:w="17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56F4B8D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1DF1B08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83A1DB7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2021</w:t>
            </w:r>
          </w:p>
        </w:tc>
      </w:tr>
      <w:tr w14:paraId="538537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D80C71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804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AEEC24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设计学类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14B23A9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130501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0CFD85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艺术设计学</w:t>
            </w:r>
          </w:p>
        </w:tc>
        <w:tc>
          <w:tcPr>
            <w:tcW w:w="17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D4CBDB0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6C6F37C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AB80B1B"/>
        </w:tc>
      </w:tr>
      <w:tr w14:paraId="4AE9FC9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DDB5C8B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805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328B12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设计学类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56A0157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130502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625582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视觉传达设计</w:t>
            </w:r>
          </w:p>
        </w:tc>
        <w:tc>
          <w:tcPr>
            <w:tcW w:w="17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BBDC87E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561787E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6238D23"/>
        </w:tc>
      </w:tr>
      <w:tr w14:paraId="512645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5E187BA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806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717C65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设计学类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44B39B9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130503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7ECE05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环境设计</w:t>
            </w:r>
          </w:p>
        </w:tc>
        <w:tc>
          <w:tcPr>
            <w:tcW w:w="17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4BCDB19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4A805B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FF7D5F1"/>
        </w:tc>
      </w:tr>
      <w:tr w14:paraId="7653C2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6DC8F8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807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B32858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设计学类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E2EC2F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130504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64120C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产品设计</w:t>
            </w:r>
          </w:p>
        </w:tc>
        <w:tc>
          <w:tcPr>
            <w:tcW w:w="17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05DB659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1D69761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CB71773"/>
        </w:tc>
      </w:tr>
      <w:tr w14:paraId="7F43F6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FF1F6BF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808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8B73AF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设计学类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FB69859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130505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981378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服装与服饰设计</w:t>
            </w:r>
          </w:p>
        </w:tc>
        <w:tc>
          <w:tcPr>
            <w:tcW w:w="17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023A138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BE86338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E192226"/>
        </w:tc>
      </w:tr>
      <w:tr w14:paraId="350E62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FF15857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809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CFFFAA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设计学类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D1AC341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130506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5AE835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公共艺术</w:t>
            </w:r>
          </w:p>
        </w:tc>
        <w:tc>
          <w:tcPr>
            <w:tcW w:w="17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E94B43D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E44BD04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059DF2B"/>
        </w:tc>
      </w:tr>
      <w:tr w14:paraId="7E5EB2E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B23BAA6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810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1F3311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设计学类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9FDEA8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130507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02960E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工艺美术</w:t>
            </w:r>
          </w:p>
        </w:tc>
        <w:tc>
          <w:tcPr>
            <w:tcW w:w="17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9E4D28F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0AB2328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94CB437"/>
        </w:tc>
      </w:tr>
      <w:tr w14:paraId="4E2355B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6D7B943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811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0306CA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设计学类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625D64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130508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BBC19B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数字媒体艺术</w:t>
            </w:r>
          </w:p>
        </w:tc>
        <w:tc>
          <w:tcPr>
            <w:tcW w:w="17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58E09DB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D61E456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BC470F9"/>
        </w:tc>
      </w:tr>
      <w:tr w14:paraId="688A7B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0103974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812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D8A8A0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设计学类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E86831C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130509T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849256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艺术与科技</w:t>
            </w:r>
          </w:p>
        </w:tc>
        <w:tc>
          <w:tcPr>
            <w:tcW w:w="17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EDE64A5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874E4F7">
            <w:pPr>
              <w:pStyle w:val="9"/>
              <w:spacing w:line="276" w:lineRule="exact"/>
              <w:ind w:left="197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五年,四年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F08BAB2"/>
        </w:tc>
      </w:tr>
      <w:tr w14:paraId="611002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378F09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813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5EF55D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设计学类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19F9D5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130510TK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337506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陶瓷艺术设计</w:t>
            </w:r>
          </w:p>
        </w:tc>
        <w:tc>
          <w:tcPr>
            <w:tcW w:w="17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23CC489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3FA371B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DCF8446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2012</w:t>
            </w:r>
          </w:p>
        </w:tc>
      </w:tr>
      <w:tr w14:paraId="6100DD1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5E78455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814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D06045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设计学类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9B061D7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130511T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A2B1F7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新媒体艺术</w:t>
            </w:r>
          </w:p>
        </w:tc>
        <w:tc>
          <w:tcPr>
            <w:tcW w:w="17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CACBC0E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92071B8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3A3B922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 w14:paraId="33AD1D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009753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815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1F7AB4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设计学类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4E36305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130512T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80DAEC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包装设计</w:t>
            </w:r>
          </w:p>
        </w:tc>
        <w:tc>
          <w:tcPr>
            <w:tcW w:w="17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4479D6D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01D8FD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13334AD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 w14:paraId="5C7106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2482768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816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D44006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设计学类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19BB1E7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130513TK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F37294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珠宝首饰设计与工艺</w:t>
            </w:r>
          </w:p>
        </w:tc>
        <w:tc>
          <w:tcPr>
            <w:tcW w:w="17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79DD3A0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8DE52B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A6B9B1B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2021</w:t>
            </w:r>
          </w:p>
        </w:tc>
      </w:tr>
    </w:tbl>
    <w:p w14:paraId="61D1ACC5">
      <w:pPr>
        <w:spacing w:before="28"/>
        <w:ind w:left="162" w:right="0" w:firstLine="0"/>
        <w:jc w:val="left"/>
        <w:rPr>
          <w:rFonts w:ascii="宋体" w:hAnsi="宋体" w:eastAsia="宋体" w:cs="宋体"/>
          <w:sz w:val="22"/>
          <w:szCs w:val="22"/>
        </w:rPr>
      </w:pPr>
      <w:r>
        <w:rPr>
          <w:rFonts w:ascii="Times New Roman" w:hAnsi="Times New Roman" w:eastAsia="Times New Roman" w:cs="Times New Roman"/>
          <w:b/>
          <w:bCs/>
          <w:sz w:val="22"/>
          <w:szCs w:val="22"/>
        </w:rPr>
        <w:t>*</w:t>
      </w:r>
      <w:r>
        <w:rPr>
          <w:rFonts w:ascii="宋体" w:hAnsi="宋体" w:eastAsia="宋体" w:cs="宋体"/>
          <w:b/>
          <w:bCs/>
          <w:sz w:val="22"/>
          <w:szCs w:val="22"/>
        </w:rPr>
        <w:t>注：部分高校个别专业修业年限为五年，专业目录中不再单独列出。</w:t>
      </w:r>
    </w:p>
    <w:sectPr>
      <w:pgSz w:w="11910" w:h="16840"/>
      <w:pgMar w:top="980" w:right="760" w:bottom="720" w:left="740" w:header="0" w:footer="522" w:gutter="0"/>
      <w:pgNumType w:fmt="decimal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159C37">
    <w:pPr>
      <w:spacing w:before="0" w:after="0" w:line="14" w:lineRule="auto"/>
      <w:rPr>
        <w:sz w:val="20"/>
        <w:szCs w:val="20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53035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5303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38C0A51">
                          <w:pPr>
                            <w:pStyle w:val="3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 xml:space="preserve">— 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2.05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 w14:paraId="338C0A51">
                    <w:pPr>
                      <w:pStyle w:val="3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 xml:space="preserve">— </w:t>
                    </w: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1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sz w:val="24"/>
                        <w:szCs w:val="2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06D7DC">
    <w:pPr>
      <w:spacing w:before="0" w:after="0" w:line="14" w:lineRule="auto"/>
      <w:rPr>
        <w:sz w:val="20"/>
        <w:szCs w:val="20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0</wp:posOffset>
              </wp:positionV>
              <wp:extent cx="395605" cy="153035"/>
              <wp:effectExtent l="0" t="0" r="0" b="0"/>
              <wp:wrapNone/>
              <wp:docPr id="19" name="文本框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5605" cy="15303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9E723CA">
                          <w:pPr>
                            <w:pStyle w:val="3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 xml:space="preserve">— 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62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2.05pt;width:31.15pt;mso-position-horizontal-relative:margin;z-index:251668480;mso-width-relative:page;mso-height-relative:page;" filled="f" stroked="f" coordsize="21600,21600" o:gfxdata="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 w14:paraId="19E723CA">
                    <w:pPr>
                      <w:pStyle w:val="3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 xml:space="preserve">— </w:t>
                    </w: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62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sz w:val="24"/>
                        <w:szCs w:val="2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38DF49B">
    <w:pPr>
      <w:spacing w:before="0" w:after="0" w:line="14" w:lineRule="auto"/>
      <w:rPr>
        <w:sz w:val="20"/>
        <w:szCs w:val="20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-6985</wp:posOffset>
              </wp:positionV>
              <wp:extent cx="772160" cy="221615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2160" cy="2216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E2AA177">
                          <w:pPr>
                            <w:pStyle w:val="3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 xml:space="preserve">— 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2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-0.55pt;height:17.45pt;width:60.8pt;mso-position-horizontal-relative:margin;z-index:251660288;mso-width-relative:page;mso-height-relative:page;" filled="f" stroked="f" coordsize="21600,21600" o:gfxdata="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 w14:paraId="5E2AA177">
                    <w:pPr>
                      <w:pStyle w:val="3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 xml:space="preserve">— </w:t>
                    </w: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2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sz w:val="24"/>
                        <w:szCs w:val="2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72DF74">
    <w:pPr>
      <w:spacing w:before="0" w:after="0" w:line="14" w:lineRule="auto"/>
      <w:rPr>
        <w:sz w:val="20"/>
        <w:szCs w:val="20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EE5296A">
                          <w:pPr>
                            <w:pStyle w:val="3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 xml:space="preserve">— 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9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EE5296A">
                    <w:pPr>
                      <w:pStyle w:val="3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 xml:space="preserve">— </w:t>
                    </w: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9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sz w:val="24"/>
                        <w:szCs w:val="2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F876FB">
    <w:pPr>
      <w:spacing w:before="0" w:after="0" w:line="14" w:lineRule="auto"/>
      <w:rPr>
        <w:sz w:val="20"/>
        <w:szCs w:val="20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-6985</wp:posOffset>
              </wp:positionV>
              <wp:extent cx="808990" cy="351155"/>
              <wp:effectExtent l="0" t="0" r="0" b="0"/>
              <wp:wrapNone/>
              <wp:docPr id="13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08990" cy="3511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920996B">
                          <w:pPr>
                            <w:pStyle w:val="3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 xml:space="preserve">— 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8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-0.55pt;height:27.65pt;width:63.7pt;mso-position-horizontal-relative:margin;z-index:251662336;mso-width-relative:page;mso-height-relative:page;" filled="f" stroked="f" coordsize="21600,21600" o:gfxdata="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 w14:paraId="0920996B">
                    <w:pPr>
                      <w:pStyle w:val="3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 xml:space="preserve">— </w:t>
                    </w: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8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sz w:val="24"/>
                        <w:szCs w:val="2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E36FE6">
    <w:pPr>
      <w:spacing w:before="0" w:after="0" w:line="14" w:lineRule="auto"/>
      <w:rPr>
        <w:sz w:val="20"/>
        <w:szCs w:val="20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4" name="文本框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ED8C95B">
                          <w:pPr>
                            <w:pStyle w:val="3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 xml:space="preserve">— 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53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336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ED8C95B">
                    <w:pPr>
                      <w:pStyle w:val="3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 xml:space="preserve">— </w:t>
                    </w: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53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sz w:val="24"/>
                        <w:szCs w:val="2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59CFF8">
    <w:pPr>
      <w:spacing w:before="0" w:after="0" w:line="14" w:lineRule="auto"/>
      <w:rPr>
        <w:sz w:val="20"/>
        <w:szCs w:val="20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5" name="文本框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A819B13">
                          <w:pPr>
                            <w:pStyle w:val="3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 xml:space="preserve">— 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52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438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A819B13">
                    <w:pPr>
                      <w:pStyle w:val="3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 xml:space="preserve">— </w:t>
                    </w: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52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sz w:val="24"/>
                        <w:szCs w:val="2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7AD0EA">
    <w:pPr>
      <w:spacing w:before="0" w:after="0" w:line="14" w:lineRule="auto"/>
      <w:rPr>
        <w:sz w:val="20"/>
        <w:szCs w:val="20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margin">
                <wp:posOffset>6229985</wp:posOffset>
              </wp:positionH>
              <wp:positionV relativeFrom="paragraph">
                <wp:posOffset>-6985</wp:posOffset>
              </wp:positionV>
              <wp:extent cx="380365" cy="153035"/>
              <wp:effectExtent l="0" t="0" r="0" b="0"/>
              <wp:wrapNone/>
              <wp:docPr id="16" name="文本框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0365" cy="15303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29CF011">
                          <w:pPr>
                            <w:pStyle w:val="3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 xml:space="preserve">— 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61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490.55pt;margin-top:-0.55pt;height:12.05pt;width:29.95pt;mso-position-horizontal-relative:margin;z-index:251665408;mso-width-relative:page;mso-height-relative:page;" filled="f" stroked="f" coordsize="21600,21600" o:gfxdata="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 w14:paraId="629CF011">
                    <w:pPr>
                      <w:pStyle w:val="3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 xml:space="preserve">— </w:t>
                    </w: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61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sz w:val="24"/>
                        <w:szCs w:val="2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6F4310">
    <w:pPr>
      <w:spacing w:before="0" w:after="0" w:line="14" w:lineRule="auto"/>
      <w:rPr>
        <w:sz w:val="20"/>
        <w:szCs w:val="20"/>
      </w:rPr>
    </w:pPr>
    <w:r>
      <w:rPr>
        <w:sz w:val="22"/>
      </w:rP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7" name="文本框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A86C041">
                          <w:pPr>
                            <w:pStyle w:val="3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 xml:space="preserve">— 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60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643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A86C041">
                    <w:pPr>
                      <w:pStyle w:val="3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 xml:space="preserve">— </w:t>
                    </w: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60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sz w:val="24"/>
                        <w:szCs w:val="2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CAFF64">
    <w:pPr>
      <w:spacing w:before="0" w:after="0" w:line="14" w:lineRule="auto"/>
      <w:rPr>
        <w:sz w:val="20"/>
        <w:szCs w:val="20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8" name="文本框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0C9D0FA">
                          <w:pPr>
                            <w:pStyle w:val="3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 xml:space="preserve">— 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63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745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0C9D0FA">
                    <w:pPr>
                      <w:pStyle w:val="3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 xml:space="preserve">— </w:t>
                    </w: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63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sz w:val="24"/>
                        <w:szCs w:val="2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evenAndOddHeaders w:val="1"/>
  <w:drawingGridHorizontalSpacing w:val="110"/>
  <w:displayHorizontalDrawingGridEvery w:val="2"/>
  <w:characterSpacingControl w:val="doNotCompress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xNTlkZTdmZjdkODVjMDUwZDBiNDQ5ZjFhMjk0OTAifQ=="/>
  </w:docVars>
  <w:rsids>
    <w:rsidRoot w:val="00000000"/>
    <w:rsid w:val="03D36F07"/>
    <w:rsid w:val="084E7652"/>
    <w:rsid w:val="16B56AEF"/>
    <w:rsid w:val="1CE67663"/>
    <w:rsid w:val="1F800518"/>
    <w:rsid w:val="20AE4CDA"/>
    <w:rsid w:val="21C81DCC"/>
    <w:rsid w:val="290848C9"/>
    <w:rsid w:val="2FAC6889"/>
    <w:rsid w:val="346B14ED"/>
    <w:rsid w:val="48384D06"/>
    <w:rsid w:val="5D041203"/>
    <w:rsid w:val="5D40278C"/>
    <w:rsid w:val="7AED10D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20"/>
    </w:pPr>
    <w:rPr>
      <w:rFonts w:ascii="仿宋_GB2312" w:hAnsi="仿宋_GB2312" w:eastAsia="仿宋_GB2312"/>
      <w:sz w:val="24"/>
      <w:szCs w:val="24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7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</w:style>
  <w:style w:type="paragraph" w:customStyle="1" w:styleId="9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theme" Target="theme/theme1.xml"/><Relationship Id="rId14" Type="http://schemas.openxmlformats.org/officeDocument/2006/relationships/footer" Target="footer10.xml"/><Relationship Id="rId13" Type="http://schemas.openxmlformats.org/officeDocument/2006/relationships/footer" Target="footer9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21</Pages>
  <Words>15009</Words>
  <Characters>22171</Characters>
  <TotalTime>0</TotalTime>
  <ScaleCrop>false</ScaleCrop>
  <LinksUpToDate>false</LinksUpToDate>
  <CharactersWithSpaces>22231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2024-08-06T17:59:00Z</dcterms:created>
  <dc:creator>huangwm</dc:creator>
  <cp:lastModifiedBy>邹</cp:lastModifiedBy>
  <dcterms:modified xsi:type="dcterms:W3CDTF">2024-08-13T03:03:54Z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2024-01-24T00:00:00Z</vt:filetime>
  </property>
  <property fmtid="{D5CDD505-2E9C-101B-9397-08002B2CF9AE}" pid="3" name="LastSaved">
    <vt:filetime>2024-08-06T00:00:00Z</vt:filetime>
  </property>
  <property fmtid="{D5CDD505-2E9C-101B-9397-08002B2CF9AE}" pid="4" name="KSOProductBuildVer">
    <vt:lpwstr>2052-12.1.0.17147</vt:lpwstr>
  </property>
  <property fmtid="{D5CDD505-2E9C-101B-9397-08002B2CF9AE}" pid="5" name="ICV">
    <vt:lpwstr>70E2D319E9844E90A31AA1C7388DC066_13</vt:lpwstr>
  </property>
</Properties>
</file>